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91" w:rsidRDefault="00C86C91" w:rsidP="00DB1CA4">
      <w:pPr>
        <w:jc w:val="center"/>
        <w:rPr>
          <w:b/>
          <w:spacing w:val="20"/>
          <w:sz w:val="28"/>
          <w:szCs w:val="28"/>
        </w:rPr>
      </w:pPr>
      <w:r w:rsidRPr="00A44FF3">
        <w:rPr>
          <w:b/>
          <w:spacing w:val="20"/>
          <w:sz w:val="28"/>
          <w:szCs w:val="28"/>
        </w:rPr>
        <w:t>ПРОТОКОЛ</w:t>
      </w:r>
    </w:p>
    <w:p w:rsidR="00C86C91" w:rsidRDefault="00C86C91" w:rsidP="000D628A">
      <w:pPr>
        <w:jc w:val="center"/>
        <w:rPr>
          <w:b/>
          <w:sz w:val="28"/>
          <w:szCs w:val="28"/>
        </w:rPr>
      </w:pPr>
    </w:p>
    <w:p w:rsidR="00C86C91" w:rsidRPr="000D628A" w:rsidRDefault="00C86C91" w:rsidP="000D628A">
      <w:pPr>
        <w:jc w:val="center"/>
        <w:rPr>
          <w:b/>
          <w:sz w:val="28"/>
          <w:szCs w:val="28"/>
        </w:rPr>
      </w:pPr>
      <w:r w:rsidRPr="00A44FF3">
        <w:rPr>
          <w:b/>
          <w:sz w:val="28"/>
          <w:szCs w:val="28"/>
        </w:rPr>
        <w:t xml:space="preserve">заседания </w:t>
      </w:r>
      <w:r>
        <w:rPr>
          <w:b/>
          <w:sz w:val="28"/>
          <w:szCs w:val="28"/>
        </w:rPr>
        <w:t xml:space="preserve">антитеррористической </w:t>
      </w:r>
      <w:r w:rsidRPr="000D628A">
        <w:rPr>
          <w:b/>
          <w:sz w:val="28"/>
          <w:szCs w:val="28"/>
        </w:rPr>
        <w:t xml:space="preserve">комиссии </w:t>
      </w:r>
    </w:p>
    <w:p w:rsidR="00C86C91" w:rsidRDefault="00C86C91" w:rsidP="000D62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Pr="000D628A">
        <w:rPr>
          <w:b/>
          <w:sz w:val="28"/>
          <w:szCs w:val="28"/>
        </w:rPr>
        <w:t>Таборинско</w:t>
      </w:r>
      <w:r>
        <w:rPr>
          <w:b/>
          <w:sz w:val="28"/>
          <w:szCs w:val="28"/>
        </w:rPr>
        <w:t>м</w:t>
      </w:r>
      <w:r w:rsidRPr="000D628A">
        <w:rPr>
          <w:b/>
          <w:sz w:val="28"/>
          <w:szCs w:val="28"/>
        </w:rPr>
        <w:t xml:space="preserve"> муниципально</w:t>
      </w:r>
      <w:r>
        <w:rPr>
          <w:b/>
          <w:sz w:val="28"/>
          <w:szCs w:val="28"/>
        </w:rPr>
        <w:t>м</w:t>
      </w:r>
      <w:r w:rsidRPr="000D628A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е</w:t>
      </w:r>
    </w:p>
    <w:p w:rsidR="00C86C91" w:rsidRPr="000D628A" w:rsidRDefault="00C86C91" w:rsidP="000D628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0A0"/>
      </w:tblPr>
      <w:tblGrid>
        <w:gridCol w:w="10137"/>
      </w:tblGrid>
      <w:tr w:rsidR="00C86C91" w:rsidRPr="00A44FF3" w:rsidTr="000D628A">
        <w:tc>
          <w:tcPr>
            <w:tcW w:w="10137" w:type="dxa"/>
            <w:tcBorders>
              <w:bottom w:val="single" w:sz="4" w:space="0" w:color="auto"/>
            </w:tcBorders>
          </w:tcPr>
          <w:p w:rsidR="00C86C91" w:rsidRPr="00A44FF3" w:rsidRDefault="00C86C91" w:rsidP="00436C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 10 апреля </w:t>
            </w:r>
            <w:r w:rsidRPr="00A44FF3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7</w:t>
            </w:r>
            <w:r w:rsidRPr="00A44FF3">
              <w:rPr>
                <w:b/>
                <w:sz w:val="28"/>
                <w:szCs w:val="28"/>
              </w:rPr>
              <w:t xml:space="preserve"> года </w:t>
            </w:r>
          </w:p>
        </w:tc>
      </w:tr>
    </w:tbl>
    <w:p w:rsidR="00C86C91" w:rsidRPr="00A44FF3" w:rsidRDefault="00C86C91" w:rsidP="00DB1CA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с.Таборы</w:t>
      </w:r>
      <w:r w:rsidRPr="00A44FF3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C86C91" w:rsidRPr="00A44FF3" w:rsidRDefault="00C86C91" w:rsidP="00DB1CA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10.04.2017 г.                     </w:t>
      </w:r>
      <w:r w:rsidRPr="00A44FF3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A44FF3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</w:p>
    <w:p w:rsidR="00C86C91" w:rsidRPr="00A44FF3" w:rsidRDefault="00C86C91" w:rsidP="00DB1CA4">
      <w:pPr>
        <w:jc w:val="center"/>
        <w:rPr>
          <w:b/>
          <w:sz w:val="28"/>
          <w:szCs w:val="28"/>
        </w:rPr>
      </w:pPr>
    </w:p>
    <w:p w:rsidR="00C86C91" w:rsidRPr="00A44FF3" w:rsidRDefault="00C86C91" w:rsidP="00DB1CA4">
      <w:pPr>
        <w:jc w:val="both"/>
        <w:rPr>
          <w:sz w:val="28"/>
          <w:szCs w:val="28"/>
          <w:u w:val="single"/>
        </w:rPr>
      </w:pPr>
      <w:r w:rsidRPr="00A44FF3">
        <w:rPr>
          <w:sz w:val="28"/>
          <w:szCs w:val="28"/>
          <w:u w:val="single"/>
        </w:rPr>
        <w:t>Председательствовал:</w:t>
      </w:r>
    </w:p>
    <w:p w:rsidR="00C86C91" w:rsidRPr="00A44FF3" w:rsidRDefault="00C86C91" w:rsidP="00DB1CA4">
      <w:pPr>
        <w:jc w:val="both"/>
        <w:rPr>
          <w:sz w:val="28"/>
          <w:szCs w:val="28"/>
        </w:rPr>
      </w:pPr>
    </w:p>
    <w:p w:rsidR="00C86C91" w:rsidRDefault="00C86C91" w:rsidP="00832C5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Таборинского муниципального района,</w:t>
      </w:r>
    </w:p>
    <w:p w:rsidR="00C86C91" w:rsidRDefault="00C86C91" w:rsidP="00832C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</w:t>
      </w:r>
      <w:r w:rsidRPr="00A44FF3">
        <w:rPr>
          <w:sz w:val="28"/>
          <w:szCs w:val="28"/>
        </w:rPr>
        <w:t xml:space="preserve">– </w:t>
      </w:r>
      <w:r>
        <w:rPr>
          <w:sz w:val="28"/>
          <w:szCs w:val="28"/>
        </w:rPr>
        <w:t>В.А.Роененко</w:t>
      </w:r>
    </w:p>
    <w:p w:rsidR="00C86C91" w:rsidRPr="00A44FF3" w:rsidRDefault="00C86C91" w:rsidP="00832C55">
      <w:pPr>
        <w:jc w:val="both"/>
        <w:rPr>
          <w:sz w:val="28"/>
          <w:szCs w:val="28"/>
        </w:rPr>
      </w:pPr>
    </w:p>
    <w:p w:rsidR="00C86C91" w:rsidRPr="00A44FF3" w:rsidRDefault="00C86C91" w:rsidP="005E7E3E">
      <w:pPr>
        <w:jc w:val="both"/>
        <w:rPr>
          <w:sz w:val="28"/>
          <w:szCs w:val="28"/>
        </w:rPr>
      </w:pPr>
      <w:r w:rsidRPr="00A44FF3">
        <w:rPr>
          <w:sz w:val="28"/>
          <w:szCs w:val="28"/>
          <w:u w:val="single"/>
        </w:rPr>
        <w:t>Присутствовали:</w:t>
      </w:r>
      <w:r>
        <w:rPr>
          <w:sz w:val="28"/>
          <w:szCs w:val="28"/>
        </w:rPr>
        <w:t xml:space="preserve">  </w:t>
      </w:r>
      <w:r w:rsidRPr="00A44F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</w:t>
      </w:r>
      <w:r w:rsidRPr="00A44FF3">
        <w:rPr>
          <w:sz w:val="28"/>
          <w:szCs w:val="28"/>
        </w:rPr>
        <w:t>человек (список прилагается)</w:t>
      </w:r>
    </w:p>
    <w:p w:rsidR="00C86C91" w:rsidRPr="00A44FF3" w:rsidRDefault="00C86C91" w:rsidP="005E7E3E">
      <w:pPr>
        <w:jc w:val="both"/>
        <w:rPr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0A0"/>
      </w:tblPr>
      <w:tblGrid>
        <w:gridCol w:w="10137"/>
      </w:tblGrid>
      <w:tr w:rsidR="00C86C91" w:rsidRPr="00A44FF3" w:rsidTr="00994EAF">
        <w:tc>
          <w:tcPr>
            <w:tcW w:w="10137" w:type="dxa"/>
            <w:tcBorders>
              <w:bottom w:val="single" w:sz="4" w:space="0" w:color="auto"/>
            </w:tcBorders>
          </w:tcPr>
          <w:p w:rsidR="00C86C91" w:rsidRPr="00994EAF" w:rsidRDefault="00C86C91" w:rsidP="00994EAF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place">
              <w:r w:rsidRPr="00994EAF">
                <w:rPr>
                  <w:sz w:val="28"/>
                  <w:szCs w:val="28"/>
                  <w:lang w:val="en-US"/>
                </w:rPr>
                <w:t>I</w:t>
              </w:r>
              <w:r w:rsidRPr="00994EAF">
                <w:rPr>
                  <w:sz w:val="28"/>
                  <w:szCs w:val="28"/>
                </w:rPr>
                <w:t>.</w:t>
              </w:r>
            </w:smartTag>
            <w:r w:rsidRPr="00994EAF">
              <w:rPr>
                <w:sz w:val="28"/>
                <w:szCs w:val="28"/>
                <w:lang w:val="en-US"/>
              </w:rPr>
              <w:t> </w:t>
            </w:r>
            <w:r w:rsidRPr="00994EAF">
              <w:rPr>
                <w:sz w:val="28"/>
                <w:szCs w:val="28"/>
              </w:rPr>
              <w:t xml:space="preserve">Об организации </w:t>
            </w:r>
            <w:r>
              <w:rPr>
                <w:sz w:val="28"/>
                <w:szCs w:val="28"/>
              </w:rPr>
              <w:t xml:space="preserve">и проведении мероприятий по профилактике терроризма и защиты </w:t>
            </w:r>
            <w:r w:rsidRPr="00E33059">
              <w:rPr>
                <w:sz w:val="28"/>
                <w:szCs w:val="28"/>
              </w:rPr>
              <w:t>объектов (территорий), а также мест проведения массовых мероприятий, предусмотренных федеральными законами и нормативными правовыми актами Российской Федерации</w:t>
            </w:r>
            <w:r>
              <w:rPr>
                <w:sz w:val="28"/>
                <w:szCs w:val="28"/>
              </w:rPr>
              <w:t xml:space="preserve"> на территории Таборинского муниципального района         в 1-м квартале 2017 года</w:t>
            </w:r>
            <w:r w:rsidRPr="00994EAF">
              <w:rPr>
                <w:sz w:val="28"/>
                <w:szCs w:val="28"/>
              </w:rPr>
              <w:t xml:space="preserve"> </w:t>
            </w:r>
          </w:p>
        </w:tc>
      </w:tr>
    </w:tbl>
    <w:p w:rsidR="00C86C91" w:rsidRPr="00A44FF3" w:rsidRDefault="00C86C91" w:rsidP="00A44FF3">
      <w:pPr>
        <w:jc w:val="center"/>
        <w:rPr>
          <w:sz w:val="28"/>
          <w:szCs w:val="28"/>
        </w:rPr>
      </w:pPr>
      <w:r w:rsidRPr="00A44FF3">
        <w:rPr>
          <w:sz w:val="28"/>
          <w:szCs w:val="28"/>
        </w:rPr>
        <w:t>(</w:t>
      </w:r>
      <w:r>
        <w:rPr>
          <w:sz w:val="28"/>
          <w:szCs w:val="28"/>
        </w:rPr>
        <w:t>П.Б.Буткус, С.В.Богданова, Ю.В.Мальцев, Т.С.Кузнецова</w:t>
      </w:r>
      <w:r w:rsidRPr="00A44FF3">
        <w:rPr>
          <w:sz w:val="28"/>
          <w:szCs w:val="28"/>
        </w:rPr>
        <w:t>)</w:t>
      </w:r>
    </w:p>
    <w:p w:rsidR="00C86C91" w:rsidRPr="00A44FF3" w:rsidRDefault="00C86C91" w:rsidP="00A44FF3">
      <w:pPr>
        <w:ind w:firstLine="709"/>
        <w:jc w:val="center"/>
        <w:rPr>
          <w:sz w:val="28"/>
          <w:szCs w:val="28"/>
        </w:rPr>
      </w:pPr>
    </w:p>
    <w:p w:rsidR="00C86C91" w:rsidRDefault="00C86C91" w:rsidP="00623291">
      <w:pPr>
        <w:pStyle w:val="BodyTextIndent"/>
        <w:ind w:right="-2" w:firstLine="709"/>
      </w:pPr>
      <w:r w:rsidRPr="00A44FF3">
        <w:t xml:space="preserve">1. Принять к сведению доклады </w:t>
      </w:r>
      <w:r>
        <w:t>главы Таборинского сельского поселения П.Б.Буткус, главы Кузнецовского сельского поселения С.В.Богдановой, ведущего специалиста администрации Таборинского муниципального района Ю.В.Мальцева, заведующего Управления образования администрации Таборинского муниципального района</w:t>
      </w:r>
      <w:r w:rsidRPr="00A44FF3">
        <w:t xml:space="preserve"> </w:t>
      </w:r>
      <w:r>
        <w:t xml:space="preserve">Т.С.Кузнецовой по профилактике терроризма на территории сельских поселений, в общеобразовательных учреждениях Таборинского муниципального района, а также </w:t>
      </w:r>
      <w:r>
        <w:rPr>
          <w:szCs w:val="28"/>
        </w:rPr>
        <w:t xml:space="preserve">защиты объектов (территорий) и </w:t>
      </w:r>
      <w:r w:rsidRPr="00E33059">
        <w:rPr>
          <w:szCs w:val="28"/>
        </w:rPr>
        <w:t>мест проведения массовых мероприятий</w:t>
      </w:r>
      <w:r>
        <w:t xml:space="preserve"> в 1-м квартале 2017 года.</w:t>
      </w:r>
      <w:r w:rsidRPr="00994EAF">
        <w:t xml:space="preserve"> </w:t>
      </w:r>
    </w:p>
    <w:p w:rsidR="00C86C91" w:rsidRDefault="00C86C91" w:rsidP="00D62FB0">
      <w:pPr>
        <w:ind w:firstLine="709"/>
        <w:jc w:val="both"/>
        <w:rPr>
          <w:sz w:val="28"/>
          <w:szCs w:val="28"/>
        </w:rPr>
      </w:pPr>
      <w:r w:rsidRPr="00A44FF3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A44FF3">
        <w:rPr>
          <w:sz w:val="28"/>
          <w:szCs w:val="28"/>
        </w:rPr>
        <w:t xml:space="preserve">Рекомендовать </w:t>
      </w:r>
      <w:r w:rsidRPr="00623291">
        <w:rPr>
          <w:sz w:val="28"/>
          <w:szCs w:val="28"/>
        </w:rPr>
        <w:t>Таборинско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23291">
        <w:rPr>
          <w:sz w:val="28"/>
          <w:szCs w:val="28"/>
        </w:rPr>
        <w:t>П.Б.Буткус</w:t>
      </w:r>
      <w:r>
        <w:rPr>
          <w:sz w:val="28"/>
          <w:szCs w:val="28"/>
        </w:rPr>
        <w:t>),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Кузнецовскому</w:t>
      </w:r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(С.В.Богданова), Унже-Павинскому</w:t>
      </w:r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(А.В.Белоусов) продолжить выполнение мероприятий по обеспечению антитеррористической защищенности </w:t>
      </w:r>
      <w:r w:rsidRPr="00E33059">
        <w:rPr>
          <w:sz w:val="28"/>
          <w:szCs w:val="28"/>
        </w:rPr>
        <w:t>объектов (территорий), а также мест проведения массовых мероприятий, предусмотренных федеральными законами и нормативными правовыми актами Российской Федерации</w:t>
      </w:r>
      <w:r>
        <w:rPr>
          <w:sz w:val="28"/>
          <w:szCs w:val="28"/>
        </w:rPr>
        <w:t>.</w:t>
      </w:r>
    </w:p>
    <w:p w:rsidR="00C86C91" w:rsidRDefault="00C86C91" w:rsidP="00D62F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8095A">
        <w:rPr>
          <w:sz w:val="28"/>
          <w:szCs w:val="28"/>
        </w:rPr>
        <w:t xml:space="preserve">Управлению образования администрации Таборинского муниципального района </w:t>
      </w:r>
      <w:r>
        <w:rPr>
          <w:sz w:val="28"/>
          <w:szCs w:val="28"/>
        </w:rPr>
        <w:t>(</w:t>
      </w:r>
      <w:r w:rsidRPr="0098095A">
        <w:rPr>
          <w:sz w:val="28"/>
          <w:szCs w:val="28"/>
        </w:rPr>
        <w:t>Т.С.Кузнецов</w:t>
      </w:r>
      <w:r>
        <w:rPr>
          <w:sz w:val="28"/>
          <w:szCs w:val="28"/>
        </w:rPr>
        <w:t>а) обеспечить выполнение руководителями общеобразовательных учреждений Таборинского муниципального района, мероприятий по антитеррористической защищенности объектов (территорий) данных учреждений.</w:t>
      </w:r>
    </w:p>
    <w:p w:rsidR="00C86C91" w:rsidRDefault="00C86C91" w:rsidP="000759D2">
      <w:pPr>
        <w:pStyle w:val="BodyTextIndent"/>
        <w:ind w:right="-2" w:firstLine="709"/>
        <w:rPr>
          <w:bCs/>
          <w:szCs w:val="28"/>
        </w:rPr>
      </w:pPr>
      <w:r w:rsidRPr="000759D2">
        <w:rPr>
          <w:bCs/>
          <w:szCs w:val="28"/>
        </w:rPr>
        <w:t xml:space="preserve">Срок – </w:t>
      </w:r>
      <w:r>
        <w:rPr>
          <w:bCs/>
          <w:szCs w:val="28"/>
        </w:rPr>
        <w:t>в течение 2-го квартала</w:t>
      </w:r>
      <w:r w:rsidRPr="000759D2">
        <w:rPr>
          <w:bCs/>
          <w:szCs w:val="28"/>
        </w:rPr>
        <w:t xml:space="preserve"> 2017 года</w:t>
      </w:r>
      <w:r>
        <w:rPr>
          <w:bCs/>
          <w:szCs w:val="28"/>
        </w:rPr>
        <w:t>.</w:t>
      </w:r>
    </w:p>
    <w:p w:rsidR="00C86C91" w:rsidRDefault="00C86C91" w:rsidP="00D62F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44FF3">
        <w:rPr>
          <w:sz w:val="28"/>
          <w:szCs w:val="28"/>
        </w:rPr>
        <w:t>.</w:t>
      </w:r>
      <w:r>
        <w:rPr>
          <w:sz w:val="28"/>
          <w:szCs w:val="28"/>
        </w:rPr>
        <w:t> Администрации Таборинского муниципального района (В.А.Владимирова, Ю.В.Мальцев) о</w:t>
      </w:r>
      <w:r w:rsidRPr="00A44FF3">
        <w:rPr>
          <w:sz w:val="28"/>
          <w:szCs w:val="28"/>
        </w:rPr>
        <w:t xml:space="preserve">казать методическую помощь </w:t>
      </w:r>
      <w:r>
        <w:rPr>
          <w:sz w:val="28"/>
          <w:szCs w:val="28"/>
        </w:rPr>
        <w:t xml:space="preserve">органам местного самоуправления сельских поселений, </w:t>
      </w:r>
      <w:r w:rsidRPr="0098095A">
        <w:rPr>
          <w:sz w:val="28"/>
          <w:szCs w:val="28"/>
        </w:rPr>
        <w:t>Управлению образования администрации Таборинского муниципального района</w:t>
      </w:r>
      <w:r>
        <w:rPr>
          <w:sz w:val="28"/>
          <w:szCs w:val="28"/>
        </w:rPr>
        <w:t xml:space="preserve"> по проведению мероприятий по профилактике терроризма в муниципальных учреждениях.</w:t>
      </w:r>
    </w:p>
    <w:p w:rsidR="00C86C91" w:rsidRDefault="00C86C91" w:rsidP="006323D8">
      <w:pPr>
        <w:pStyle w:val="BodyTextIndent"/>
        <w:ind w:right="-2" w:firstLine="709"/>
        <w:rPr>
          <w:bCs/>
          <w:szCs w:val="28"/>
        </w:rPr>
      </w:pPr>
      <w:r w:rsidRPr="000759D2">
        <w:rPr>
          <w:bCs/>
          <w:szCs w:val="28"/>
        </w:rPr>
        <w:t xml:space="preserve">Срок – </w:t>
      </w:r>
      <w:r>
        <w:rPr>
          <w:bCs/>
          <w:szCs w:val="28"/>
        </w:rPr>
        <w:t>в течение 2-го квартала</w:t>
      </w:r>
      <w:r w:rsidRPr="000759D2">
        <w:rPr>
          <w:bCs/>
          <w:szCs w:val="28"/>
        </w:rPr>
        <w:t xml:space="preserve"> 2017 года</w:t>
      </w:r>
      <w:r>
        <w:rPr>
          <w:bCs/>
          <w:szCs w:val="28"/>
        </w:rPr>
        <w:t>.</w:t>
      </w:r>
    </w:p>
    <w:p w:rsidR="00C86C91" w:rsidRDefault="00C86C91" w:rsidP="00D62F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0A0"/>
      </w:tblPr>
      <w:tblGrid>
        <w:gridCol w:w="10137"/>
      </w:tblGrid>
      <w:tr w:rsidR="00C86C91" w:rsidRPr="008C57C0" w:rsidTr="00994EAF">
        <w:trPr>
          <w:jc w:val="center"/>
        </w:trPr>
        <w:tc>
          <w:tcPr>
            <w:tcW w:w="10137" w:type="dxa"/>
            <w:tcBorders>
              <w:bottom w:val="single" w:sz="4" w:space="0" w:color="auto"/>
            </w:tcBorders>
          </w:tcPr>
          <w:p w:rsidR="00C86C91" w:rsidRPr="00994EAF" w:rsidRDefault="00C86C91" w:rsidP="00994EAF">
            <w:pPr>
              <w:jc w:val="center"/>
              <w:rPr>
                <w:sz w:val="28"/>
                <w:szCs w:val="28"/>
              </w:rPr>
            </w:pPr>
            <w:r w:rsidRPr="00994EAF">
              <w:rPr>
                <w:sz w:val="28"/>
                <w:szCs w:val="28"/>
                <w:lang w:val="en-US"/>
              </w:rPr>
              <w:t>II</w:t>
            </w:r>
            <w:r w:rsidRPr="00994EAF">
              <w:rPr>
                <w:sz w:val="28"/>
                <w:szCs w:val="28"/>
              </w:rPr>
              <w:t xml:space="preserve">. </w:t>
            </w:r>
            <w:r w:rsidRPr="00460AA3">
              <w:rPr>
                <w:sz w:val="28"/>
                <w:szCs w:val="28"/>
              </w:rPr>
              <w:t>О выработке мер по совершенствованию деятельности органов местного самоуправления в сфере профилактики терроризма в части реализации полномочий, предусмотренных статьей 5.2 Федерального закона от 06 марта 2006 года № 35-ФЗ «О противодействии терроризму»</w:t>
            </w:r>
          </w:p>
        </w:tc>
      </w:tr>
    </w:tbl>
    <w:p w:rsidR="00C86C91" w:rsidRDefault="00C86C91" w:rsidP="008C57C0">
      <w:pPr>
        <w:jc w:val="center"/>
        <w:rPr>
          <w:sz w:val="28"/>
          <w:szCs w:val="28"/>
        </w:rPr>
      </w:pPr>
      <w:r>
        <w:rPr>
          <w:sz w:val="28"/>
          <w:szCs w:val="28"/>
        </w:rPr>
        <w:t>(Ю.В.Мальцев)</w:t>
      </w:r>
    </w:p>
    <w:p w:rsidR="00C86C91" w:rsidRDefault="00C86C91" w:rsidP="003D6E7A">
      <w:pPr>
        <w:jc w:val="both"/>
        <w:rPr>
          <w:sz w:val="28"/>
          <w:szCs w:val="28"/>
        </w:rPr>
      </w:pPr>
    </w:p>
    <w:p w:rsidR="00C86C91" w:rsidRDefault="00C86C91" w:rsidP="00535D73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A44FF3">
        <w:rPr>
          <w:sz w:val="28"/>
          <w:szCs w:val="28"/>
        </w:rPr>
        <w:t xml:space="preserve">1. Принять к сведению доклад </w:t>
      </w:r>
      <w:r w:rsidRPr="006323D8">
        <w:rPr>
          <w:sz w:val="28"/>
          <w:szCs w:val="28"/>
        </w:rPr>
        <w:t>ведущего специалиста администрации Таборинского муниципального района Ю.В.Мальцева</w:t>
      </w:r>
      <w:r w:rsidRPr="00A44FF3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460AA3">
        <w:rPr>
          <w:sz w:val="28"/>
          <w:szCs w:val="28"/>
        </w:rPr>
        <w:t xml:space="preserve"> выработке мер по совершенствованию деятельности органов местного самоуправления в сфере профилактики терроризма </w:t>
      </w:r>
      <w:r>
        <w:rPr>
          <w:sz w:val="28"/>
          <w:szCs w:val="28"/>
        </w:rPr>
        <w:t>на территории Таборинского муниципального района.</w:t>
      </w:r>
    </w:p>
    <w:p w:rsidR="00C86C91" w:rsidRDefault="00C86C91" w:rsidP="00D84305">
      <w:pPr>
        <w:tabs>
          <w:tab w:val="left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44FF3">
        <w:rPr>
          <w:sz w:val="28"/>
          <w:szCs w:val="28"/>
        </w:rPr>
        <w:t>. Рекомендовать</w:t>
      </w:r>
      <w:r>
        <w:rPr>
          <w:sz w:val="28"/>
          <w:szCs w:val="28"/>
        </w:rPr>
        <w:t xml:space="preserve"> </w:t>
      </w:r>
      <w:r w:rsidRPr="00623291">
        <w:rPr>
          <w:sz w:val="28"/>
          <w:szCs w:val="28"/>
        </w:rPr>
        <w:t>Таборинско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23291">
        <w:rPr>
          <w:sz w:val="28"/>
          <w:szCs w:val="28"/>
        </w:rPr>
        <w:t>П.Б.Буткус</w:t>
      </w:r>
      <w:r>
        <w:rPr>
          <w:sz w:val="28"/>
          <w:szCs w:val="28"/>
        </w:rPr>
        <w:t>),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Кузнецовскому</w:t>
      </w:r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(С.В.Богданова), Унже-Павинскому</w:t>
      </w:r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(А.В.Белоусов) проводить на территории сельских поселений мероприятия в соответствии со </w:t>
      </w:r>
      <w:r w:rsidRPr="00460AA3">
        <w:rPr>
          <w:sz w:val="28"/>
          <w:szCs w:val="28"/>
        </w:rPr>
        <w:t>статьей 5.2 Федерального закона от 06 марта 2006 года № 35-ФЗ «О противодействии терроризму»</w:t>
      </w:r>
      <w:r>
        <w:rPr>
          <w:sz w:val="28"/>
          <w:szCs w:val="28"/>
        </w:rPr>
        <w:t xml:space="preserve">.   </w:t>
      </w:r>
    </w:p>
    <w:p w:rsidR="00C86C91" w:rsidRDefault="00C86C91" w:rsidP="004C40AB">
      <w:pPr>
        <w:pStyle w:val="BodyTextIndent"/>
        <w:ind w:right="-2" w:firstLine="709"/>
        <w:rPr>
          <w:bCs/>
          <w:szCs w:val="28"/>
        </w:rPr>
      </w:pPr>
      <w:r w:rsidRPr="000759D2">
        <w:rPr>
          <w:bCs/>
          <w:szCs w:val="28"/>
        </w:rPr>
        <w:t xml:space="preserve">Срок – </w:t>
      </w:r>
      <w:r>
        <w:rPr>
          <w:bCs/>
          <w:szCs w:val="28"/>
        </w:rPr>
        <w:t>в течение 2-го квартала</w:t>
      </w:r>
      <w:r w:rsidRPr="000759D2">
        <w:rPr>
          <w:bCs/>
          <w:szCs w:val="28"/>
        </w:rPr>
        <w:t xml:space="preserve"> 2017 года</w:t>
      </w:r>
      <w:r>
        <w:rPr>
          <w:bCs/>
          <w:szCs w:val="28"/>
        </w:rPr>
        <w:t>.</w:t>
      </w:r>
    </w:p>
    <w:p w:rsidR="00C86C91" w:rsidRDefault="00C86C91" w:rsidP="00D84305">
      <w:pPr>
        <w:tabs>
          <w:tab w:val="left" w:pos="-142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0A0"/>
      </w:tblPr>
      <w:tblGrid>
        <w:gridCol w:w="10137"/>
      </w:tblGrid>
      <w:tr w:rsidR="00C86C91" w:rsidRPr="008C57C0" w:rsidTr="0074491D">
        <w:trPr>
          <w:jc w:val="center"/>
        </w:trPr>
        <w:tc>
          <w:tcPr>
            <w:tcW w:w="10137" w:type="dxa"/>
            <w:tcBorders>
              <w:bottom w:val="single" w:sz="4" w:space="0" w:color="auto"/>
            </w:tcBorders>
          </w:tcPr>
          <w:p w:rsidR="00C86C91" w:rsidRPr="00994EAF" w:rsidRDefault="00C86C91" w:rsidP="0074491D">
            <w:pPr>
              <w:jc w:val="center"/>
              <w:rPr>
                <w:sz w:val="28"/>
                <w:szCs w:val="28"/>
              </w:rPr>
            </w:pPr>
            <w:r w:rsidRPr="00994EAF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  <w:lang w:val="en-US"/>
              </w:rPr>
              <w:t>I</w:t>
            </w:r>
            <w:r w:rsidRPr="00994EAF">
              <w:rPr>
                <w:sz w:val="28"/>
                <w:szCs w:val="28"/>
              </w:rPr>
              <w:t xml:space="preserve">. </w:t>
            </w:r>
            <w:r w:rsidRPr="004C40AB">
              <w:rPr>
                <w:sz w:val="28"/>
                <w:szCs w:val="28"/>
              </w:rPr>
              <w:t xml:space="preserve">О мерах по предотвращению террористических угроз на территории Таборинского муниципального района, в том числе в период подготовки и </w:t>
            </w:r>
            <w:r>
              <w:rPr>
                <w:sz w:val="28"/>
                <w:szCs w:val="28"/>
              </w:rPr>
              <w:t>п</w:t>
            </w:r>
            <w:r w:rsidRPr="004C40AB">
              <w:rPr>
                <w:sz w:val="28"/>
                <w:szCs w:val="28"/>
              </w:rPr>
              <w:t>роведения, массовых общественно-политических, культурных и иных мероприятий (День Весны и Труда и День Победы советского народа в Великой Отечественной войне 1941-1945 годов)</w:t>
            </w:r>
          </w:p>
        </w:tc>
      </w:tr>
    </w:tbl>
    <w:p w:rsidR="00C86C91" w:rsidRPr="00A44FF3" w:rsidRDefault="00C86C91" w:rsidP="004C40AB">
      <w:pPr>
        <w:jc w:val="center"/>
        <w:rPr>
          <w:sz w:val="28"/>
          <w:szCs w:val="28"/>
        </w:rPr>
      </w:pPr>
      <w:r w:rsidRPr="00A44FF3">
        <w:rPr>
          <w:sz w:val="28"/>
          <w:szCs w:val="28"/>
        </w:rPr>
        <w:t>(</w:t>
      </w:r>
      <w:r>
        <w:rPr>
          <w:sz w:val="28"/>
          <w:szCs w:val="28"/>
        </w:rPr>
        <w:t>П.Б.Буткус, С.В.Богданова</w:t>
      </w:r>
      <w:r w:rsidRPr="00A44FF3">
        <w:rPr>
          <w:sz w:val="28"/>
          <w:szCs w:val="28"/>
        </w:rPr>
        <w:t>)</w:t>
      </w:r>
    </w:p>
    <w:p w:rsidR="00C86C91" w:rsidRDefault="00C86C91" w:rsidP="004C40AB">
      <w:pPr>
        <w:jc w:val="center"/>
        <w:rPr>
          <w:sz w:val="28"/>
          <w:szCs w:val="28"/>
        </w:rPr>
      </w:pPr>
    </w:p>
    <w:p w:rsidR="00C86C91" w:rsidRDefault="00C86C91" w:rsidP="004C40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D33BF">
        <w:rPr>
          <w:sz w:val="28"/>
          <w:szCs w:val="28"/>
        </w:rPr>
        <w:t>1. Принять к сведению доклады главы Таборинского сельского поселения П.Б.Буткус, главы Кузнецовского сельского поселения С.В.Богдановой,</w:t>
      </w:r>
      <w:r>
        <w:rPr>
          <w:sz w:val="28"/>
          <w:szCs w:val="28"/>
        </w:rPr>
        <w:t xml:space="preserve"> о проведении мероприятий </w:t>
      </w:r>
      <w:r w:rsidRPr="00ED33BF">
        <w:rPr>
          <w:sz w:val="28"/>
          <w:szCs w:val="28"/>
        </w:rPr>
        <w:t>по профилактике терроризма н</w:t>
      </w:r>
      <w:r>
        <w:rPr>
          <w:sz w:val="28"/>
          <w:szCs w:val="28"/>
        </w:rPr>
        <w:t>а территории сельских поселений,</w:t>
      </w:r>
      <w:r w:rsidRPr="00ED33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ходе праздничных мероприятий </w:t>
      </w:r>
      <w:r w:rsidRPr="004C40AB">
        <w:rPr>
          <w:sz w:val="28"/>
          <w:szCs w:val="28"/>
        </w:rPr>
        <w:t>Д</w:t>
      </w:r>
      <w:r>
        <w:rPr>
          <w:sz w:val="28"/>
          <w:szCs w:val="28"/>
        </w:rPr>
        <w:t>ня</w:t>
      </w:r>
      <w:r w:rsidRPr="004C40AB">
        <w:rPr>
          <w:sz w:val="28"/>
          <w:szCs w:val="28"/>
        </w:rPr>
        <w:t xml:space="preserve"> Весны и Труда и Д</w:t>
      </w:r>
      <w:r>
        <w:rPr>
          <w:sz w:val="28"/>
          <w:szCs w:val="28"/>
        </w:rPr>
        <w:t>ня</w:t>
      </w:r>
      <w:r w:rsidRPr="004C40AB">
        <w:rPr>
          <w:sz w:val="28"/>
          <w:szCs w:val="28"/>
        </w:rPr>
        <w:t xml:space="preserve"> Победы советского народа в Великой Отечественной войне 1941-1945 годов</w:t>
      </w:r>
      <w:r>
        <w:rPr>
          <w:sz w:val="28"/>
          <w:szCs w:val="28"/>
        </w:rPr>
        <w:t>, в период с 01 по 09 мая 2017 года.</w:t>
      </w:r>
      <w:r w:rsidRPr="00ED33BF">
        <w:rPr>
          <w:sz w:val="28"/>
          <w:szCs w:val="28"/>
        </w:rPr>
        <w:t xml:space="preserve"> </w:t>
      </w:r>
    </w:p>
    <w:p w:rsidR="00C86C91" w:rsidRDefault="00C86C91" w:rsidP="00D84305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A44FF3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A44FF3">
        <w:rPr>
          <w:sz w:val="28"/>
          <w:szCs w:val="28"/>
        </w:rPr>
        <w:t xml:space="preserve">Рекомендовать </w:t>
      </w:r>
      <w:r w:rsidRPr="00623291">
        <w:rPr>
          <w:sz w:val="28"/>
          <w:szCs w:val="28"/>
        </w:rPr>
        <w:t>Таборинско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23291">
        <w:rPr>
          <w:sz w:val="28"/>
          <w:szCs w:val="28"/>
        </w:rPr>
        <w:t>П.Б.Буткус</w:t>
      </w:r>
      <w:r>
        <w:rPr>
          <w:sz w:val="28"/>
          <w:szCs w:val="28"/>
        </w:rPr>
        <w:t>),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Кузнецовскому</w:t>
      </w:r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(С.В.Богданова), Унже-Павинскому</w:t>
      </w:r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(А.В.Белоусов), совместно с территориальными правоохранительными органами обеспечить антитеррористическую защищенность </w:t>
      </w:r>
      <w:r w:rsidRPr="00E33059">
        <w:rPr>
          <w:sz w:val="28"/>
          <w:szCs w:val="28"/>
        </w:rPr>
        <w:t>объектов (территорий), а также мест проведения массовых мероприятий</w:t>
      </w:r>
      <w:r>
        <w:rPr>
          <w:sz w:val="28"/>
          <w:szCs w:val="28"/>
        </w:rPr>
        <w:t xml:space="preserve">, дежурство ответственных лиц в ходе подготовки и проведения праздничных мероприятий </w:t>
      </w:r>
      <w:r w:rsidRPr="004C40AB">
        <w:rPr>
          <w:sz w:val="28"/>
          <w:szCs w:val="28"/>
        </w:rPr>
        <w:t>Д</w:t>
      </w:r>
      <w:r>
        <w:rPr>
          <w:sz w:val="28"/>
          <w:szCs w:val="28"/>
        </w:rPr>
        <w:t>ня</w:t>
      </w:r>
      <w:r w:rsidRPr="004C40AB">
        <w:rPr>
          <w:sz w:val="28"/>
          <w:szCs w:val="28"/>
        </w:rPr>
        <w:t xml:space="preserve"> Весны и Труда и Д</w:t>
      </w:r>
      <w:r>
        <w:rPr>
          <w:sz w:val="28"/>
          <w:szCs w:val="28"/>
        </w:rPr>
        <w:t>ня</w:t>
      </w:r>
      <w:r w:rsidRPr="004C40AB">
        <w:rPr>
          <w:sz w:val="28"/>
          <w:szCs w:val="28"/>
        </w:rPr>
        <w:t xml:space="preserve"> Победы советского народа в Великой Отечественной войне 1941-1945 годов</w:t>
      </w:r>
      <w:r>
        <w:rPr>
          <w:sz w:val="28"/>
          <w:szCs w:val="28"/>
        </w:rPr>
        <w:t>.</w:t>
      </w:r>
    </w:p>
    <w:p w:rsidR="00C86C91" w:rsidRDefault="00C86C91" w:rsidP="00D84305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DE52FE">
        <w:rPr>
          <w:bCs/>
          <w:sz w:val="28"/>
          <w:szCs w:val="28"/>
        </w:rPr>
        <w:t>Срок –</w:t>
      </w:r>
      <w:r>
        <w:rPr>
          <w:bCs/>
          <w:szCs w:val="28"/>
        </w:rPr>
        <w:t xml:space="preserve"> </w:t>
      </w:r>
      <w:r>
        <w:rPr>
          <w:sz w:val="28"/>
          <w:szCs w:val="28"/>
        </w:rPr>
        <w:t>в период с 29 апреля по 09 мая 2017 года.</w:t>
      </w:r>
      <w:r w:rsidRPr="00ED33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86C91" w:rsidRDefault="00C86C91" w:rsidP="005C25F3">
      <w:pPr>
        <w:ind w:firstLine="709"/>
        <w:jc w:val="both"/>
        <w:rPr>
          <w:sz w:val="28"/>
          <w:szCs w:val="28"/>
        </w:rPr>
      </w:pPr>
      <w:r w:rsidRPr="0088238C">
        <w:rPr>
          <w:sz w:val="28"/>
          <w:szCs w:val="28"/>
        </w:rPr>
        <w:t xml:space="preserve">Контроль за выполнением и реализацией поручений настоящего протокола возложить на </w:t>
      </w:r>
      <w:r>
        <w:rPr>
          <w:sz w:val="28"/>
          <w:szCs w:val="28"/>
        </w:rPr>
        <w:t>заместителя главы администрации Таборинского муниципального района В.А.Владимирову</w:t>
      </w:r>
      <w:r w:rsidRPr="0088238C">
        <w:rPr>
          <w:sz w:val="28"/>
          <w:szCs w:val="28"/>
        </w:rPr>
        <w:t>.</w:t>
      </w:r>
    </w:p>
    <w:p w:rsidR="00C86C91" w:rsidRDefault="00C86C91" w:rsidP="00832C55">
      <w:pPr>
        <w:jc w:val="both"/>
        <w:rPr>
          <w:sz w:val="28"/>
          <w:szCs w:val="28"/>
        </w:rPr>
      </w:pPr>
    </w:p>
    <w:p w:rsidR="00C86C91" w:rsidRDefault="00C86C91" w:rsidP="00832C55">
      <w:pPr>
        <w:jc w:val="both"/>
        <w:rPr>
          <w:sz w:val="28"/>
          <w:szCs w:val="28"/>
        </w:rPr>
      </w:pPr>
    </w:p>
    <w:p w:rsidR="00C86C91" w:rsidRDefault="00C86C91" w:rsidP="00221F96">
      <w:pPr>
        <w:ind w:right="1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A71506">
        <w:rPr>
          <w:sz w:val="28"/>
          <w:szCs w:val="28"/>
        </w:rPr>
        <w:t>Таборинского</w:t>
      </w:r>
      <w:r>
        <w:rPr>
          <w:sz w:val="28"/>
          <w:szCs w:val="28"/>
        </w:rPr>
        <w:t xml:space="preserve"> </w:t>
      </w:r>
    </w:p>
    <w:p w:rsidR="00C86C91" w:rsidRDefault="00C86C91" w:rsidP="00221F96">
      <w:pPr>
        <w:ind w:right="198"/>
        <w:jc w:val="both"/>
        <w:rPr>
          <w:sz w:val="28"/>
          <w:szCs w:val="28"/>
        </w:rPr>
      </w:pPr>
      <w:r w:rsidRPr="00A71506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, </w:t>
      </w:r>
    </w:p>
    <w:p w:rsidR="00C86C91" w:rsidRDefault="00C86C91" w:rsidP="00221F96">
      <w:pPr>
        <w:ind w:right="1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          </w:t>
      </w:r>
      <w:r w:rsidRPr="00A715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Pr="00A7150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Pr="00A71506">
        <w:rPr>
          <w:sz w:val="28"/>
          <w:szCs w:val="28"/>
        </w:rPr>
        <w:t xml:space="preserve">             В.А.</w:t>
      </w:r>
      <w:r>
        <w:rPr>
          <w:sz w:val="28"/>
          <w:szCs w:val="28"/>
        </w:rPr>
        <w:t>Роененко</w:t>
      </w: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Default="00C86C91" w:rsidP="008C57C0">
      <w:pPr>
        <w:jc w:val="both"/>
        <w:rPr>
          <w:sz w:val="28"/>
          <w:szCs w:val="28"/>
        </w:rPr>
      </w:pPr>
    </w:p>
    <w:p w:rsidR="00C86C91" w:rsidRPr="008C57C0" w:rsidRDefault="00C86C91" w:rsidP="006D74D8">
      <w:pPr>
        <w:jc w:val="both"/>
        <w:rPr>
          <w:sz w:val="20"/>
          <w:szCs w:val="20"/>
        </w:rPr>
      </w:pPr>
      <w:r>
        <w:rPr>
          <w:sz w:val="20"/>
          <w:szCs w:val="20"/>
        </w:rPr>
        <w:t>Мальцев Ю.В.</w:t>
      </w:r>
    </w:p>
    <w:p w:rsidR="00C86C91" w:rsidRDefault="00C86C91" w:rsidP="008C57C0">
      <w:pPr>
        <w:jc w:val="both"/>
        <w:rPr>
          <w:sz w:val="28"/>
          <w:szCs w:val="28"/>
        </w:rPr>
      </w:pPr>
      <w:r>
        <w:rPr>
          <w:sz w:val="20"/>
          <w:szCs w:val="20"/>
        </w:rPr>
        <w:t>8</w:t>
      </w:r>
      <w:r w:rsidRPr="008C57C0">
        <w:rPr>
          <w:sz w:val="20"/>
          <w:szCs w:val="20"/>
        </w:rPr>
        <w:t>(343</w:t>
      </w:r>
      <w:r>
        <w:rPr>
          <w:sz w:val="20"/>
          <w:szCs w:val="20"/>
        </w:rPr>
        <w:t xml:space="preserve">47 </w:t>
      </w:r>
      <w:r w:rsidRPr="008C57C0">
        <w:rPr>
          <w:sz w:val="20"/>
          <w:szCs w:val="20"/>
        </w:rPr>
        <w:t xml:space="preserve">) </w:t>
      </w:r>
      <w:r>
        <w:rPr>
          <w:sz w:val="20"/>
          <w:szCs w:val="20"/>
        </w:rPr>
        <w:t>2</w:t>
      </w:r>
      <w:r w:rsidRPr="008C57C0">
        <w:rPr>
          <w:sz w:val="20"/>
          <w:szCs w:val="20"/>
        </w:rPr>
        <w:t>-</w:t>
      </w:r>
      <w:r>
        <w:rPr>
          <w:sz w:val="20"/>
          <w:szCs w:val="20"/>
        </w:rPr>
        <w:t>1</w:t>
      </w:r>
      <w:r w:rsidRPr="008C57C0">
        <w:rPr>
          <w:sz w:val="20"/>
          <w:szCs w:val="20"/>
        </w:rPr>
        <w:t>1-</w:t>
      </w:r>
      <w:r>
        <w:rPr>
          <w:sz w:val="20"/>
          <w:szCs w:val="20"/>
        </w:rPr>
        <w:t>06</w:t>
      </w:r>
    </w:p>
    <w:sectPr w:rsidR="00C86C91" w:rsidSect="006D74D8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C91" w:rsidRDefault="00C86C91" w:rsidP="008D4CF3">
      <w:r>
        <w:separator/>
      </w:r>
    </w:p>
  </w:endnote>
  <w:endnote w:type="continuationSeparator" w:id="1">
    <w:p w:rsidR="00C86C91" w:rsidRDefault="00C86C91" w:rsidP="008D4C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C91" w:rsidRDefault="00C86C91" w:rsidP="008D4CF3">
      <w:r>
        <w:separator/>
      </w:r>
    </w:p>
  </w:footnote>
  <w:footnote w:type="continuationSeparator" w:id="1">
    <w:p w:rsidR="00C86C91" w:rsidRDefault="00C86C91" w:rsidP="008D4C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C91" w:rsidRPr="00264CA9" w:rsidRDefault="00C86C91">
    <w:pPr>
      <w:pStyle w:val="Header"/>
      <w:jc w:val="center"/>
      <w:rPr>
        <w:sz w:val="28"/>
        <w:szCs w:val="28"/>
      </w:rPr>
    </w:pPr>
    <w:r w:rsidRPr="00264CA9">
      <w:rPr>
        <w:sz w:val="28"/>
        <w:szCs w:val="28"/>
      </w:rPr>
      <w:fldChar w:fldCharType="begin"/>
    </w:r>
    <w:r w:rsidRPr="00264CA9">
      <w:rPr>
        <w:sz w:val="28"/>
        <w:szCs w:val="28"/>
      </w:rPr>
      <w:instrText>PAGE   \* MERGEFORMAT</w:instrText>
    </w:r>
    <w:r w:rsidRPr="00264CA9">
      <w:rPr>
        <w:sz w:val="28"/>
        <w:szCs w:val="28"/>
      </w:rPr>
      <w:fldChar w:fldCharType="separate"/>
    </w:r>
    <w:r>
      <w:rPr>
        <w:noProof/>
        <w:sz w:val="28"/>
        <w:szCs w:val="28"/>
      </w:rPr>
      <w:t>3</w:t>
    </w:r>
    <w:r w:rsidRPr="00264CA9">
      <w:rPr>
        <w:sz w:val="28"/>
        <w:szCs w:val="28"/>
      </w:rPr>
      <w:fldChar w:fldCharType="end"/>
    </w:r>
  </w:p>
  <w:p w:rsidR="00C86C91" w:rsidRDefault="00C86C9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4623"/>
    <w:multiLevelType w:val="singleLevel"/>
    <w:tmpl w:val="DA36C55E"/>
    <w:lvl w:ilvl="0">
      <w:start w:val="8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7FE3FD5"/>
    <w:multiLevelType w:val="hybridMultilevel"/>
    <w:tmpl w:val="E01C14D6"/>
    <w:lvl w:ilvl="0" w:tplc="ED82558A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CF3029D"/>
    <w:multiLevelType w:val="hybridMultilevel"/>
    <w:tmpl w:val="9788CCFE"/>
    <w:lvl w:ilvl="0" w:tplc="73E0E76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CF36F79"/>
    <w:multiLevelType w:val="hybridMultilevel"/>
    <w:tmpl w:val="6C5A322A"/>
    <w:lvl w:ilvl="0" w:tplc="89DE6C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08F7D29"/>
    <w:multiLevelType w:val="hybridMultilevel"/>
    <w:tmpl w:val="31F87462"/>
    <w:lvl w:ilvl="0" w:tplc="4314EA2A">
      <w:start w:val="1"/>
      <w:numFmt w:val="decimal"/>
      <w:lvlText w:val="%1."/>
      <w:lvlJc w:val="left"/>
      <w:pPr>
        <w:tabs>
          <w:tab w:val="num" w:pos="2136"/>
        </w:tabs>
        <w:ind w:left="2136" w:hanging="1416"/>
      </w:pPr>
      <w:rPr>
        <w:rFonts w:cs="Times New Roman" w:hint="default"/>
        <w:color w:val="000000"/>
      </w:rPr>
    </w:lvl>
    <w:lvl w:ilvl="1" w:tplc="EB5E1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EE287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A493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2898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C92C1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33CC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79C2D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CACA8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19481D50"/>
    <w:multiLevelType w:val="hybridMultilevel"/>
    <w:tmpl w:val="F804577C"/>
    <w:lvl w:ilvl="0" w:tplc="EEFAA56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A6E29B6"/>
    <w:multiLevelType w:val="multilevel"/>
    <w:tmpl w:val="13BC7A9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7">
    <w:nsid w:val="1EB37CDF"/>
    <w:multiLevelType w:val="multilevel"/>
    <w:tmpl w:val="87E255C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8">
    <w:nsid w:val="1F715B38"/>
    <w:multiLevelType w:val="hybridMultilevel"/>
    <w:tmpl w:val="22B6ECBE"/>
    <w:lvl w:ilvl="0" w:tplc="0F3CEB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ED73F4"/>
    <w:multiLevelType w:val="multilevel"/>
    <w:tmpl w:val="318E9C3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10">
    <w:nsid w:val="25725267"/>
    <w:multiLevelType w:val="hybridMultilevel"/>
    <w:tmpl w:val="D93A1E7E"/>
    <w:lvl w:ilvl="0" w:tplc="85743A9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7BC07F4"/>
    <w:multiLevelType w:val="multilevel"/>
    <w:tmpl w:val="A6D83FC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>
    <w:nsid w:val="29044921"/>
    <w:multiLevelType w:val="hybridMultilevel"/>
    <w:tmpl w:val="E12ACCF0"/>
    <w:lvl w:ilvl="0" w:tplc="C59ED196">
      <w:start w:val="1"/>
      <w:numFmt w:val="upperRoman"/>
      <w:lvlText w:val="%1."/>
      <w:lvlJc w:val="left"/>
      <w:pPr>
        <w:ind w:left="79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13">
    <w:nsid w:val="31541E7E"/>
    <w:multiLevelType w:val="hybridMultilevel"/>
    <w:tmpl w:val="D062CC2E"/>
    <w:lvl w:ilvl="0" w:tplc="9658408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31E3133A"/>
    <w:multiLevelType w:val="hybridMultilevel"/>
    <w:tmpl w:val="8E76BBC0"/>
    <w:lvl w:ilvl="0" w:tplc="0419000F">
      <w:start w:val="1"/>
      <w:numFmt w:val="decimal"/>
      <w:lvlText w:val="%1."/>
      <w:lvlJc w:val="left"/>
      <w:pPr>
        <w:ind w:left="14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  <w:rPr>
        <w:rFonts w:cs="Times New Roman"/>
      </w:rPr>
    </w:lvl>
  </w:abstractNum>
  <w:abstractNum w:abstractNumId="15">
    <w:nsid w:val="45800993"/>
    <w:multiLevelType w:val="multilevel"/>
    <w:tmpl w:val="10A6149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16">
    <w:nsid w:val="4FF6534A"/>
    <w:multiLevelType w:val="hybridMultilevel"/>
    <w:tmpl w:val="0492C5DC"/>
    <w:lvl w:ilvl="0" w:tplc="F66C11A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53EC5CB1"/>
    <w:multiLevelType w:val="hybridMultilevel"/>
    <w:tmpl w:val="E12ACCF0"/>
    <w:lvl w:ilvl="0" w:tplc="C59ED196">
      <w:start w:val="1"/>
      <w:numFmt w:val="upperRoman"/>
      <w:lvlText w:val="%1."/>
      <w:lvlJc w:val="left"/>
      <w:pPr>
        <w:ind w:left="79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18">
    <w:nsid w:val="56BF307A"/>
    <w:multiLevelType w:val="hybridMultilevel"/>
    <w:tmpl w:val="F432C1F0"/>
    <w:lvl w:ilvl="0" w:tplc="CB6EAE1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5AE12F89"/>
    <w:multiLevelType w:val="multilevel"/>
    <w:tmpl w:val="5B902A3C"/>
    <w:lvl w:ilvl="0">
      <w:start w:val="1"/>
      <w:numFmt w:val="upperRoman"/>
      <w:lvlText w:val="%1."/>
      <w:lvlJc w:val="left"/>
      <w:pPr>
        <w:ind w:left="578" w:hanging="720"/>
      </w:pPr>
      <w:rPr>
        <w:rFonts w:cs="Times New Roman" w:hint="default"/>
        <w:color w:val="00000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4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5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826" w:hanging="2160"/>
      </w:pPr>
      <w:rPr>
        <w:rFonts w:cs="Times New Roman" w:hint="default"/>
      </w:rPr>
    </w:lvl>
  </w:abstractNum>
  <w:abstractNum w:abstractNumId="20">
    <w:nsid w:val="5B02368C"/>
    <w:multiLevelType w:val="multilevel"/>
    <w:tmpl w:val="AD5646F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21">
    <w:nsid w:val="5C481207"/>
    <w:multiLevelType w:val="hybridMultilevel"/>
    <w:tmpl w:val="7AC0A130"/>
    <w:lvl w:ilvl="0" w:tplc="186E7D82">
      <w:start w:val="1"/>
      <w:numFmt w:val="decimal"/>
      <w:lvlText w:val="%1."/>
      <w:lvlJc w:val="left"/>
      <w:pPr>
        <w:ind w:left="900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5E9415C9"/>
    <w:multiLevelType w:val="hybridMultilevel"/>
    <w:tmpl w:val="DA462B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ADD6619"/>
    <w:multiLevelType w:val="multilevel"/>
    <w:tmpl w:val="597A24B4"/>
    <w:lvl w:ilvl="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4">
    <w:nsid w:val="6C570F70"/>
    <w:multiLevelType w:val="hybridMultilevel"/>
    <w:tmpl w:val="1CA2B6C2"/>
    <w:lvl w:ilvl="0" w:tplc="355446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6DCA1E27"/>
    <w:multiLevelType w:val="hybridMultilevel"/>
    <w:tmpl w:val="2B8CDF12"/>
    <w:lvl w:ilvl="0" w:tplc="5DBEA8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76033418"/>
    <w:multiLevelType w:val="hybridMultilevel"/>
    <w:tmpl w:val="5D04C8F6"/>
    <w:lvl w:ilvl="0" w:tplc="2EF0FF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82EF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8E9E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0E1C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BE8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08CE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8059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E40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487D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79740B6"/>
    <w:multiLevelType w:val="hybridMultilevel"/>
    <w:tmpl w:val="F542AB7C"/>
    <w:lvl w:ilvl="0" w:tplc="1C925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770653"/>
    <w:multiLevelType w:val="multilevel"/>
    <w:tmpl w:val="E59634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9">
    <w:nsid w:val="7BBA55D2"/>
    <w:multiLevelType w:val="multilevel"/>
    <w:tmpl w:val="37D43518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0">
    <w:nsid w:val="7D557977"/>
    <w:multiLevelType w:val="hybridMultilevel"/>
    <w:tmpl w:val="DC02B5D2"/>
    <w:lvl w:ilvl="0" w:tplc="10D285FE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31">
    <w:nsid w:val="7EC35EA3"/>
    <w:multiLevelType w:val="hybridMultilevel"/>
    <w:tmpl w:val="C9D80B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EC776F0"/>
    <w:multiLevelType w:val="multilevel"/>
    <w:tmpl w:val="70F0460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7FEB39CE"/>
    <w:multiLevelType w:val="multilevel"/>
    <w:tmpl w:val="B6AC6E26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1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4"/>
  </w:num>
  <w:num w:numId="2">
    <w:abstractNumId w:val="4"/>
  </w:num>
  <w:num w:numId="3">
    <w:abstractNumId w:val="11"/>
  </w:num>
  <w:num w:numId="4">
    <w:abstractNumId w:val="6"/>
  </w:num>
  <w:num w:numId="5">
    <w:abstractNumId w:val="15"/>
  </w:num>
  <w:num w:numId="6">
    <w:abstractNumId w:val="29"/>
  </w:num>
  <w:num w:numId="7">
    <w:abstractNumId w:val="7"/>
  </w:num>
  <w:num w:numId="8">
    <w:abstractNumId w:val="24"/>
  </w:num>
  <w:num w:numId="9">
    <w:abstractNumId w:val="13"/>
  </w:num>
  <w:num w:numId="10">
    <w:abstractNumId w:val="22"/>
  </w:num>
  <w:num w:numId="11">
    <w:abstractNumId w:val="16"/>
  </w:num>
  <w:num w:numId="12">
    <w:abstractNumId w:val="25"/>
  </w:num>
  <w:num w:numId="13">
    <w:abstractNumId w:val="10"/>
  </w:num>
  <w:num w:numId="14">
    <w:abstractNumId w:val="27"/>
  </w:num>
  <w:num w:numId="15">
    <w:abstractNumId w:val="18"/>
  </w:num>
  <w:num w:numId="16">
    <w:abstractNumId w:val="33"/>
  </w:num>
  <w:num w:numId="17">
    <w:abstractNumId w:val="31"/>
  </w:num>
  <w:num w:numId="18">
    <w:abstractNumId w:val="0"/>
  </w:num>
  <w:num w:numId="19">
    <w:abstractNumId w:val="26"/>
  </w:num>
  <w:num w:numId="20">
    <w:abstractNumId w:val="28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2"/>
  </w:num>
  <w:num w:numId="25">
    <w:abstractNumId w:val="12"/>
  </w:num>
  <w:num w:numId="26">
    <w:abstractNumId w:val="8"/>
  </w:num>
  <w:num w:numId="27">
    <w:abstractNumId w:val="3"/>
  </w:num>
  <w:num w:numId="28">
    <w:abstractNumId w:val="20"/>
  </w:num>
  <w:num w:numId="29">
    <w:abstractNumId w:val="30"/>
  </w:num>
  <w:num w:numId="30">
    <w:abstractNumId w:val="19"/>
  </w:num>
  <w:num w:numId="31">
    <w:abstractNumId w:val="23"/>
  </w:num>
  <w:num w:numId="32">
    <w:abstractNumId w:val="5"/>
  </w:num>
  <w:num w:numId="33">
    <w:abstractNumId w:val="21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698E"/>
    <w:rsid w:val="00000359"/>
    <w:rsid w:val="00000B11"/>
    <w:rsid w:val="0000241E"/>
    <w:rsid w:val="00003663"/>
    <w:rsid w:val="0000543B"/>
    <w:rsid w:val="00006977"/>
    <w:rsid w:val="00006D9A"/>
    <w:rsid w:val="00007559"/>
    <w:rsid w:val="00010636"/>
    <w:rsid w:val="00013C95"/>
    <w:rsid w:val="000162F2"/>
    <w:rsid w:val="000213FB"/>
    <w:rsid w:val="00021DD0"/>
    <w:rsid w:val="00021F2C"/>
    <w:rsid w:val="00021F8A"/>
    <w:rsid w:val="00021FEA"/>
    <w:rsid w:val="0002402F"/>
    <w:rsid w:val="00026B9E"/>
    <w:rsid w:val="0002713D"/>
    <w:rsid w:val="00030DE8"/>
    <w:rsid w:val="000314E4"/>
    <w:rsid w:val="00031621"/>
    <w:rsid w:val="00033772"/>
    <w:rsid w:val="00042DDD"/>
    <w:rsid w:val="00045CEC"/>
    <w:rsid w:val="00047364"/>
    <w:rsid w:val="000475DB"/>
    <w:rsid w:val="000513FC"/>
    <w:rsid w:val="000519A4"/>
    <w:rsid w:val="00052B78"/>
    <w:rsid w:val="0005518E"/>
    <w:rsid w:val="0005711B"/>
    <w:rsid w:val="00061693"/>
    <w:rsid w:val="00061CC9"/>
    <w:rsid w:val="00063CC4"/>
    <w:rsid w:val="00063F93"/>
    <w:rsid w:val="00066BE0"/>
    <w:rsid w:val="00066CED"/>
    <w:rsid w:val="000718C3"/>
    <w:rsid w:val="000738A0"/>
    <w:rsid w:val="00073C57"/>
    <w:rsid w:val="000759D2"/>
    <w:rsid w:val="00076875"/>
    <w:rsid w:val="00076B82"/>
    <w:rsid w:val="0007701B"/>
    <w:rsid w:val="00080608"/>
    <w:rsid w:val="00080C54"/>
    <w:rsid w:val="0008312B"/>
    <w:rsid w:val="00083C0D"/>
    <w:rsid w:val="000841B4"/>
    <w:rsid w:val="000842B6"/>
    <w:rsid w:val="00090146"/>
    <w:rsid w:val="00091643"/>
    <w:rsid w:val="00092B6B"/>
    <w:rsid w:val="00093063"/>
    <w:rsid w:val="000937D4"/>
    <w:rsid w:val="000943F2"/>
    <w:rsid w:val="00095557"/>
    <w:rsid w:val="00096DEC"/>
    <w:rsid w:val="000A189E"/>
    <w:rsid w:val="000A1B77"/>
    <w:rsid w:val="000A4448"/>
    <w:rsid w:val="000A57E3"/>
    <w:rsid w:val="000A5ADB"/>
    <w:rsid w:val="000B019B"/>
    <w:rsid w:val="000B07A3"/>
    <w:rsid w:val="000B1682"/>
    <w:rsid w:val="000B2440"/>
    <w:rsid w:val="000B33F5"/>
    <w:rsid w:val="000B484C"/>
    <w:rsid w:val="000B5232"/>
    <w:rsid w:val="000B5A53"/>
    <w:rsid w:val="000C0066"/>
    <w:rsid w:val="000C30F8"/>
    <w:rsid w:val="000C3830"/>
    <w:rsid w:val="000C3843"/>
    <w:rsid w:val="000C4C2E"/>
    <w:rsid w:val="000C7C3D"/>
    <w:rsid w:val="000D26E7"/>
    <w:rsid w:val="000D628A"/>
    <w:rsid w:val="000E153B"/>
    <w:rsid w:val="000E1EB2"/>
    <w:rsid w:val="000E25DE"/>
    <w:rsid w:val="000E3632"/>
    <w:rsid w:val="000E3AD2"/>
    <w:rsid w:val="000E53DA"/>
    <w:rsid w:val="000E7ACB"/>
    <w:rsid w:val="000E7C3D"/>
    <w:rsid w:val="000F08D4"/>
    <w:rsid w:val="000F1AE0"/>
    <w:rsid w:val="000F21F0"/>
    <w:rsid w:val="000F2737"/>
    <w:rsid w:val="000F2A0C"/>
    <w:rsid w:val="000F394C"/>
    <w:rsid w:val="000F3CDC"/>
    <w:rsid w:val="000F3D14"/>
    <w:rsid w:val="000F4C38"/>
    <w:rsid w:val="000F66EA"/>
    <w:rsid w:val="000F6715"/>
    <w:rsid w:val="001008B8"/>
    <w:rsid w:val="00100D2D"/>
    <w:rsid w:val="001028A2"/>
    <w:rsid w:val="00103B19"/>
    <w:rsid w:val="001046BC"/>
    <w:rsid w:val="00110FC5"/>
    <w:rsid w:val="001118C0"/>
    <w:rsid w:val="00111BFD"/>
    <w:rsid w:val="0011587D"/>
    <w:rsid w:val="00116096"/>
    <w:rsid w:val="00126ED9"/>
    <w:rsid w:val="001300C3"/>
    <w:rsid w:val="001307FC"/>
    <w:rsid w:val="00130F2D"/>
    <w:rsid w:val="00133986"/>
    <w:rsid w:val="00134BAD"/>
    <w:rsid w:val="001355CC"/>
    <w:rsid w:val="001366B5"/>
    <w:rsid w:val="0013723A"/>
    <w:rsid w:val="00143559"/>
    <w:rsid w:val="001455C0"/>
    <w:rsid w:val="00146E1C"/>
    <w:rsid w:val="00146F43"/>
    <w:rsid w:val="001501BA"/>
    <w:rsid w:val="0015083D"/>
    <w:rsid w:val="001564A4"/>
    <w:rsid w:val="00156609"/>
    <w:rsid w:val="00156710"/>
    <w:rsid w:val="00156C41"/>
    <w:rsid w:val="001572E1"/>
    <w:rsid w:val="00157761"/>
    <w:rsid w:val="00160770"/>
    <w:rsid w:val="001636DC"/>
    <w:rsid w:val="00163B17"/>
    <w:rsid w:val="00164272"/>
    <w:rsid w:val="00164D84"/>
    <w:rsid w:val="001654D3"/>
    <w:rsid w:val="0016698D"/>
    <w:rsid w:val="00167006"/>
    <w:rsid w:val="0017155E"/>
    <w:rsid w:val="0017251E"/>
    <w:rsid w:val="00172B7A"/>
    <w:rsid w:val="00177563"/>
    <w:rsid w:val="0017776C"/>
    <w:rsid w:val="00180380"/>
    <w:rsid w:val="001803A6"/>
    <w:rsid w:val="0018086E"/>
    <w:rsid w:val="00180CC4"/>
    <w:rsid w:val="001817EB"/>
    <w:rsid w:val="0018242F"/>
    <w:rsid w:val="001846C0"/>
    <w:rsid w:val="001854BF"/>
    <w:rsid w:val="0018551B"/>
    <w:rsid w:val="001916F9"/>
    <w:rsid w:val="00191AE6"/>
    <w:rsid w:val="00192F6F"/>
    <w:rsid w:val="001945A1"/>
    <w:rsid w:val="00194AF8"/>
    <w:rsid w:val="00195DF7"/>
    <w:rsid w:val="00196D5F"/>
    <w:rsid w:val="00196EF7"/>
    <w:rsid w:val="00196FCC"/>
    <w:rsid w:val="001A0964"/>
    <w:rsid w:val="001A6CAF"/>
    <w:rsid w:val="001B06C8"/>
    <w:rsid w:val="001B0D05"/>
    <w:rsid w:val="001B110A"/>
    <w:rsid w:val="001B1429"/>
    <w:rsid w:val="001B32AF"/>
    <w:rsid w:val="001B32D4"/>
    <w:rsid w:val="001B372B"/>
    <w:rsid w:val="001C2C1E"/>
    <w:rsid w:val="001C3235"/>
    <w:rsid w:val="001C3361"/>
    <w:rsid w:val="001C4DA7"/>
    <w:rsid w:val="001C553F"/>
    <w:rsid w:val="001C6D59"/>
    <w:rsid w:val="001D21A6"/>
    <w:rsid w:val="001D2F37"/>
    <w:rsid w:val="001D4058"/>
    <w:rsid w:val="001D734F"/>
    <w:rsid w:val="001E0270"/>
    <w:rsid w:val="001E30F6"/>
    <w:rsid w:val="001E40BA"/>
    <w:rsid w:val="001E4EC2"/>
    <w:rsid w:val="001E5EC3"/>
    <w:rsid w:val="001E6DB1"/>
    <w:rsid w:val="001E7660"/>
    <w:rsid w:val="001F170E"/>
    <w:rsid w:val="001F2192"/>
    <w:rsid w:val="001F458E"/>
    <w:rsid w:val="001F5A06"/>
    <w:rsid w:val="002002B8"/>
    <w:rsid w:val="0020151D"/>
    <w:rsid w:val="00202F87"/>
    <w:rsid w:val="002050F0"/>
    <w:rsid w:val="00206933"/>
    <w:rsid w:val="002074CF"/>
    <w:rsid w:val="00210A1E"/>
    <w:rsid w:val="00211671"/>
    <w:rsid w:val="0021456B"/>
    <w:rsid w:val="00215999"/>
    <w:rsid w:val="00220DA5"/>
    <w:rsid w:val="002214D3"/>
    <w:rsid w:val="00221F96"/>
    <w:rsid w:val="00222752"/>
    <w:rsid w:val="00223F68"/>
    <w:rsid w:val="00225108"/>
    <w:rsid w:val="002260A9"/>
    <w:rsid w:val="00227FAF"/>
    <w:rsid w:val="0023065B"/>
    <w:rsid w:val="00230D6B"/>
    <w:rsid w:val="00233C70"/>
    <w:rsid w:val="00236637"/>
    <w:rsid w:val="002378EA"/>
    <w:rsid w:val="00240562"/>
    <w:rsid w:val="0024182F"/>
    <w:rsid w:val="00242432"/>
    <w:rsid w:val="0024313F"/>
    <w:rsid w:val="00246D55"/>
    <w:rsid w:val="00252A25"/>
    <w:rsid w:val="0025320D"/>
    <w:rsid w:val="0025571A"/>
    <w:rsid w:val="0025578A"/>
    <w:rsid w:val="00257027"/>
    <w:rsid w:val="00260089"/>
    <w:rsid w:val="00260347"/>
    <w:rsid w:val="002608E4"/>
    <w:rsid w:val="002609A3"/>
    <w:rsid w:val="00260AAD"/>
    <w:rsid w:val="00261347"/>
    <w:rsid w:val="00262EB6"/>
    <w:rsid w:val="00263539"/>
    <w:rsid w:val="002647EC"/>
    <w:rsid w:val="00264CA9"/>
    <w:rsid w:val="00265750"/>
    <w:rsid w:val="00271164"/>
    <w:rsid w:val="00271694"/>
    <w:rsid w:val="00271D8A"/>
    <w:rsid w:val="00272864"/>
    <w:rsid w:val="002729F6"/>
    <w:rsid w:val="00272ABC"/>
    <w:rsid w:val="0027362F"/>
    <w:rsid w:val="00276398"/>
    <w:rsid w:val="00276A93"/>
    <w:rsid w:val="00280061"/>
    <w:rsid w:val="00280D37"/>
    <w:rsid w:val="00281089"/>
    <w:rsid w:val="0028363D"/>
    <w:rsid w:val="00283926"/>
    <w:rsid w:val="00284B97"/>
    <w:rsid w:val="00287237"/>
    <w:rsid w:val="00287D6F"/>
    <w:rsid w:val="00290778"/>
    <w:rsid w:val="002920B8"/>
    <w:rsid w:val="002930A6"/>
    <w:rsid w:val="00293448"/>
    <w:rsid w:val="00293774"/>
    <w:rsid w:val="00295889"/>
    <w:rsid w:val="002968EC"/>
    <w:rsid w:val="00296953"/>
    <w:rsid w:val="002A0DAD"/>
    <w:rsid w:val="002A10B6"/>
    <w:rsid w:val="002A12DB"/>
    <w:rsid w:val="002A19C2"/>
    <w:rsid w:val="002A4E98"/>
    <w:rsid w:val="002A5DA0"/>
    <w:rsid w:val="002A5DE9"/>
    <w:rsid w:val="002A6BB8"/>
    <w:rsid w:val="002A6D97"/>
    <w:rsid w:val="002A714E"/>
    <w:rsid w:val="002A7934"/>
    <w:rsid w:val="002B1396"/>
    <w:rsid w:val="002B2A22"/>
    <w:rsid w:val="002B58DC"/>
    <w:rsid w:val="002B5C5E"/>
    <w:rsid w:val="002B761B"/>
    <w:rsid w:val="002B77A0"/>
    <w:rsid w:val="002C22FE"/>
    <w:rsid w:val="002C2AC8"/>
    <w:rsid w:val="002C2DC7"/>
    <w:rsid w:val="002C3912"/>
    <w:rsid w:val="002C3B07"/>
    <w:rsid w:val="002C3DC4"/>
    <w:rsid w:val="002C53F1"/>
    <w:rsid w:val="002D21BE"/>
    <w:rsid w:val="002D2CA4"/>
    <w:rsid w:val="002D5D8D"/>
    <w:rsid w:val="002D6690"/>
    <w:rsid w:val="002E1300"/>
    <w:rsid w:val="002E3308"/>
    <w:rsid w:val="002E442A"/>
    <w:rsid w:val="002E5783"/>
    <w:rsid w:val="002E6115"/>
    <w:rsid w:val="002E64AE"/>
    <w:rsid w:val="002E6DDB"/>
    <w:rsid w:val="002E6FD3"/>
    <w:rsid w:val="002E7736"/>
    <w:rsid w:val="002F0B64"/>
    <w:rsid w:val="002F19E3"/>
    <w:rsid w:val="002F2572"/>
    <w:rsid w:val="002F3628"/>
    <w:rsid w:val="002F4372"/>
    <w:rsid w:val="002F59E4"/>
    <w:rsid w:val="002F702A"/>
    <w:rsid w:val="002F792B"/>
    <w:rsid w:val="0030056B"/>
    <w:rsid w:val="00307110"/>
    <w:rsid w:val="00307CE2"/>
    <w:rsid w:val="0031060E"/>
    <w:rsid w:val="0031090E"/>
    <w:rsid w:val="00310BF2"/>
    <w:rsid w:val="00315B2F"/>
    <w:rsid w:val="003162E3"/>
    <w:rsid w:val="00316EA1"/>
    <w:rsid w:val="003235CA"/>
    <w:rsid w:val="00323BA3"/>
    <w:rsid w:val="00324671"/>
    <w:rsid w:val="00326D0C"/>
    <w:rsid w:val="00327079"/>
    <w:rsid w:val="00327524"/>
    <w:rsid w:val="003301A6"/>
    <w:rsid w:val="003304E5"/>
    <w:rsid w:val="003305FE"/>
    <w:rsid w:val="003356A9"/>
    <w:rsid w:val="0033572E"/>
    <w:rsid w:val="003363C6"/>
    <w:rsid w:val="00337DDA"/>
    <w:rsid w:val="00340B4B"/>
    <w:rsid w:val="003415BF"/>
    <w:rsid w:val="00341D11"/>
    <w:rsid w:val="00341FF3"/>
    <w:rsid w:val="0034212D"/>
    <w:rsid w:val="00342241"/>
    <w:rsid w:val="00342663"/>
    <w:rsid w:val="003429D4"/>
    <w:rsid w:val="003436D5"/>
    <w:rsid w:val="003452DD"/>
    <w:rsid w:val="00346170"/>
    <w:rsid w:val="003469FF"/>
    <w:rsid w:val="00346ACA"/>
    <w:rsid w:val="00346DCB"/>
    <w:rsid w:val="00347467"/>
    <w:rsid w:val="003478C5"/>
    <w:rsid w:val="00352477"/>
    <w:rsid w:val="0035351D"/>
    <w:rsid w:val="00355CA6"/>
    <w:rsid w:val="00356CA8"/>
    <w:rsid w:val="00360130"/>
    <w:rsid w:val="003607DC"/>
    <w:rsid w:val="00360841"/>
    <w:rsid w:val="00362F2E"/>
    <w:rsid w:val="00364420"/>
    <w:rsid w:val="003702E7"/>
    <w:rsid w:val="0037229B"/>
    <w:rsid w:val="003723CD"/>
    <w:rsid w:val="003730D6"/>
    <w:rsid w:val="003764A5"/>
    <w:rsid w:val="003770AF"/>
    <w:rsid w:val="00380501"/>
    <w:rsid w:val="003841E4"/>
    <w:rsid w:val="003902D1"/>
    <w:rsid w:val="0039159D"/>
    <w:rsid w:val="003945F3"/>
    <w:rsid w:val="00396809"/>
    <w:rsid w:val="003A026F"/>
    <w:rsid w:val="003A0FAD"/>
    <w:rsid w:val="003A2B20"/>
    <w:rsid w:val="003A3141"/>
    <w:rsid w:val="003A4F89"/>
    <w:rsid w:val="003A7BC9"/>
    <w:rsid w:val="003B0B05"/>
    <w:rsid w:val="003B1301"/>
    <w:rsid w:val="003B3245"/>
    <w:rsid w:val="003B375B"/>
    <w:rsid w:val="003B6C11"/>
    <w:rsid w:val="003C049B"/>
    <w:rsid w:val="003C09BA"/>
    <w:rsid w:val="003C13C9"/>
    <w:rsid w:val="003C6897"/>
    <w:rsid w:val="003C7AAE"/>
    <w:rsid w:val="003D0FAB"/>
    <w:rsid w:val="003D1269"/>
    <w:rsid w:val="003D24EC"/>
    <w:rsid w:val="003D2B5F"/>
    <w:rsid w:val="003D3688"/>
    <w:rsid w:val="003D6467"/>
    <w:rsid w:val="003D6E7A"/>
    <w:rsid w:val="003E1F8E"/>
    <w:rsid w:val="003E4C4D"/>
    <w:rsid w:val="003F28CF"/>
    <w:rsid w:val="003F389A"/>
    <w:rsid w:val="00402EFB"/>
    <w:rsid w:val="00404088"/>
    <w:rsid w:val="00404648"/>
    <w:rsid w:val="00404F04"/>
    <w:rsid w:val="00405D1D"/>
    <w:rsid w:val="004069FF"/>
    <w:rsid w:val="00406DD3"/>
    <w:rsid w:val="00407051"/>
    <w:rsid w:val="004078E4"/>
    <w:rsid w:val="00407E13"/>
    <w:rsid w:val="00411BE1"/>
    <w:rsid w:val="00411F07"/>
    <w:rsid w:val="0041249C"/>
    <w:rsid w:val="004124D8"/>
    <w:rsid w:val="004166B5"/>
    <w:rsid w:val="00416A1B"/>
    <w:rsid w:val="00416EB0"/>
    <w:rsid w:val="00420649"/>
    <w:rsid w:val="00423E43"/>
    <w:rsid w:val="00425D66"/>
    <w:rsid w:val="00426FC6"/>
    <w:rsid w:val="004274DA"/>
    <w:rsid w:val="0042772F"/>
    <w:rsid w:val="00430491"/>
    <w:rsid w:val="00430BD6"/>
    <w:rsid w:val="004349FA"/>
    <w:rsid w:val="00436246"/>
    <w:rsid w:val="00436BE6"/>
    <w:rsid w:val="00436C17"/>
    <w:rsid w:val="00436CAB"/>
    <w:rsid w:val="00441D3D"/>
    <w:rsid w:val="0044234F"/>
    <w:rsid w:val="00443865"/>
    <w:rsid w:val="00443BD6"/>
    <w:rsid w:val="00445066"/>
    <w:rsid w:val="00446BB3"/>
    <w:rsid w:val="00447358"/>
    <w:rsid w:val="004519E1"/>
    <w:rsid w:val="00452B86"/>
    <w:rsid w:val="004547E2"/>
    <w:rsid w:val="00460AA3"/>
    <w:rsid w:val="004633B9"/>
    <w:rsid w:val="004652B7"/>
    <w:rsid w:val="00467A2D"/>
    <w:rsid w:val="00467E5B"/>
    <w:rsid w:val="004701C6"/>
    <w:rsid w:val="004711BE"/>
    <w:rsid w:val="0048005C"/>
    <w:rsid w:val="00481024"/>
    <w:rsid w:val="00481746"/>
    <w:rsid w:val="00481ECE"/>
    <w:rsid w:val="00481FF9"/>
    <w:rsid w:val="004834A7"/>
    <w:rsid w:val="00483D7E"/>
    <w:rsid w:val="00484EAD"/>
    <w:rsid w:val="00485E7C"/>
    <w:rsid w:val="004863FA"/>
    <w:rsid w:val="004870B1"/>
    <w:rsid w:val="00487776"/>
    <w:rsid w:val="00490D9C"/>
    <w:rsid w:val="0049344E"/>
    <w:rsid w:val="004948B3"/>
    <w:rsid w:val="00495B50"/>
    <w:rsid w:val="00495E86"/>
    <w:rsid w:val="00496413"/>
    <w:rsid w:val="00496AA1"/>
    <w:rsid w:val="00496DA1"/>
    <w:rsid w:val="0049710F"/>
    <w:rsid w:val="00497375"/>
    <w:rsid w:val="00497660"/>
    <w:rsid w:val="004A13A1"/>
    <w:rsid w:val="004A23B7"/>
    <w:rsid w:val="004A2C4F"/>
    <w:rsid w:val="004A5D3E"/>
    <w:rsid w:val="004B0028"/>
    <w:rsid w:val="004B006B"/>
    <w:rsid w:val="004B0B9C"/>
    <w:rsid w:val="004B0C3C"/>
    <w:rsid w:val="004B216B"/>
    <w:rsid w:val="004B5B91"/>
    <w:rsid w:val="004B76F7"/>
    <w:rsid w:val="004C001F"/>
    <w:rsid w:val="004C1503"/>
    <w:rsid w:val="004C1AE6"/>
    <w:rsid w:val="004C40AB"/>
    <w:rsid w:val="004C5BDA"/>
    <w:rsid w:val="004C5F95"/>
    <w:rsid w:val="004C7390"/>
    <w:rsid w:val="004D0A97"/>
    <w:rsid w:val="004D177F"/>
    <w:rsid w:val="004D3268"/>
    <w:rsid w:val="004D58CD"/>
    <w:rsid w:val="004D664C"/>
    <w:rsid w:val="004E1C42"/>
    <w:rsid w:val="004E2104"/>
    <w:rsid w:val="004E45DD"/>
    <w:rsid w:val="004E66C5"/>
    <w:rsid w:val="004F47AC"/>
    <w:rsid w:val="00502039"/>
    <w:rsid w:val="0050270B"/>
    <w:rsid w:val="00502DFD"/>
    <w:rsid w:val="0050335E"/>
    <w:rsid w:val="00504950"/>
    <w:rsid w:val="00504EA6"/>
    <w:rsid w:val="00505825"/>
    <w:rsid w:val="00506941"/>
    <w:rsid w:val="0050706F"/>
    <w:rsid w:val="00507C32"/>
    <w:rsid w:val="00507D30"/>
    <w:rsid w:val="005103D0"/>
    <w:rsid w:val="0051096E"/>
    <w:rsid w:val="005128AE"/>
    <w:rsid w:val="005131E6"/>
    <w:rsid w:val="005152B2"/>
    <w:rsid w:val="00516AC0"/>
    <w:rsid w:val="00520AE9"/>
    <w:rsid w:val="00520E43"/>
    <w:rsid w:val="00523D12"/>
    <w:rsid w:val="0052589C"/>
    <w:rsid w:val="00532E03"/>
    <w:rsid w:val="005341B4"/>
    <w:rsid w:val="00535D73"/>
    <w:rsid w:val="00537D1A"/>
    <w:rsid w:val="005407AA"/>
    <w:rsid w:val="00540994"/>
    <w:rsid w:val="00546B5E"/>
    <w:rsid w:val="00550592"/>
    <w:rsid w:val="00550A59"/>
    <w:rsid w:val="00550D3A"/>
    <w:rsid w:val="005514FD"/>
    <w:rsid w:val="00552D53"/>
    <w:rsid w:val="005531BE"/>
    <w:rsid w:val="0055358D"/>
    <w:rsid w:val="0055363D"/>
    <w:rsid w:val="005545A8"/>
    <w:rsid w:val="00554E02"/>
    <w:rsid w:val="00556B4B"/>
    <w:rsid w:val="005609CF"/>
    <w:rsid w:val="00560FC4"/>
    <w:rsid w:val="00561168"/>
    <w:rsid w:val="00561A3F"/>
    <w:rsid w:val="00561B29"/>
    <w:rsid w:val="00561EE6"/>
    <w:rsid w:val="00562DAB"/>
    <w:rsid w:val="00564D79"/>
    <w:rsid w:val="005650E8"/>
    <w:rsid w:val="00565E5C"/>
    <w:rsid w:val="005661FE"/>
    <w:rsid w:val="0056799C"/>
    <w:rsid w:val="00570CAA"/>
    <w:rsid w:val="00570EBA"/>
    <w:rsid w:val="0057121C"/>
    <w:rsid w:val="0057147A"/>
    <w:rsid w:val="0057409F"/>
    <w:rsid w:val="0057571C"/>
    <w:rsid w:val="00582097"/>
    <w:rsid w:val="00582C31"/>
    <w:rsid w:val="005833DD"/>
    <w:rsid w:val="0058368A"/>
    <w:rsid w:val="00583E27"/>
    <w:rsid w:val="005849AC"/>
    <w:rsid w:val="00584D68"/>
    <w:rsid w:val="0058557B"/>
    <w:rsid w:val="00587CAE"/>
    <w:rsid w:val="00590B2E"/>
    <w:rsid w:val="00591192"/>
    <w:rsid w:val="00591DAA"/>
    <w:rsid w:val="005920B8"/>
    <w:rsid w:val="005923D9"/>
    <w:rsid w:val="00593175"/>
    <w:rsid w:val="005932B5"/>
    <w:rsid w:val="005943F1"/>
    <w:rsid w:val="005964E4"/>
    <w:rsid w:val="005A325F"/>
    <w:rsid w:val="005A4233"/>
    <w:rsid w:val="005A51B2"/>
    <w:rsid w:val="005A57C3"/>
    <w:rsid w:val="005A6950"/>
    <w:rsid w:val="005A69D6"/>
    <w:rsid w:val="005A7EB0"/>
    <w:rsid w:val="005B0609"/>
    <w:rsid w:val="005B2DAC"/>
    <w:rsid w:val="005B3249"/>
    <w:rsid w:val="005B5464"/>
    <w:rsid w:val="005B7148"/>
    <w:rsid w:val="005C0322"/>
    <w:rsid w:val="005C174B"/>
    <w:rsid w:val="005C25F3"/>
    <w:rsid w:val="005C280E"/>
    <w:rsid w:val="005C282D"/>
    <w:rsid w:val="005C2BE7"/>
    <w:rsid w:val="005C2EDC"/>
    <w:rsid w:val="005C6DC8"/>
    <w:rsid w:val="005C7FBF"/>
    <w:rsid w:val="005D063C"/>
    <w:rsid w:val="005D0933"/>
    <w:rsid w:val="005D0949"/>
    <w:rsid w:val="005D2F86"/>
    <w:rsid w:val="005D32CD"/>
    <w:rsid w:val="005D33B4"/>
    <w:rsid w:val="005D357E"/>
    <w:rsid w:val="005D5570"/>
    <w:rsid w:val="005D5F00"/>
    <w:rsid w:val="005D79F1"/>
    <w:rsid w:val="005E2B82"/>
    <w:rsid w:val="005E39B4"/>
    <w:rsid w:val="005E57F0"/>
    <w:rsid w:val="005E634E"/>
    <w:rsid w:val="005E6929"/>
    <w:rsid w:val="005E6D8C"/>
    <w:rsid w:val="005E7E3E"/>
    <w:rsid w:val="005E7F64"/>
    <w:rsid w:val="005F0041"/>
    <w:rsid w:val="005F0D5B"/>
    <w:rsid w:val="005F5383"/>
    <w:rsid w:val="005F5B4D"/>
    <w:rsid w:val="005F6554"/>
    <w:rsid w:val="005F67D0"/>
    <w:rsid w:val="005F68B8"/>
    <w:rsid w:val="005F698E"/>
    <w:rsid w:val="005F7690"/>
    <w:rsid w:val="006005FD"/>
    <w:rsid w:val="00600DDC"/>
    <w:rsid w:val="0060162E"/>
    <w:rsid w:val="006016FD"/>
    <w:rsid w:val="00601A5F"/>
    <w:rsid w:val="00601CD7"/>
    <w:rsid w:val="00603B18"/>
    <w:rsid w:val="006045BF"/>
    <w:rsid w:val="006045D0"/>
    <w:rsid w:val="00604C1D"/>
    <w:rsid w:val="00607C92"/>
    <w:rsid w:val="00612B8B"/>
    <w:rsid w:val="00612FC5"/>
    <w:rsid w:val="0061526C"/>
    <w:rsid w:val="0061654C"/>
    <w:rsid w:val="00617FC9"/>
    <w:rsid w:val="006231F5"/>
    <w:rsid w:val="00623291"/>
    <w:rsid w:val="0062412D"/>
    <w:rsid w:val="00625163"/>
    <w:rsid w:val="00625E9E"/>
    <w:rsid w:val="006267FE"/>
    <w:rsid w:val="00630ABB"/>
    <w:rsid w:val="0063191E"/>
    <w:rsid w:val="006323D8"/>
    <w:rsid w:val="00632D8B"/>
    <w:rsid w:val="006336F8"/>
    <w:rsid w:val="006351D0"/>
    <w:rsid w:val="00640662"/>
    <w:rsid w:val="006407AE"/>
    <w:rsid w:val="00642B1F"/>
    <w:rsid w:val="00642EBA"/>
    <w:rsid w:val="00643C27"/>
    <w:rsid w:val="00643EF0"/>
    <w:rsid w:val="0064564C"/>
    <w:rsid w:val="006470FC"/>
    <w:rsid w:val="00650470"/>
    <w:rsid w:val="00652615"/>
    <w:rsid w:val="0065617E"/>
    <w:rsid w:val="0065629B"/>
    <w:rsid w:val="00660815"/>
    <w:rsid w:val="0066096E"/>
    <w:rsid w:val="0066264B"/>
    <w:rsid w:val="00662783"/>
    <w:rsid w:val="00663157"/>
    <w:rsid w:val="006651DD"/>
    <w:rsid w:val="00667189"/>
    <w:rsid w:val="00667C68"/>
    <w:rsid w:val="00667D72"/>
    <w:rsid w:val="0067227D"/>
    <w:rsid w:val="0067561B"/>
    <w:rsid w:val="006760B5"/>
    <w:rsid w:val="00676E02"/>
    <w:rsid w:val="00676ED2"/>
    <w:rsid w:val="006770D2"/>
    <w:rsid w:val="006833D4"/>
    <w:rsid w:val="006835A2"/>
    <w:rsid w:val="006860B9"/>
    <w:rsid w:val="00686596"/>
    <w:rsid w:val="006928F2"/>
    <w:rsid w:val="0069303F"/>
    <w:rsid w:val="00693E73"/>
    <w:rsid w:val="0069440B"/>
    <w:rsid w:val="006953A3"/>
    <w:rsid w:val="00696641"/>
    <w:rsid w:val="006A080D"/>
    <w:rsid w:val="006A0B44"/>
    <w:rsid w:val="006A1658"/>
    <w:rsid w:val="006A2778"/>
    <w:rsid w:val="006A365C"/>
    <w:rsid w:val="006A4D99"/>
    <w:rsid w:val="006A548B"/>
    <w:rsid w:val="006B01FB"/>
    <w:rsid w:val="006B31C7"/>
    <w:rsid w:val="006B3B2B"/>
    <w:rsid w:val="006B65E0"/>
    <w:rsid w:val="006C0212"/>
    <w:rsid w:val="006C22BB"/>
    <w:rsid w:val="006C2540"/>
    <w:rsid w:val="006C30DD"/>
    <w:rsid w:val="006C3286"/>
    <w:rsid w:val="006C3B7E"/>
    <w:rsid w:val="006D00BA"/>
    <w:rsid w:val="006D0FEB"/>
    <w:rsid w:val="006D1B63"/>
    <w:rsid w:val="006D74D8"/>
    <w:rsid w:val="006E0656"/>
    <w:rsid w:val="006E07FD"/>
    <w:rsid w:val="006E0942"/>
    <w:rsid w:val="006E09F7"/>
    <w:rsid w:val="006E3C8E"/>
    <w:rsid w:val="006E4465"/>
    <w:rsid w:val="006E4705"/>
    <w:rsid w:val="006E5549"/>
    <w:rsid w:val="006E5665"/>
    <w:rsid w:val="006E7B1B"/>
    <w:rsid w:val="006F030B"/>
    <w:rsid w:val="006F042F"/>
    <w:rsid w:val="006F4EFB"/>
    <w:rsid w:val="006F54E8"/>
    <w:rsid w:val="006F58AF"/>
    <w:rsid w:val="006F62CF"/>
    <w:rsid w:val="006F736B"/>
    <w:rsid w:val="006F7550"/>
    <w:rsid w:val="007013E4"/>
    <w:rsid w:val="00706A7D"/>
    <w:rsid w:val="0071011B"/>
    <w:rsid w:val="00713272"/>
    <w:rsid w:val="00714A82"/>
    <w:rsid w:val="00715A4A"/>
    <w:rsid w:val="00722C89"/>
    <w:rsid w:val="00724050"/>
    <w:rsid w:val="00726D3C"/>
    <w:rsid w:val="007271B9"/>
    <w:rsid w:val="00730B16"/>
    <w:rsid w:val="00731807"/>
    <w:rsid w:val="0074491D"/>
    <w:rsid w:val="00747540"/>
    <w:rsid w:val="00750391"/>
    <w:rsid w:val="00750D20"/>
    <w:rsid w:val="0075207B"/>
    <w:rsid w:val="007538DF"/>
    <w:rsid w:val="00753BA7"/>
    <w:rsid w:val="007540F2"/>
    <w:rsid w:val="00754645"/>
    <w:rsid w:val="007560B6"/>
    <w:rsid w:val="00756FC8"/>
    <w:rsid w:val="007609C8"/>
    <w:rsid w:val="00760B7B"/>
    <w:rsid w:val="0076240E"/>
    <w:rsid w:val="00762DE5"/>
    <w:rsid w:val="007632EA"/>
    <w:rsid w:val="00763414"/>
    <w:rsid w:val="00764B6C"/>
    <w:rsid w:val="0077120D"/>
    <w:rsid w:val="00773315"/>
    <w:rsid w:val="007820BD"/>
    <w:rsid w:val="007838AA"/>
    <w:rsid w:val="0078430E"/>
    <w:rsid w:val="00784637"/>
    <w:rsid w:val="00784BB2"/>
    <w:rsid w:val="00784BC2"/>
    <w:rsid w:val="007853AA"/>
    <w:rsid w:val="00786506"/>
    <w:rsid w:val="00787EF0"/>
    <w:rsid w:val="007903C8"/>
    <w:rsid w:val="00792D84"/>
    <w:rsid w:val="00792E19"/>
    <w:rsid w:val="0079316C"/>
    <w:rsid w:val="007939E4"/>
    <w:rsid w:val="0079494B"/>
    <w:rsid w:val="00794C0C"/>
    <w:rsid w:val="007A1671"/>
    <w:rsid w:val="007A1AA7"/>
    <w:rsid w:val="007A1C3F"/>
    <w:rsid w:val="007A1E41"/>
    <w:rsid w:val="007A36F4"/>
    <w:rsid w:val="007B18BD"/>
    <w:rsid w:val="007B1DCE"/>
    <w:rsid w:val="007B30C2"/>
    <w:rsid w:val="007B3DBE"/>
    <w:rsid w:val="007B5B2D"/>
    <w:rsid w:val="007B63C6"/>
    <w:rsid w:val="007B66CF"/>
    <w:rsid w:val="007C13B1"/>
    <w:rsid w:val="007C18C6"/>
    <w:rsid w:val="007C286E"/>
    <w:rsid w:val="007C4068"/>
    <w:rsid w:val="007C4EAB"/>
    <w:rsid w:val="007C53BA"/>
    <w:rsid w:val="007C69B1"/>
    <w:rsid w:val="007D0644"/>
    <w:rsid w:val="007D06BE"/>
    <w:rsid w:val="007D14FC"/>
    <w:rsid w:val="007D1A05"/>
    <w:rsid w:val="007D5944"/>
    <w:rsid w:val="007D65D6"/>
    <w:rsid w:val="007D6B23"/>
    <w:rsid w:val="007D79A3"/>
    <w:rsid w:val="007E4C2A"/>
    <w:rsid w:val="007E54C9"/>
    <w:rsid w:val="007E5EEC"/>
    <w:rsid w:val="007F216C"/>
    <w:rsid w:val="007F2EDA"/>
    <w:rsid w:val="007F5295"/>
    <w:rsid w:val="007F59B7"/>
    <w:rsid w:val="007F6983"/>
    <w:rsid w:val="00804579"/>
    <w:rsid w:val="0080792F"/>
    <w:rsid w:val="00811FC7"/>
    <w:rsid w:val="00815E0F"/>
    <w:rsid w:val="0081662F"/>
    <w:rsid w:val="008213EF"/>
    <w:rsid w:val="00821EBD"/>
    <w:rsid w:val="00822964"/>
    <w:rsid w:val="00823C50"/>
    <w:rsid w:val="00824716"/>
    <w:rsid w:val="00824821"/>
    <w:rsid w:val="008252AE"/>
    <w:rsid w:val="00825494"/>
    <w:rsid w:val="008254CD"/>
    <w:rsid w:val="00826D1B"/>
    <w:rsid w:val="008274EB"/>
    <w:rsid w:val="008276F3"/>
    <w:rsid w:val="008304B0"/>
    <w:rsid w:val="008319AE"/>
    <w:rsid w:val="00832C55"/>
    <w:rsid w:val="008330D6"/>
    <w:rsid w:val="00833326"/>
    <w:rsid w:val="008334AA"/>
    <w:rsid w:val="008337FE"/>
    <w:rsid w:val="008340DF"/>
    <w:rsid w:val="00834C9F"/>
    <w:rsid w:val="00842491"/>
    <w:rsid w:val="00842A1F"/>
    <w:rsid w:val="008444EA"/>
    <w:rsid w:val="008456AE"/>
    <w:rsid w:val="00850834"/>
    <w:rsid w:val="00850DAA"/>
    <w:rsid w:val="00851C59"/>
    <w:rsid w:val="00851EB4"/>
    <w:rsid w:val="008530FE"/>
    <w:rsid w:val="00853868"/>
    <w:rsid w:val="00853A02"/>
    <w:rsid w:val="00856A0E"/>
    <w:rsid w:val="0085787A"/>
    <w:rsid w:val="00861D08"/>
    <w:rsid w:val="008627CA"/>
    <w:rsid w:val="0086377B"/>
    <w:rsid w:val="00864BD2"/>
    <w:rsid w:val="00874482"/>
    <w:rsid w:val="008749FE"/>
    <w:rsid w:val="0088238C"/>
    <w:rsid w:val="00886461"/>
    <w:rsid w:val="008874FE"/>
    <w:rsid w:val="00887634"/>
    <w:rsid w:val="00890266"/>
    <w:rsid w:val="00890360"/>
    <w:rsid w:val="00891805"/>
    <w:rsid w:val="00892D6A"/>
    <w:rsid w:val="00893548"/>
    <w:rsid w:val="0089455D"/>
    <w:rsid w:val="00896819"/>
    <w:rsid w:val="00896B70"/>
    <w:rsid w:val="00897050"/>
    <w:rsid w:val="0089705D"/>
    <w:rsid w:val="0089770E"/>
    <w:rsid w:val="00897BA7"/>
    <w:rsid w:val="008A32CA"/>
    <w:rsid w:val="008A410C"/>
    <w:rsid w:val="008A6109"/>
    <w:rsid w:val="008A7133"/>
    <w:rsid w:val="008A77B2"/>
    <w:rsid w:val="008B19B1"/>
    <w:rsid w:val="008B29A9"/>
    <w:rsid w:val="008B5317"/>
    <w:rsid w:val="008B6B01"/>
    <w:rsid w:val="008B73CA"/>
    <w:rsid w:val="008B7723"/>
    <w:rsid w:val="008B7A7E"/>
    <w:rsid w:val="008B7EC7"/>
    <w:rsid w:val="008C2C90"/>
    <w:rsid w:val="008C30D0"/>
    <w:rsid w:val="008C41AE"/>
    <w:rsid w:val="008C57C0"/>
    <w:rsid w:val="008D0FCA"/>
    <w:rsid w:val="008D2A52"/>
    <w:rsid w:val="008D4CF3"/>
    <w:rsid w:val="008D5718"/>
    <w:rsid w:val="008D5CC6"/>
    <w:rsid w:val="008D5FA4"/>
    <w:rsid w:val="008D67EA"/>
    <w:rsid w:val="008D71C7"/>
    <w:rsid w:val="008E0583"/>
    <w:rsid w:val="008E14C7"/>
    <w:rsid w:val="008E250A"/>
    <w:rsid w:val="008E304F"/>
    <w:rsid w:val="008E3397"/>
    <w:rsid w:val="008E3D58"/>
    <w:rsid w:val="008E5384"/>
    <w:rsid w:val="008F2DC1"/>
    <w:rsid w:val="008F57C0"/>
    <w:rsid w:val="008F5F42"/>
    <w:rsid w:val="008F696B"/>
    <w:rsid w:val="008F6F5F"/>
    <w:rsid w:val="00900F6F"/>
    <w:rsid w:val="009014FA"/>
    <w:rsid w:val="00902EBA"/>
    <w:rsid w:val="00902ED9"/>
    <w:rsid w:val="009044D4"/>
    <w:rsid w:val="009057A4"/>
    <w:rsid w:val="009102EE"/>
    <w:rsid w:val="00911228"/>
    <w:rsid w:val="009114BC"/>
    <w:rsid w:val="009117CB"/>
    <w:rsid w:val="0091242B"/>
    <w:rsid w:val="00912CED"/>
    <w:rsid w:val="0091546D"/>
    <w:rsid w:val="00915643"/>
    <w:rsid w:val="009166EE"/>
    <w:rsid w:val="00917711"/>
    <w:rsid w:val="009205AD"/>
    <w:rsid w:val="00920CC7"/>
    <w:rsid w:val="00921704"/>
    <w:rsid w:val="00922063"/>
    <w:rsid w:val="00922B32"/>
    <w:rsid w:val="009246E3"/>
    <w:rsid w:val="00935859"/>
    <w:rsid w:val="00936268"/>
    <w:rsid w:val="009362EF"/>
    <w:rsid w:val="0094361C"/>
    <w:rsid w:val="00944835"/>
    <w:rsid w:val="00944EC3"/>
    <w:rsid w:val="00946567"/>
    <w:rsid w:val="009469CE"/>
    <w:rsid w:val="009521F5"/>
    <w:rsid w:val="00952601"/>
    <w:rsid w:val="00952610"/>
    <w:rsid w:val="00952988"/>
    <w:rsid w:val="009536AF"/>
    <w:rsid w:val="00953F7C"/>
    <w:rsid w:val="00954EA7"/>
    <w:rsid w:val="00956445"/>
    <w:rsid w:val="00960534"/>
    <w:rsid w:val="00961B92"/>
    <w:rsid w:val="00963473"/>
    <w:rsid w:val="009651FF"/>
    <w:rsid w:val="00965968"/>
    <w:rsid w:val="00966A50"/>
    <w:rsid w:val="00970EE8"/>
    <w:rsid w:val="00974144"/>
    <w:rsid w:val="009755DA"/>
    <w:rsid w:val="00975E58"/>
    <w:rsid w:val="00975FF4"/>
    <w:rsid w:val="009760E9"/>
    <w:rsid w:val="0098095A"/>
    <w:rsid w:val="00980A1C"/>
    <w:rsid w:val="00980B41"/>
    <w:rsid w:val="00981B30"/>
    <w:rsid w:val="00981B43"/>
    <w:rsid w:val="00984A2F"/>
    <w:rsid w:val="00987132"/>
    <w:rsid w:val="0098776D"/>
    <w:rsid w:val="009911DF"/>
    <w:rsid w:val="00994EAF"/>
    <w:rsid w:val="009A0E07"/>
    <w:rsid w:val="009A0E31"/>
    <w:rsid w:val="009A1049"/>
    <w:rsid w:val="009A192F"/>
    <w:rsid w:val="009A1D00"/>
    <w:rsid w:val="009A3983"/>
    <w:rsid w:val="009A3A43"/>
    <w:rsid w:val="009A49FE"/>
    <w:rsid w:val="009A5257"/>
    <w:rsid w:val="009A5D00"/>
    <w:rsid w:val="009A73F5"/>
    <w:rsid w:val="009B0524"/>
    <w:rsid w:val="009B0F5F"/>
    <w:rsid w:val="009B354C"/>
    <w:rsid w:val="009B4916"/>
    <w:rsid w:val="009C0ACC"/>
    <w:rsid w:val="009C3121"/>
    <w:rsid w:val="009C3289"/>
    <w:rsid w:val="009C34CC"/>
    <w:rsid w:val="009C4F84"/>
    <w:rsid w:val="009C62CF"/>
    <w:rsid w:val="009D0F17"/>
    <w:rsid w:val="009D2679"/>
    <w:rsid w:val="009D44C2"/>
    <w:rsid w:val="009D735D"/>
    <w:rsid w:val="009E1A40"/>
    <w:rsid w:val="009E4F17"/>
    <w:rsid w:val="009E4F6B"/>
    <w:rsid w:val="009E6454"/>
    <w:rsid w:val="009E6695"/>
    <w:rsid w:val="009E79DF"/>
    <w:rsid w:val="009E7C47"/>
    <w:rsid w:val="009F11A2"/>
    <w:rsid w:val="009F1AC9"/>
    <w:rsid w:val="009F5AA9"/>
    <w:rsid w:val="009F617C"/>
    <w:rsid w:val="009F7B32"/>
    <w:rsid w:val="00A0025A"/>
    <w:rsid w:val="00A004FA"/>
    <w:rsid w:val="00A008B8"/>
    <w:rsid w:val="00A069DE"/>
    <w:rsid w:val="00A06D3C"/>
    <w:rsid w:val="00A07A35"/>
    <w:rsid w:val="00A07AB9"/>
    <w:rsid w:val="00A13AAA"/>
    <w:rsid w:val="00A143DB"/>
    <w:rsid w:val="00A14853"/>
    <w:rsid w:val="00A14B7A"/>
    <w:rsid w:val="00A15B3C"/>
    <w:rsid w:val="00A168D0"/>
    <w:rsid w:val="00A21EF6"/>
    <w:rsid w:val="00A22EDF"/>
    <w:rsid w:val="00A25F20"/>
    <w:rsid w:val="00A26C1E"/>
    <w:rsid w:val="00A305DF"/>
    <w:rsid w:val="00A31AAB"/>
    <w:rsid w:val="00A31B0E"/>
    <w:rsid w:val="00A325A3"/>
    <w:rsid w:val="00A33D73"/>
    <w:rsid w:val="00A33EDA"/>
    <w:rsid w:val="00A349CD"/>
    <w:rsid w:val="00A352E7"/>
    <w:rsid w:val="00A36F48"/>
    <w:rsid w:val="00A36FAF"/>
    <w:rsid w:val="00A37AFB"/>
    <w:rsid w:val="00A40003"/>
    <w:rsid w:val="00A40195"/>
    <w:rsid w:val="00A40AD9"/>
    <w:rsid w:val="00A41C65"/>
    <w:rsid w:val="00A41D86"/>
    <w:rsid w:val="00A430B2"/>
    <w:rsid w:val="00A44FF3"/>
    <w:rsid w:val="00A455F3"/>
    <w:rsid w:val="00A47BE4"/>
    <w:rsid w:val="00A5297C"/>
    <w:rsid w:val="00A55959"/>
    <w:rsid w:val="00A57DA1"/>
    <w:rsid w:val="00A6038E"/>
    <w:rsid w:val="00A6261D"/>
    <w:rsid w:val="00A63ABF"/>
    <w:rsid w:val="00A653FB"/>
    <w:rsid w:val="00A668F9"/>
    <w:rsid w:val="00A710E1"/>
    <w:rsid w:val="00A71506"/>
    <w:rsid w:val="00A72738"/>
    <w:rsid w:val="00A72DDC"/>
    <w:rsid w:val="00A73E33"/>
    <w:rsid w:val="00A75E7B"/>
    <w:rsid w:val="00A849E9"/>
    <w:rsid w:val="00A850DA"/>
    <w:rsid w:val="00A85D75"/>
    <w:rsid w:val="00A85DD1"/>
    <w:rsid w:val="00A865DB"/>
    <w:rsid w:val="00A8681D"/>
    <w:rsid w:val="00A905F1"/>
    <w:rsid w:val="00A91D38"/>
    <w:rsid w:val="00A949D3"/>
    <w:rsid w:val="00A9536A"/>
    <w:rsid w:val="00AA03C8"/>
    <w:rsid w:val="00AA250F"/>
    <w:rsid w:val="00AA27EA"/>
    <w:rsid w:val="00AA55E8"/>
    <w:rsid w:val="00AA5C95"/>
    <w:rsid w:val="00AA6DF5"/>
    <w:rsid w:val="00AB040C"/>
    <w:rsid w:val="00AB0E15"/>
    <w:rsid w:val="00AB2B61"/>
    <w:rsid w:val="00AB40B7"/>
    <w:rsid w:val="00AB4B7C"/>
    <w:rsid w:val="00AC026E"/>
    <w:rsid w:val="00AC1BF6"/>
    <w:rsid w:val="00AC20AD"/>
    <w:rsid w:val="00AC64E8"/>
    <w:rsid w:val="00AD05C4"/>
    <w:rsid w:val="00AD3BEA"/>
    <w:rsid w:val="00AD47D6"/>
    <w:rsid w:val="00AD4B6A"/>
    <w:rsid w:val="00AD65CF"/>
    <w:rsid w:val="00AD6D99"/>
    <w:rsid w:val="00AD7373"/>
    <w:rsid w:val="00AD74D6"/>
    <w:rsid w:val="00AD771D"/>
    <w:rsid w:val="00AE0437"/>
    <w:rsid w:val="00AE13BE"/>
    <w:rsid w:val="00AE1A7F"/>
    <w:rsid w:val="00AE2C46"/>
    <w:rsid w:val="00AE382D"/>
    <w:rsid w:val="00AE3F36"/>
    <w:rsid w:val="00AE407A"/>
    <w:rsid w:val="00AE558B"/>
    <w:rsid w:val="00AE7B18"/>
    <w:rsid w:val="00AF0F11"/>
    <w:rsid w:val="00AF2372"/>
    <w:rsid w:val="00AF4C9D"/>
    <w:rsid w:val="00AF666E"/>
    <w:rsid w:val="00AF6E06"/>
    <w:rsid w:val="00AF6FA3"/>
    <w:rsid w:val="00AF72C4"/>
    <w:rsid w:val="00B01134"/>
    <w:rsid w:val="00B02929"/>
    <w:rsid w:val="00B05C70"/>
    <w:rsid w:val="00B10243"/>
    <w:rsid w:val="00B1188D"/>
    <w:rsid w:val="00B11C0F"/>
    <w:rsid w:val="00B120DD"/>
    <w:rsid w:val="00B133CB"/>
    <w:rsid w:val="00B13EC7"/>
    <w:rsid w:val="00B13FD2"/>
    <w:rsid w:val="00B15BB5"/>
    <w:rsid w:val="00B2042F"/>
    <w:rsid w:val="00B234D4"/>
    <w:rsid w:val="00B23542"/>
    <w:rsid w:val="00B24DBF"/>
    <w:rsid w:val="00B26595"/>
    <w:rsid w:val="00B27945"/>
    <w:rsid w:val="00B2795C"/>
    <w:rsid w:val="00B3199E"/>
    <w:rsid w:val="00B347B0"/>
    <w:rsid w:val="00B359E3"/>
    <w:rsid w:val="00B35A82"/>
    <w:rsid w:val="00B37130"/>
    <w:rsid w:val="00B40666"/>
    <w:rsid w:val="00B4093E"/>
    <w:rsid w:val="00B40A79"/>
    <w:rsid w:val="00B4458A"/>
    <w:rsid w:val="00B469F0"/>
    <w:rsid w:val="00B51576"/>
    <w:rsid w:val="00B5185F"/>
    <w:rsid w:val="00B53563"/>
    <w:rsid w:val="00B53AA9"/>
    <w:rsid w:val="00B55116"/>
    <w:rsid w:val="00B6131C"/>
    <w:rsid w:val="00B63A76"/>
    <w:rsid w:val="00B65CEA"/>
    <w:rsid w:val="00B66C8E"/>
    <w:rsid w:val="00B678CC"/>
    <w:rsid w:val="00B67D11"/>
    <w:rsid w:val="00B7115F"/>
    <w:rsid w:val="00B72CC1"/>
    <w:rsid w:val="00B7385C"/>
    <w:rsid w:val="00B74D06"/>
    <w:rsid w:val="00B75AAE"/>
    <w:rsid w:val="00B7769B"/>
    <w:rsid w:val="00B80099"/>
    <w:rsid w:val="00B822AE"/>
    <w:rsid w:val="00B82E9C"/>
    <w:rsid w:val="00B83E34"/>
    <w:rsid w:val="00B84241"/>
    <w:rsid w:val="00B86104"/>
    <w:rsid w:val="00B87227"/>
    <w:rsid w:val="00B87841"/>
    <w:rsid w:val="00B91B1B"/>
    <w:rsid w:val="00B937A0"/>
    <w:rsid w:val="00B94CB7"/>
    <w:rsid w:val="00B95BB0"/>
    <w:rsid w:val="00BA0064"/>
    <w:rsid w:val="00BA341D"/>
    <w:rsid w:val="00BA4051"/>
    <w:rsid w:val="00BA4A53"/>
    <w:rsid w:val="00BA5110"/>
    <w:rsid w:val="00BA7862"/>
    <w:rsid w:val="00BA7BE2"/>
    <w:rsid w:val="00BB1FBC"/>
    <w:rsid w:val="00BB2D73"/>
    <w:rsid w:val="00BB3691"/>
    <w:rsid w:val="00BB5EAC"/>
    <w:rsid w:val="00BB6773"/>
    <w:rsid w:val="00BC0C75"/>
    <w:rsid w:val="00BC0C8F"/>
    <w:rsid w:val="00BC40B7"/>
    <w:rsid w:val="00BC5D43"/>
    <w:rsid w:val="00BC5E44"/>
    <w:rsid w:val="00BD0663"/>
    <w:rsid w:val="00BD10BF"/>
    <w:rsid w:val="00BD23C9"/>
    <w:rsid w:val="00BD31FB"/>
    <w:rsid w:val="00BD7002"/>
    <w:rsid w:val="00BE19B3"/>
    <w:rsid w:val="00BE6890"/>
    <w:rsid w:val="00BE6BAD"/>
    <w:rsid w:val="00BE793C"/>
    <w:rsid w:val="00BE79BB"/>
    <w:rsid w:val="00BF064B"/>
    <w:rsid w:val="00BF17A6"/>
    <w:rsid w:val="00BF29D5"/>
    <w:rsid w:val="00BF42E2"/>
    <w:rsid w:val="00BF698B"/>
    <w:rsid w:val="00BF78FA"/>
    <w:rsid w:val="00C00259"/>
    <w:rsid w:val="00C01D30"/>
    <w:rsid w:val="00C02FED"/>
    <w:rsid w:val="00C0334B"/>
    <w:rsid w:val="00C06AE9"/>
    <w:rsid w:val="00C119E1"/>
    <w:rsid w:val="00C1367C"/>
    <w:rsid w:val="00C14B1A"/>
    <w:rsid w:val="00C17885"/>
    <w:rsid w:val="00C20CE5"/>
    <w:rsid w:val="00C21179"/>
    <w:rsid w:val="00C21987"/>
    <w:rsid w:val="00C22321"/>
    <w:rsid w:val="00C23181"/>
    <w:rsid w:val="00C24963"/>
    <w:rsid w:val="00C264DB"/>
    <w:rsid w:val="00C3047D"/>
    <w:rsid w:val="00C32F30"/>
    <w:rsid w:val="00C3439D"/>
    <w:rsid w:val="00C34864"/>
    <w:rsid w:val="00C34CC8"/>
    <w:rsid w:val="00C36586"/>
    <w:rsid w:val="00C36DF2"/>
    <w:rsid w:val="00C3786E"/>
    <w:rsid w:val="00C37D7F"/>
    <w:rsid w:val="00C403F3"/>
    <w:rsid w:val="00C405E1"/>
    <w:rsid w:val="00C4111E"/>
    <w:rsid w:val="00C42B3F"/>
    <w:rsid w:val="00C43283"/>
    <w:rsid w:val="00C43EA1"/>
    <w:rsid w:val="00C44FE3"/>
    <w:rsid w:val="00C515DC"/>
    <w:rsid w:val="00C53D97"/>
    <w:rsid w:val="00C54EFF"/>
    <w:rsid w:val="00C572DB"/>
    <w:rsid w:val="00C60C42"/>
    <w:rsid w:val="00C660B7"/>
    <w:rsid w:val="00C6661F"/>
    <w:rsid w:val="00C66C41"/>
    <w:rsid w:val="00C67030"/>
    <w:rsid w:val="00C67092"/>
    <w:rsid w:val="00C679E8"/>
    <w:rsid w:val="00C713E2"/>
    <w:rsid w:val="00C72D88"/>
    <w:rsid w:val="00C7349C"/>
    <w:rsid w:val="00C7628F"/>
    <w:rsid w:val="00C77C1D"/>
    <w:rsid w:val="00C80103"/>
    <w:rsid w:val="00C80AF2"/>
    <w:rsid w:val="00C80CB4"/>
    <w:rsid w:val="00C82C6C"/>
    <w:rsid w:val="00C84CBF"/>
    <w:rsid w:val="00C853C6"/>
    <w:rsid w:val="00C86C91"/>
    <w:rsid w:val="00C8746F"/>
    <w:rsid w:val="00C877E1"/>
    <w:rsid w:val="00C903C6"/>
    <w:rsid w:val="00C9069E"/>
    <w:rsid w:val="00C909E0"/>
    <w:rsid w:val="00C915DC"/>
    <w:rsid w:val="00C92A5E"/>
    <w:rsid w:val="00C93389"/>
    <w:rsid w:val="00C93BC9"/>
    <w:rsid w:val="00C962E2"/>
    <w:rsid w:val="00CA2E4C"/>
    <w:rsid w:val="00CA4687"/>
    <w:rsid w:val="00CA5D46"/>
    <w:rsid w:val="00CA6B03"/>
    <w:rsid w:val="00CB0B35"/>
    <w:rsid w:val="00CB0C9A"/>
    <w:rsid w:val="00CB3C8A"/>
    <w:rsid w:val="00CB5C75"/>
    <w:rsid w:val="00CB6594"/>
    <w:rsid w:val="00CC12DA"/>
    <w:rsid w:val="00CC1E10"/>
    <w:rsid w:val="00CC2602"/>
    <w:rsid w:val="00CC3F07"/>
    <w:rsid w:val="00CC51F9"/>
    <w:rsid w:val="00CC6F6A"/>
    <w:rsid w:val="00CC706A"/>
    <w:rsid w:val="00CD05D1"/>
    <w:rsid w:val="00CD5D11"/>
    <w:rsid w:val="00CD64A5"/>
    <w:rsid w:val="00CD7E57"/>
    <w:rsid w:val="00CE0FCE"/>
    <w:rsid w:val="00CE145F"/>
    <w:rsid w:val="00CE235E"/>
    <w:rsid w:val="00CE4689"/>
    <w:rsid w:val="00CE4D62"/>
    <w:rsid w:val="00CE65AF"/>
    <w:rsid w:val="00CE7391"/>
    <w:rsid w:val="00CF070A"/>
    <w:rsid w:val="00CF0A6F"/>
    <w:rsid w:val="00CF2FAD"/>
    <w:rsid w:val="00CF4C23"/>
    <w:rsid w:val="00CF7A02"/>
    <w:rsid w:val="00CF7A37"/>
    <w:rsid w:val="00CF7EBD"/>
    <w:rsid w:val="00D056F4"/>
    <w:rsid w:val="00D12D69"/>
    <w:rsid w:val="00D14355"/>
    <w:rsid w:val="00D145CD"/>
    <w:rsid w:val="00D15B27"/>
    <w:rsid w:val="00D2107E"/>
    <w:rsid w:val="00D210C0"/>
    <w:rsid w:val="00D21EBD"/>
    <w:rsid w:val="00D26748"/>
    <w:rsid w:val="00D270E5"/>
    <w:rsid w:val="00D27273"/>
    <w:rsid w:val="00D3155C"/>
    <w:rsid w:val="00D3241C"/>
    <w:rsid w:val="00D33AAF"/>
    <w:rsid w:val="00D348A4"/>
    <w:rsid w:val="00D365BA"/>
    <w:rsid w:val="00D3663F"/>
    <w:rsid w:val="00D36B85"/>
    <w:rsid w:val="00D3741A"/>
    <w:rsid w:val="00D422F0"/>
    <w:rsid w:val="00D424D9"/>
    <w:rsid w:val="00D43CF0"/>
    <w:rsid w:val="00D47149"/>
    <w:rsid w:val="00D47239"/>
    <w:rsid w:val="00D52B99"/>
    <w:rsid w:val="00D5322B"/>
    <w:rsid w:val="00D53B73"/>
    <w:rsid w:val="00D53E5C"/>
    <w:rsid w:val="00D56A9D"/>
    <w:rsid w:val="00D571CC"/>
    <w:rsid w:val="00D61416"/>
    <w:rsid w:val="00D62FB0"/>
    <w:rsid w:val="00D632A4"/>
    <w:rsid w:val="00D634C7"/>
    <w:rsid w:val="00D6459C"/>
    <w:rsid w:val="00D6700C"/>
    <w:rsid w:val="00D673CD"/>
    <w:rsid w:val="00D67FD4"/>
    <w:rsid w:val="00D71329"/>
    <w:rsid w:val="00D75922"/>
    <w:rsid w:val="00D75E27"/>
    <w:rsid w:val="00D76F60"/>
    <w:rsid w:val="00D77175"/>
    <w:rsid w:val="00D7737B"/>
    <w:rsid w:val="00D77652"/>
    <w:rsid w:val="00D8053D"/>
    <w:rsid w:val="00D814EF"/>
    <w:rsid w:val="00D8215E"/>
    <w:rsid w:val="00D82483"/>
    <w:rsid w:val="00D8363D"/>
    <w:rsid w:val="00D83EAD"/>
    <w:rsid w:val="00D84305"/>
    <w:rsid w:val="00D858F1"/>
    <w:rsid w:val="00D87401"/>
    <w:rsid w:val="00D9539B"/>
    <w:rsid w:val="00D955DE"/>
    <w:rsid w:val="00D9579D"/>
    <w:rsid w:val="00D96667"/>
    <w:rsid w:val="00DA1158"/>
    <w:rsid w:val="00DA31EF"/>
    <w:rsid w:val="00DA5255"/>
    <w:rsid w:val="00DA613B"/>
    <w:rsid w:val="00DA71DC"/>
    <w:rsid w:val="00DA772E"/>
    <w:rsid w:val="00DB1CA4"/>
    <w:rsid w:val="00DB3578"/>
    <w:rsid w:val="00DB3D88"/>
    <w:rsid w:val="00DB6230"/>
    <w:rsid w:val="00DB7778"/>
    <w:rsid w:val="00DC2F2E"/>
    <w:rsid w:val="00DC5DD1"/>
    <w:rsid w:val="00DC7E6A"/>
    <w:rsid w:val="00DD137D"/>
    <w:rsid w:val="00DD24F9"/>
    <w:rsid w:val="00DD31A1"/>
    <w:rsid w:val="00DD6149"/>
    <w:rsid w:val="00DD78D6"/>
    <w:rsid w:val="00DD7CFA"/>
    <w:rsid w:val="00DE0472"/>
    <w:rsid w:val="00DE20E8"/>
    <w:rsid w:val="00DE247F"/>
    <w:rsid w:val="00DE3264"/>
    <w:rsid w:val="00DE3625"/>
    <w:rsid w:val="00DE420E"/>
    <w:rsid w:val="00DE52FE"/>
    <w:rsid w:val="00DE5C8D"/>
    <w:rsid w:val="00DE6436"/>
    <w:rsid w:val="00DE7945"/>
    <w:rsid w:val="00DF02AB"/>
    <w:rsid w:val="00DF3BDC"/>
    <w:rsid w:val="00DF5466"/>
    <w:rsid w:val="00DF555C"/>
    <w:rsid w:val="00DF5F2E"/>
    <w:rsid w:val="00DF6D40"/>
    <w:rsid w:val="00DF792A"/>
    <w:rsid w:val="00E00CC2"/>
    <w:rsid w:val="00E0160D"/>
    <w:rsid w:val="00E01E91"/>
    <w:rsid w:val="00E02B88"/>
    <w:rsid w:val="00E03E6B"/>
    <w:rsid w:val="00E04176"/>
    <w:rsid w:val="00E10DA7"/>
    <w:rsid w:val="00E118DA"/>
    <w:rsid w:val="00E11F78"/>
    <w:rsid w:val="00E12F8A"/>
    <w:rsid w:val="00E17652"/>
    <w:rsid w:val="00E20F48"/>
    <w:rsid w:val="00E2236E"/>
    <w:rsid w:val="00E24D28"/>
    <w:rsid w:val="00E30586"/>
    <w:rsid w:val="00E32880"/>
    <w:rsid w:val="00E33059"/>
    <w:rsid w:val="00E345ED"/>
    <w:rsid w:val="00E34DAC"/>
    <w:rsid w:val="00E350FF"/>
    <w:rsid w:val="00E36B5D"/>
    <w:rsid w:val="00E478C7"/>
    <w:rsid w:val="00E47AD9"/>
    <w:rsid w:val="00E47B95"/>
    <w:rsid w:val="00E51445"/>
    <w:rsid w:val="00E5188D"/>
    <w:rsid w:val="00E51FDE"/>
    <w:rsid w:val="00E528FB"/>
    <w:rsid w:val="00E52FFA"/>
    <w:rsid w:val="00E53384"/>
    <w:rsid w:val="00E569A4"/>
    <w:rsid w:val="00E6111E"/>
    <w:rsid w:val="00E6264A"/>
    <w:rsid w:val="00E70291"/>
    <w:rsid w:val="00E71818"/>
    <w:rsid w:val="00E76D02"/>
    <w:rsid w:val="00E77359"/>
    <w:rsid w:val="00E805AB"/>
    <w:rsid w:val="00E82025"/>
    <w:rsid w:val="00E82BC6"/>
    <w:rsid w:val="00E836C8"/>
    <w:rsid w:val="00E836E2"/>
    <w:rsid w:val="00E86B55"/>
    <w:rsid w:val="00E86D05"/>
    <w:rsid w:val="00E90D34"/>
    <w:rsid w:val="00E91EB3"/>
    <w:rsid w:val="00E925E6"/>
    <w:rsid w:val="00E9630C"/>
    <w:rsid w:val="00E964EA"/>
    <w:rsid w:val="00E967EC"/>
    <w:rsid w:val="00EA072D"/>
    <w:rsid w:val="00EA384A"/>
    <w:rsid w:val="00EA3906"/>
    <w:rsid w:val="00EA51BF"/>
    <w:rsid w:val="00EA6E27"/>
    <w:rsid w:val="00EB1288"/>
    <w:rsid w:val="00EB6119"/>
    <w:rsid w:val="00EB6832"/>
    <w:rsid w:val="00EC0198"/>
    <w:rsid w:val="00EC7571"/>
    <w:rsid w:val="00EC7679"/>
    <w:rsid w:val="00ED15D8"/>
    <w:rsid w:val="00ED33BF"/>
    <w:rsid w:val="00ED701D"/>
    <w:rsid w:val="00ED719A"/>
    <w:rsid w:val="00EE0613"/>
    <w:rsid w:val="00EE6474"/>
    <w:rsid w:val="00EE64C8"/>
    <w:rsid w:val="00EE770E"/>
    <w:rsid w:val="00EF37A4"/>
    <w:rsid w:val="00EF41FC"/>
    <w:rsid w:val="00EF42AC"/>
    <w:rsid w:val="00EF5D01"/>
    <w:rsid w:val="00EF6B65"/>
    <w:rsid w:val="00EF7149"/>
    <w:rsid w:val="00F0071C"/>
    <w:rsid w:val="00F02BD8"/>
    <w:rsid w:val="00F03BBB"/>
    <w:rsid w:val="00F054D5"/>
    <w:rsid w:val="00F0565A"/>
    <w:rsid w:val="00F07592"/>
    <w:rsid w:val="00F103EC"/>
    <w:rsid w:val="00F113AF"/>
    <w:rsid w:val="00F11957"/>
    <w:rsid w:val="00F124B1"/>
    <w:rsid w:val="00F12E1A"/>
    <w:rsid w:val="00F14E08"/>
    <w:rsid w:val="00F2127A"/>
    <w:rsid w:val="00F21763"/>
    <w:rsid w:val="00F239A4"/>
    <w:rsid w:val="00F23C56"/>
    <w:rsid w:val="00F256B3"/>
    <w:rsid w:val="00F26B87"/>
    <w:rsid w:val="00F304CB"/>
    <w:rsid w:val="00F316B1"/>
    <w:rsid w:val="00F316BF"/>
    <w:rsid w:val="00F338C5"/>
    <w:rsid w:val="00F34A04"/>
    <w:rsid w:val="00F4335F"/>
    <w:rsid w:val="00F45700"/>
    <w:rsid w:val="00F460E5"/>
    <w:rsid w:val="00F4659E"/>
    <w:rsid w:val="00F501E3"/>
    <w:rsid w:val="00F510B2"/>
    <w:rsid w:val="00F5168C"/>
    <w:rsid w:val="00F5302B"/>
    <w:rsid w:val="00F54D76"/>
    <w:rsid w:val="00F55218"/>
    <w:rsid w:val="00F5570B"/>
    <w:rsid w:val="00F55D77"/>
    <w:rsid w:val="00F560C9"/>
    <w:rsid w:val="00F615AA"/>
    <w:rsid w:val="00F62D41"/>
    <w:rsid w:val="00F65C7D"/>
    <w:rsid w:val="00F70729"/>
    <w:rsid w:val="00F73202"/>
    <w:rsid w:val="00F74A39"/>
    <w:rsid w:val="00F7510D"/>
    <w:rsid w:val="00F80272"/>
    <w:rsid w:val="00F80B08"/>
    <w:rsid w:val="00F8488B"/>
    <w:rsid w:val="00F85F7C"/>
    <w:rsid w:val="00F95E39"/>
    <w:rsid w:val="00F95EAC"/>
    <w:rsid w:val="00F97B52"/>
    <w:rsid w:val="00FA1910"/>
    <w:rsid w:val="00FA4275"/>
    <w:rsid w:val="00FA4349"/>
    <w:rsid w:val="00FA4DCF"/>
    <w:rsid w:val="00FA50C8"/>
    <w:rsid w:val="00FA576C"/>
    <w:rsid w:val="00FA7691"/>
    <w:rsid w:val="00FB0F7E"/>
    <w:rsid w:val="00FB25D3"/>
    <w:rsid w:val="00FB2B73"/>
    <w:rsid w:val="00FB403C"/>
    <w:rsid w:val="00FB5000"/>
    <w:rsid w:val="00FB75F9"/>
    <w:rsid w:val="00FC0211"/>
    <w:rsid w:val="00FC035D"/>
    <w:rsid w:val="00FC17CC"/>
    <w:rsid w:val="00FC42B1"/>
    <w:rsid w:val="00FC6E08"/>
    <w:rsid w:val="00FD0D73"/>
    <w:rsid w:val="00FD1830"/>
    <w:rsid w:val="00FD19AE"/>
    <w:rsid w:val="00FD2A37"/>
    <w:rsid w:val="00FD2AAE"/>
    <w:rsid w:val="00FD318F"/>
    <w:rsid w:val="00FD329C"/>
    <w:rsid w:val="00FD3522"/>
    <w:rsid w:val="00FD43D1"/>
    <w:rsid w:val="00FD4AFA"/>
    <w:rsid w:val="00FD5DD2"/>
    <w:rsid w:val="00FD7460"/>
    <w:rsid w:val="00FE04BC"/>
    <w:rsid w:val="00FE1795"/>
    <w:rsid w:val="00FE36D0"/>
    <w:rsid w:val="00FE47A7"/>
    <w:rsid w:val="00FE4923"/>
    <w:rsid w:val="00FE4B92"/>
    <w:rsid w:val="00FE5287"/>
    <w:rsid w:val="00FE59C8"/>
    <w:rsid w:val="00FE6026"/>
    <w:rsid w:val="00FE7513"/>
    <w:rsid w:val="00FF033C"/>
    <w:rsid w:val="00FF2573"/>
    <w:rsid w:val="00FF2CC1"/>
    <w:rsid w:val="00FF3078"/>
    <w:rsid w:val="00FF3544"/>
    <w:rsid w:val="00FF4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98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8776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853AA"/>
    <w:pPr>
      <w:keepNext/>
      <w:jc w:val="center"/>
      <w:outlineLvl w:val="3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8776D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853AA"/>
    <w:rPr>
      <w:rFonts w:ascii="Times New Roman" w:hAnsi="Times New Roman" w:cs="Times New Roman"/>
      <w:b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5A51B2"/>
    <w:pPr>
      <w:ind w:firstLine="851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A51B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">
    <w:name w:val="Заголовок сообщения (текст)"/>
    <w:uiPriority w:val="99"/>
    <w:rsid w:val="00607C92"/>
    <w:rPr>
      <w:rFonts w:ascii="Arial" w:hAnsi="Arial"/>
      <w:b/>
      <w:spacing w:val="-4"/>
      <w:sz w:val="18"/>
      <w:vertAlign w:val="baseline"/>
    </w:rPr>
  </w:style>
  <w:style w:type="paragraph" w:styleId="BodyText">
    <w:name w:val="Body Text"/>
    <w:basedOn w:val="Normal"/>
    <w:link w:val="BodyTextChar"/>
    <w:uiPriority w:val="99"/>
    <w:rsid w:val="009C3121"/>
    <w:pPr>
      <w:spacing w:after="12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C3121"/>
    <w:rPr>
      <w:rFonts w:ascii="Times New Roman" w:hAnsi="Times New Roman" w:cs="Times New Roman"/>
      <w:sz w:val="28"/>
      <w:szCs w:val="28"/>
      <w:lang w:eastAsia="ru-RU"/>
    </w:rPr>
  </w:style>
  <w:style w:type="paragraph" w:styleId="ListParagraph">
    <w:name w:val="List Paragraph"/>
    <w:basedOn w:val="Normal"/>
    <w:uiPriority w:val="99"/>
    <w:qFormat/>
    <w:rsid w:val="009C3121"/>
    <w:pPr>
      <w:ind w:left="720"/>
      <w:contextualSpacing/>
    </w:pPr>
    <w:rPr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8D4C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8D4CF3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8D4CF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D4CF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8D4CF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D4CF3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B7A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7A7E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8444EA"/>
    <w:rPr>
      <w:lang w:eastAsia="en-US"/>
    </w:rPr>
  </w:style>
  <w:style w:type="character" w:customStyle="1" w:styleId="1">
    <w:name w:val="Основной текст Знак1"/>
    <w:uiPriority w:val="99"/>
    <w:locked/>
    <w:rsid w:val="00F5168C"/>
    <w:rPr>
      <w:rFonts w:ascii="Times New Roman" w:hAnsi="Times New Roman"/>
      <w:b/>
      <w:spacing w:val="1"/>
      <w:sz w:val="17"/>
      <w:shd w:val="clear" w:color="auto" w:fill="FFFFFF"/>
    </w:rPr>
  </w:style>
  <w:style w:type="paragraph" w:styleId="NormalWeb">
    <w:name w:val="Normal (Web)"/>
    <w:basedOn w:val="Normal"/>
    <w:uiPriority w:val="99"/>
    <w:rsid w:val="00975FF4"/>
    <w:pPr>
      <w:spacing w:before="100" w:beforeAutospacing="1" w:after="100" w:afterAutospacing="1"/>
    </w:pPr>
  </w:style>
  <w:style w:type="paragraph" w:customStyle="1" w:styleId="10">
    <w:name w:val="Знак Знак1 Знак"/>
    <w:basedOn w:val="Normal"/>
    <w:uiPriority w:val="99"/>
    <w:rsid w:val="00900F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0">
    <w:name w:val="Знак Знак Знак"/>
    <w:basedOn w:val="Normal"/>
    <w:uiPriority w:val="99"/>
    <w:rsid w:val="00F0565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1">
    <w:name w:val="Знак"/>
    <w:basedOn w:val="Normal"/>
    <w:uiPriority w:val="99"/>
    <w:rsid w:val="00BA7BE2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15A4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3">
    <w:name w:val="Знак3"/>
    <w:basedOn w:val="Normal"/>
    <w:uiPriority w:val="99"/>
    <w:rsid w:val="00E7735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2">
    <w:name w:val="Основной текст_"/>
    <w:basedOn w:val="DefaultParagraphFont"/>
    <w:link w:val="11"/>
    <w:uiPriority w:val="99"/>
    <w:locked/>
    <w:rsid w:val="00507D30"/>
    <w:rPr>
      <w:rFonts w:ascii="Times New Roman" w:hAnsi="Times New Roman" w:cs="Times New Roman"/>
      <w:spacing w:val="-10"/>
      <w:sz w:val="26"/>
      <w:szCs w:val="26"/>
      <w:shd w:val="clear" w:color="auto" w:fill="FFFFFF"/>
    </w:rPr>
  </w:style>
  <w:style w:type="paragraph" w:customStyle="1" w:styleId="11">
    <w:name w:val="Основной текст1"/>
    <w:basedOn w:val="Normal"/>
    <w:link w:val="a2"/>
    <w:uiPriority w:val="99"/>
    <w:rsid w:val="00507D30"/>
    <w:pPr>
      <w:shd w:val="clear" w:color="auto" w:fill="FFFFFF"/>
      <w:spacing w:line="240" w:lineRule="atLeast"/>
    </w:pPr>
    <w:rPr>
      <w:spacing w:val="-10"/>
      <w:sz w:val="26"/>
      <w:szCs w:val="26"/>
      <w:lang w:eastAsia="en-US"/>
    </w:rPr>
  </w:style>
  <w:style w:type="paragraph" w:customStyle="1" w:styleId="2">
    <w:name w:val="Знак2"/>
    <w:basedOn w:val="Normal"/>
    <w:uiPriority w:val="99"/>
    <w:rsid w:val="00263539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EF5D0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48005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8005C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head1">
    <w:name w:val="head_1"/>
    <w:basedOn w:val="DefaultParagraphFont"/>
    <w:uiPriority w:val="99"/>
    <w:rsid w:val="00F65C7D"/>
    <w:rPr>
      <w:rFonts w:cs="Times New Roman"/>
    </w:rPr>
  </w:style>
  <w:style w:type="character" w:styleId="Strong">
    <w:name w:val="Strong"/>
    <w:basedOn w:val="DefaultParagraphFont"/>
    <w:uiPriority w:val="99"/>
    <w:qFormat/>
    <w:rsid w:val="00F65C7D"/>
    <w:rPr>
      <w:rFonts w:cs="Times New Roman"/>
      <w:b/>
    </w:rPr>
  </w:style>
  <w:style w:type="paragraph" w:styleId="BodyTextIndent2">
    <w:name w:val="Body Text Indent 2"/>
    <w:basedOn w:val="Normal"/>
    <w:link w:val="BodyTextIndent2Char"/>
    <w:uiPriority w:val="99"/>
    <w:rsid w:val="0034617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46170"/>
    <w:rPr>
      <w:rFonts w:ascii="Times New Roman" w:hAnsi="Times New Roman" w:cs="Times New Roman"/>
      <w:sz w:val="24"/>
      <w:szCs w:val="24"/>
    </w:rPr>
  </w:style>
  <w:style w:type="paragraph" w:customStyle="1" w:styleId="p1">
    <w:name w:val="p1"/>
    <w:basedOn w:val="Normal"/>
    <w:uiPriority w:val="99"/>
    <w:rsid w:val="00091643"/>
    <w:pPr>
      <w:spacing w:before="100" w:beforeAutospacing="1" w:after="100" w:afterAutospacing="1"/>
    </w:pPr>
  </w:style>
  <w:style w:type="paragraph" w:styleId="CommentText">
    <w:name w:val="annotation text"/>
    <w:basedOn w:val="Normal"/>
    <w:link w:val="CommentTextChar"/>
    <w:uiPriority w:val="99"/>
    <w:rsid w:val="006251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2516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710E1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2">
    <w:name w:val="Знак1"/>
    <w:basedOn w:val="Normal"/>
    <w:uiPriority w:val="99"/>
    <w:rsid w:val="001564A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A44FF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Normal"/>
    <w:uiPriority w:val="99"/>
    <w:rsid w:val="000D628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91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91175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91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</TotalTime>
  <Pages>3</Pages>
  <Words>768</Words>
  <Characters>4384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Пермяков Сергей Викторович</dc:creator>
  <cp:keywords/>
  <dc:description/>
  <cp:lastModifiedBy>Пользователь</cp:lastModifiedBy>
  <cp:revision>11</cp:revision>
  <cp:lastPrinted>2016-12-25T11:05:00Z</cp:lastPrinted>
  <dcterms:created xsi:type="dcterms:W3CDTF">2017-01-23T10:06:00Z</dcterms:created>
  <dcterms:modified xsi:type="dcterms:W3CDTF">2017-05-10T11:45:00Z</dcterms:modified>
</cp:coreProperties>
</file>