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DB" w:rsidRDefault="00AB02DB" w:rsidP="00602BF6">
      <w:pPr>
        <w:pStyle w:val="Title"/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80.25pt">
            <v:imagedata r:id="rId5" o:title=""/>
          </v:shape>
        </w:pict>
      </w:r>
    </w:p>
    <w:p w:rsidR="00AB02DB" w:rsidRDefault="00AB02DB" w:rsidP="00602BF6">
      <w:pPr>
        <w:pStyle w:val="Title"/>
      </w:pPr>
    </w:p>
    <w:p w:rsidR="00AB02DB" w:rsidRPr="00602BF6" w:rsidRDefault="00AB02DB" w:rsidP="00602BF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602BF6">
        <w:rPr>
          <w:rFonts w:ascii="Times New Roman" w:hAnsi="Times New Roman" w:cs="Times New Roman"/>
          <w:sz w:val="28"/>
          <w:szCs w:val="28"/>
        </w:rPr>
        <w:t>ГЛАВА ТАБОРИНСКОГО МУНИЦИПАЛЬНОГО РАЙОНА</w:t>
      </w:r>
    </w:p>
    <w:p w:rsidR="00AB02DB" w:rsidRPr="00602BF6" w:rsidRDefault="00AB02DB" w:rsidP="00602BF6">
      <w:pPr>
        <w:pStyle w:val="Heading1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B02DB" w:rsidRDefault="00AB02DB" w:rsidP="00602BF6">
      <w:pPr>
        <w:pStyle w:val="Heading1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602BF6">
        <w:rPr>
          <w:rFonts w:ascii="Times New Roman" w:hAnsi="Times New Roman" w:cs="Times New Roman"/>
          <w:i w:val="0"/>
          <w:iCs w:val="0"/>
          <w:sz w:val="32"/>
          <w:szCs w:val="32"/>
        </w:rPr>
        <w:t>П О С Т А Н О В Л Е Н И Е</w:t>
      </w:r>
    </w:p>
    <w:p w:rsidR="00AB02DB" w:rsidRPr="00602BF6" w:rsidRDefault="00AB02DB" w:rsidP="00602BF6">
      <w:pPr>
        <w:rPr>
          <w:sz w:val="16"/>
          <w:szCs w:val="16"/>
        </w:rPr>
      </w:pPr>
    </w:p>
    <w:tbl>
      <w:tblPr>
        <w:tblW w:w="0" w:type="auto"/>
        <w:tblInd w:w="-178" w:type="dxa"/>
        <w:tblBorders>
          <w:top w:val="thinThickLargeGap" w:sz="24" w:space="0" w:color="auto"/>
        </w:tblBorders>
        <w:tblLook w:val="0000"/>
      </w:tblPr>
      <w:tblGrid>
        <w:gridCol w:w="9642"/>
      </w:tblGrid>
      <w:tr w:rsidR="00AB02DB" w:rsidRPr="00602BF6" w:rsidTr="00602BF6">
        <w:trPr>
          <w:trHeight w:val="100"/>
        </w:trPr>
        <w:tc>
          <w:tcPr>
            <w:tcW w:w="9642" w:type="dxa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AB02DB" w:rsidRPr="00602BF6" w:rsidRDefault="00AB02DB">
            <w:pPr>
              <w:rPr>
                <w:sz w:val="28"/>
                <w:szCs w:val="28"/>
              </w:rPr>
            </w:pPr>
          </w:p>
        </w:tc>
      </w:tr>
    </w:tbl>
    <w:p w:rsidR="00AB02DB" w:rsidRPr="00602BF6" w:rsidRDefault="00AB02DB" w:rsidP="00602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2BF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u w:val="single"/>
        </w:rPr>
        <w:t>23.04</w:t>
      </w:r>
      <w:r w:rsidRPr="00602BF6">
        <w:rPr>
          <w:rFonts w:ascii="Times New Roman" w:hAnsi="Times New Roman" w:cs="Times New Roman"/>
          <w:sz w:val="28"/>
          <w:szCs w:val="28"/>
          <w:u w:val="single"/>
        </w:rPr>
        <w:t>.2012г</w:t>
      </w:r>
      <w:r w:rsidRPr="00602BF6">
        <w:rPr>
          <w:rFonts w:ascii="Times New Roman" w:hAnsi="Times New Roman" w:cs="Times New Roman"/>
          <w:sz w:val="28"/>
          <w:szCs w:val="28"/>
        </w:rPr>
        <w:t xml:space="preserve">.  № </w:t>
      </w:r>
      <w:r>
        <w:rPr>
          <w:rFonts w:ascii="Times New Roman" w:hAnsi="Times New Roman" w:cs="Times New Roman"/>
          <w:sz w:val="28"/>
          <w:szCs w:val="28"/>
          <w:u w:val="single"/>
        </w:rPr>
        <w:t>204</w:t>
      </w:r>
    </w:p>
    <w:p w:rsidR="00AB02DB" w:rsidRPr="00602BF6" w:rsidRDefault="00AB02DB" w:rsidP="00602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BF6">
        <w:rPr>
          <w:rFonts w:ascii="Times New Roman" w:hAnsi="Times New Roman" w:cs="Times New Roman"/>
          <w:sz w:val="28"/>
          <w:szCs w:val="28"/>
        </w:rPr>
        <w:t>с. Таборы</w:t>
      </w:r>
    </w:p>
    <w:p w:rsidR="00AB02DB" w:rsidRPr="00BA626F" w:rsidRDefault="00AB02DB" w:rsidP="00BA62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DB" w:rsidRPr="00376B8A" w:rsidRDefault="00AB02DB" w:rsidP="00BA626F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76B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</w:t>
      </w:r>
      <w:r w:rsidRPr="00376B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става муниципального каз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ё</w:t>
      </w:r>
      <w:r w:rsidRPr="00376B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нного</w:t>
      </w:r>
    </w:p>
    <w:p w:rsidR="00AB02DB" w:rsidRPr="00376B8A" w:rsidRDefault="00AB02DB" w:rsidP="001126E6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дошкольного </w:t>
      </w:r>
      <w:r w:rsidRPr="00376B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образовательного учреждения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«Кузнецовский детский сад»</w:t>
      </w:r>
    </w:p>
    <w:p w:rsidR="00AB02DB" w:rsidRDefault="00AB02DB" w:rsidP="00BA62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DB" w:rsidRPr="00BA626F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626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пунктами 1.1. и 4 статьи 14 Федерального закона от 12.01.1996 года № 7-ФЗ «О некоммерческих организациях», частью 14 статьи 33 Федерального закона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руководствуясь ст. 27 Устава Таборинского муниципального района,  </w:t>
      </w:r>
    </w:p>
    <w:p w:rsidR="00AB02DB" w:rsidRPr="00BA626F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2DB" w:rsidRPr="00BA626F" w:rsidRDefault="00AB02DB" w:rsidP="00CA4D86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BA626F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AB02DB" w:rsidRPr="00BA626F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626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626F">
        <w:rPr>
          <w:rFonts w:ascii="Times New Roman" w:hAnsi="Times New Roman" w:cs="Times New Roman"/>
          <w:sz w:val="28"/>
          <w:szCs w:val="28"/>
        </w:rPr>
        <w:t>став муниципального каз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A626F">
        <w:rPr>
          <w:rFonts w:ascii="Times New Roman" w:hAnsi="Times New Roman" w:cs="Times New Roman"/>
          <w:sz w:val="28"/>
          <w:szCs w:val="28"/>
        </w:rPr>
        <w:t xml:space="preserve">нного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BA626F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>«Кузнецовский детский сад»</w:t>
      </w:r>
      <w:r w:rsidRPr="00BA62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02DB" w:rsidRDefault="00AB02DB" w:rsidP="00721B85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Директору муниципального образовательного учреждения Кузнецовский детский сад осуществить регистрационные действия муниципального </w:t>
      </w:r>
      <w:r w:rsidRPr="00BA626F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A626F">
        <w:rPr>
          <w:rFonts w:ascii="Times New Roman" w:hAnsi="Times New Roman" w:cs="Times New Roman"/>
          <w:sz w:val="28"/>
          <w:szCs w:val="28"/>
        </w:rPr>
        <w:t xml:space="preserve">нного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BA626F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«Кузнецовский детский сад»  в Межрайонной ИФНС России № 13 по Свердловской области.  </w:t>
      </w:r>
    </w:p>
    <w:p w:rsidR="00AB02DB" w:rsidRPr="00BA626F" w:rsidRDefault="00AB02DB" w:rsidP="008A3A6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данное постановление в районной газете «Призыв». </w:t>
      </w:r>
    </w:p>
    <w:p w:rsidR="00AB02DB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Данное постановление вступает в силу с момента подписания. </w:t>
      </w:r>
    </w:p>
    <w:p w:rsidR="00AB02DB" w:rsidRPr="00BA626F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A626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заведующую МОУО Таборинского муниципального района Н.И. Абушкевич.</w:t>
      </w:r>
    </w:p>
    <w:p w:rsidR="00AB02DB" w:rsidRDefault="00AB02DB" w:rsidP="00CA4D8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AB02DB" w:rsidRDefault="00AB02DB" w:rsidP="00CA4D8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AB02DB" w:rsidRDefault="00AB02DB" w:rsidP="00CA4D8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Таборинского </w:t>
      </w:r>
    </w:p>
    <w:p w:rsidR="00AB02DB" w:rsidRDefault="00AB02DB" w:rsidP="00CA4D8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В.А. Роененко</w:t>
      </w:r>
    </w:p>
    <w:p w:rsidR="00AB02DB" w:rsidRDefault="00AB02DB" w:rsidP="00BA626F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02DB" w:rsidSect="00342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D17E7"/>
    <w:multiLevelType w:val="hybridMultilevel"/>
    <w:tmpl w:val="E950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485"/>
    <w:rsid w:val="000D08A1"/>
    <w:rsid w:val="001126E6"/>
    <w:rsid w:val="00131C87"/>
    <w:rsid w:val="001E45E3"/>
    <w:rsid w:val="001F7B47"/>
    <w:rsid w:val="002B691B"/>
    <w:rsid w:val="002C6F24"/>
    <w:rsid w:val="002F3A84"/>
    <w:rsid w:val="003046D9"/>
    <w:rsid w:val="00325916"/>
    <w:rsid w:val="00327ACC"/>
    <w:rsid w:val="00342940"/>
    <w:rsid w:val="00374F0D"/>
    <w:rsid w:val="00376B8A"/>
    <w:rsid w:val="00461EE5"/>
    <w:rsid w:val="004E2618"/>
    <w:rsid w:val="00556815"/>
    <w:rsid w:val="005E240E"/>
    <w:rsid w:val="00602BF6"/>
    <w:rsid w:val="00632B43"/>
    <w:rsid w:val="006666A3"/>
    <w:rsid w:val="006E33C2"/>
    <w:rsid w:val="007066E4"/>
    <w:rsid w:val="00721B85"/>
    <w:rsid w:val="0075360E"/>
    <w:rsid w:val="007B67F0"/>
    <w:rsid w:val="007D5976"/>
    <w:rsid w:val="00863F23"/>
    <w:rsid w:val="008A3A62"/>
    <w:rsid w:val="008F1EBD"/>
    <w:rsid w:val="009247D3"/>
    <w:rsid w:val="009A0485"/>
    <w:rsid w:val="009C1CBE"/>
    <w:rsid w:val="009C47F4"/>
    <w:rsid w:val="00A10E01"/>
    <w:rsid w:val="00A42CBA"/>
    <w:rsid w:val="00AB02DB"/>
    <w:rsid w:val="00AF43F7"/>
    <w:rsid w:val="00B01387"/>
    <w:rsid w:val="00BA626F"/>
    <w:rsid w:val="00BC7009"/>
    <w:rsid w:val="00BF44E7"/>
    <w:rsid w:val="00C631DA"/>
    <w:rsid w:val="00C8009E"/>
    <w:rsid w:val="00CA4D86"/>
    <w:rsid w:val="00D17679"/>
    <w:rsid w:val="00DC0607"/>
    <w:rsid w:val="00E53417"/>
    <w:rsid w:val="00E5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94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626F"/>
    <w:pPr>
      <w:keepNext/>
      <w:spacing w:after="0" w:line="240" w:lineRule="auto"/>
      <w:jc w:val="center"/>
      <w:outlineLvl w:val="0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626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A0485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048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DC0607"/>
    <w:rPr>
      <w:rFonts w:cs="Calibri"/>
    </w:rPr>
  </w:style>
  <w:style w:type="paragraph" w:styleId="BodyText">
    <w:name w:val="Body Text"/>
    <w:basedOn w:val="Normal"/>
    <w:link w:val="BodyTextChar"/>
    <w:uiPriority w:val="99"/>
    <w:semiHidden/>
    <w:rsid w:val="00BA62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626F"/>
  </w:style>
  <w:style w:type="paragraph" w:styleId="BodyText2">
    <w:name w:val="Body Text 2"/>
    <w:basedOn w:val="Normal"/>
    <w:link w:val="BodyText2Char"/>
    <w:uiPriority w:val="99"/>
    <w:semiHidden/>
    <w:rsid w:val="00BA62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A626F"/>
  </w:style>
  <w:style w:type="paragraph" w:styleId="Title">
    <w:name w:val="Title"/>
    <w:basedOn w:val="Normal"/>
    <w:link w:val="TitleChar"/>
    <w:uiPriority w:val="99"/>
    <w:qFormat/>
    <w:rsid w:val="00BA626F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A626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Normal"/>
    <w:uiPriority w:val="99"/>
    <w:rsid w:val="00B01387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B01387"/>
    <w:pPr>
      <w:widowControl w:val="0"/>
      <w:autoSpaceDE w:val="0"/>
      <w:autoSpaceDN w:val="0"/>
      <w:adjustRightInd w:val="0"/>
      <w:spacing w:after="0" w:line="230" w:lineRule="exact"/>
    </w:pPr>
    <w:rPr>
      <w:sz w:val="24"/>
      <w:szCs w:val="24"/>
    </w:rPr>
  </w:style>
  <w:style w:type="paragraph" w:customStyle="1" w:styleId="Style5">
    <w:name w:val="Style5"/>
    <w:basedOn w:val="Normal"/>
    <w:uiPriority w:val="99"/>
    <w:rsid w:val="00B01387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6">
    <w:name w:val="Style6"/>
    <w:basedOn w:val="Normal"/>
    <w:uiPriority w:val="99"/>
    <w:rsid w:val="00B01387"/>
    <w:pPr>
      <w:widowControl w:val="0"/>
      <w:autoSpaceDE w:val="0"/>
      <w:autoSpaceDN w:val="0"/>
      <w:adjustRightInd w:val="0"/>
      <w:spacing w:after="0" w:line="250" w:lineRule="exact"/>
    </w:pPr>
    <w:rPr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B0138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B0138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basedOn w:val="DefaultParagraphFont"/>
    <w:uiPriority w:val="99"/>
    <w:rsid w:val="00B01387"/>
    <w:rPr>
      <w:rFonts w:ascii="Franklin Gothic Heavy" w:hAnsi="Franklin Gothic Heavy" w:cs="Franklin Gothic Heavy"/>
      <w:sz w:val="14"/>
      <w:szCs w:val="14"/>
    </w:rPr>
  </w:style>
  <w:style w:type="paragraph" w:customStyle="1" w:styleId="a">
    <w:name w:val="Знак Знак Знак Знак"/>
    <w:basedOn w:val="Normal"/>
    <w:link w:val="DefaultParagraphFont"/>
    <w:uiPriority w:val="99"/>
    <w:rsid w:val="00602BF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02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5D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57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1</Pages>
  <Words>214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</cp:lastModifiedBy>
  <cp:revision>27</cp:revision>
  <cp:lastPrinted>2012-04-23T08:56:00Z</cp:lastPrinted>
  <dcterms:created xsi:type="dcterms:W3CDTF">2011-10-26T03:34:00Z</dcterms:created>
  <dcterms:modified xsi:type="dcterms:W3CDTF">2012-04-23T08:56:00Z</dcterms:modified>
</cp:coreProperties>
</file>