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4A" w:rsidRPr="00FF30AC" w:rsidRDefault="008A1E4A" w:rsidP="00F2087E">
      <w:pPr>
        <w:pStyle w:val="Title"/>
        <w:ind w:left="0"/>
        <w:rPr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pt;margin-top:-18pt;width:243pt;height:108pt;z-index:251658240" stroked="f">
            <v:textbox>
              <w:txbxContent>
                <w:p w:rsidR="008A1E4A" w:rsidRPr="00DE7542" w:rsidRDefault="008A1E4A" w:rsidP="002F18EF">
                  <w:pPr>
                    <w:rPr>
                      <w:vanish/>
                    </w:rPr>
                  </w:pPr>
                  <w:r>
                    <w:rPr>
                      <w:b/>
                      <w:bCs/>
                      <w:vanish/>
                    </w:rPr>
                    <w:t xml:space="preserve">Михайлова О.В., </w:t>
                  </w:r>
                  <w:r w:rsidRPr="00DE7542">
                    <w:rPr>
                      <w:vanish/>
                    </w:rPr>
                    <w:t>Князев А.Е.</w:t>
                  </w:r>
                </w:p>
                <w:p w:rsidR="008A1E4A" w:rsidRPr="00DE7542" w:rsidRDefault="008A1E4A" w:rsidP="00C95ECF">
                  <w:pPr>
                    <w:rPr>
                      <w:vanish/>
                    </w:rPr>
                  </w:pPr>
                </w:p>
                <w:p w:rsidR="008A1E4A" w:rsidRPr="00DE7542" w:rsidRDefault="008A1E4A" w:rsidP="00C95ECF">
                  <w:pPr>
                    <w:rPr>
                      <w:vanish/>
                    </w:rPr>
                  </w:pPr>
                  <w:r>
                    <w:rPr>
                      <w:vanish/>
                    </w:rPr>
                    <w:t>копии – Михайлова – 1</w:t>
                  </w:r>
                </w:p>
              </w:txbxContent>
            </v:textbox>
          </v:shape>
        </w:pict>
      </w:r>
      <w:r w:rsidRPr="00674B46">
        <w:rPr>
          <w:sz w:val="24"/>
        </w:rPr>
        <w:pict>
          <v:shape id="_x0000_i1031" type="#_x0000_t75" style="width:38.25pt;height:80.25pt">
            <v:imagedata r:id="rId7" o:title=""/>
          </v:shape>
        </w:pict>
      </w:r>
    </w:p>
    <w:p w:rsidR="008A1E4A" w:rsidRPr="00FF30AC" w:rsidRDefault="008A1E4A" w:rsidP="00F2087E">
      <w:pPr>
        <w:pStyle w:val="Title"/>
        <w:ind w:left="0"/>
        <w:rPr>
          <w:szCs w:val="28"/>
        </w:rPr>
      </w:pPr>
    </w:p>
    <w:p w:rsidR="008A1E4A" w:rsidRPr="00FF30AC" w:rsidRDefault="008A1E4A" w:rsidP="00402F47">
      <w:pPr>
        <w:pStyle w:val="Title"/>
        <w:ind w:left="-227"/>
        <w:rPr>
          <w:sz w:val="28"/>
          <w:szCs w:val="28"/>
        </w:rPr>
      </w:pPr>
      <w:r w:rsidRPr="00FF30AC">
        <w:rPr>
          <w:sz w:val="28"/>
          <w:szCs w:val="28"/>
        </w:rPr>
        <w:t>АДМИНИСТРАЦИЯ ТАБОРИНСКОГО МУНИЦИПАЛЬНОГО РАЙОНА</w:t>
      </w:r>
    </w:p>
    <w:p w:rsidR="008A1E4A" w:rsidRPr="00FF30AC" w:rsidRDefault="008A1E4A" w:rsidP="00F2087E">
      <w:pPr>
        <w:pStyle w:val="Heading1"/>
        <w:jc w:val="center"/>
        <w:rPr>
          <w:color w:val="auto"/>
          <w:sz w:val="32"/>
        </w:rPr>
      </w:pPr>
      <w:r w:rsidRPr="00FF30AC">
        <w:rPr>
          <w:color w:val="auto"/>
          <w:sz w:val="32"/>
        </w:rPr>
        <w:t>П О С Т А Н О В Л Е Н И Е</w:t>
      </w:r>
    </w:p>
    <w:tbl>
      <w:tblPr>
        <w:tblW w:w="5000" w:type="pct"/>
        <w:tblBorders>
          <w:top w:val="thinThickLargeGap" w:sz="24" w:space="0" w:color="auto"/>
        </w:tblBorders>
        <w:tblLook w:val="0000"/>
      </w:tblPr>
      <w:tblGrid>
        <w:gridCol w:w="9570"/>
      </w:tblGrid>
      <w:tr w:rsidR="008A1E4A" w:rsidRPr="00FF30AC" w:rsidTr="00402F47">
        <w:trPr>
          <w:trHeight w:val="100"/>
        </w:trPr>
        <w:tc>
          <w:tcPr>
            <w:tcW w:w="5000" w:type="pct"/>
            <w:tcBorders>
              <w:top w:val="thinThickLargeGap" w:sz="24" w:space="0" w:color="auto"/>
              <w:left w:val="nil"/>
              <w:bottom w:val="nil"/>
              <w:right w:val="nil"/>
            </w:tcBorders>
          </w:tcPr>
          <w:p w:rsidR="008A1E4A" w:rsidRPr="00FF30AC" w:rsidRDefault="008A1E4A">
            <w:pPr>
              <w:rPr>
                <w:sz w:val="28"/>
              </w:rPr>
            </w:pPr>
          </w:p>
        </w:tc>
      </w:tr>
    </w:tbl>
    <w:p w:rsidR="008A1E4A" w:rsidRPr="00FF30AC" w:rsidRDefault="008A1E4A" w:rsidP="00BF4B6B">
      <w:pPr>
        <w:jc w:val="both"/>
        <w:rPr>
          <w:sz w:val="28"/>
          <w:u w:val="single"/>
        </w:rPr>
      </w:pPr>
      <w:r w:rsidRPr="00FF30AC">
        <w:rPr>
          <w:sz w:val="28"/>
        </w:rPr>
        <w:t xml:space="preserve">от </w:t>
      </w:r>
      <w:r w:rsidRPr="00FF30AC">
        <w:rPr>
          <w:sz w:val="28"/>
          <w:u w:val="single"/>
        </w:rPr>
        <w:t xml:space="preserve"> </w:t>
      </w:r>
      <w:r>
        <w:rPr>
          <w:sz w:val="28"/>
          <w:u w:val="single"/>
        </w:rPr>
        <w:t>13</w:t>
      </w:r>
      <w:r w:rsidRPr="00FF30AC">
        <w:rPr>
          <w:sz w:val="28"/>
          <w:u w:val="single"/>
        </w:rPr>
        <w:t>.</w:t>
      </w:r>
      <w:r>
        <w:rPr>
          <w:sz w:val="28"/>
          <w:u w:val="single"/>
        </w:rPr>
        <w:t>01</w:t>
      </w:r>
      <w:r w:rsidRPr="00FF30AC">
        <w:rPr>
          <w:sz w:val="28"/>
          <w:u w:val="single"/>
        </w:rPr>
        <w:t>.20</w:t>
      </w:r>
      <w:r>
        <w:rPr>
          <w:sz w:val="28"/>
          <w:u w:val="single"/>
        </w:rPr>
        <w:t>20</w:t>
      </w:r>
      <w:r w:rsidRPr="00FF30AC">
        <w:rPr>
          <w:sz w:val="28"/>
          <w:u w:val="single"/>
        </w:rPr>
        <w:t xml:space="preserve">г. </w:t>
      </w:r>
      <w:r w:rsidRPr="00FF30AC">
        <w:rPr>
          <w:sz w:val="28"/>
        </w:rPr>
        <w:t xml:space="preserve"> № </w:t>
      </w:r>
      <w:r w:rsidRPr="00FF30AC">
        <w:rPr>
          <w:sz w:val="28"/>
          <w:u w:val="single"/>
        </w:rPr>
        <w:t xml:space="preserve"> </w:t>
      </w:r>
      <w:r>
        <w:rPr>
          <w:sz w:val="28"/>
          <w:u w:val="single"/>
        </w:rPr>
        <w:t>2</w:t>
      </w:r>
      <w:r w:rsidRPr="00FF30AC">
        <w:rPr>
          <w:sz w:val="28"/>
          <w:u w:val="single"/>
        </w:rPr>
        <w:t xml:space="preserve"> </w:t>
      </w:r>
      <w:r w:rsidRPr="00494420">
        <w:rPr>
          <w:color w:val="FFFFFF"/>
          <w:sz w:val="28"/>
        </w:rPr>
        <w:t>.</w:t>
      </w:r>
    </w:p>
    <w:p w:rsidR="008A1E4A" w:rsidRPr="00FF30AC" w:rsidRDefault="008A1E4A" w:rsidP="000F037F">
      <w:pPr>
        <w:jc w:val="both"/>
        <w:rPr>
          <w:sz w:val="28"/>
        </w:rPr>
      </w:pPr>
      <w:r w:rsidRPr="00FF30AC">
        <w:rPr>
          <w:sz w:val="28"/>
        </w:rPr>
        <w:t>с. Таборы</w:t>
      </w:r>
    </w:p>
    <w:p w:rsidR="008A1E4A" w:rsidRPr="00FF30AC" w:rsidRDefault="008A1E4A" w:rsidP="00F2087E">
      <w:pPr>
        <w:jc w:val="center"/>
        <w:rPr>
          <w:b/>
          <w:i/>
          <w:sz w:val="28"/>
          <w:szCs w:val="28"/>
        </w:rPr>
      </w:pPr>
    </w:p>
    <w:p w:rsidR="008A1E4A" w:rsidRPr="00DE5B08" w:rsidRDefault="008A1E4A" w:rsidP="00494420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 итогах конкурса на </w:t>
      </w:r>
      <w:r w:rsidRPr="00DE5B08">
        <w:rPr>
          <w:rFonts w:ascii="Times New Roman" w:hAnsi="Times New Roman" w:cs="Times New Roman"/>
          <w:i/>
          <w:sz w:val="28"/>
          <w:szCs w:val="28"/>
        </w:rPr>
        <w:t>предоставлени</w:t>
      </w:r>
      <w:r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Pr="00DE5B08">
        <w:rPr>
          <w:rFonts w:ascii="Times New Roman" w:hAnsi="Times New Roman" w:cs="Times New Roman"/>
          <w:i/>
          <w:sz w:val="28"/>
          <w:szCs w:val="28"/>
        </w:rPr>
        <w:t>грант</w:t>
      </w:r>
      <w:r>
        <w:rPr>
          <w:rFonts w:ascii="Times New Roman" w:hAnsi="Times New Roman" w:cs="Times New Roman"/>
          <w:i/>
          <w:sz w:val="28"/>
          <w:szCs w:val="28"/>
        </w:rPr>
        <w:t>ов</w:t>
      </w:r>
      <w:r w:rsidRPr="00DE5B08">
        <w:rPr>
          <w:rFonts w:ascii="Times New Roman" w:hAnsi="Times New Roman" w:cs="Times New Roman"/>
          <w:i/>
          <w:sz w:val="28"/>
          <w:szCs w:val="28"/>
        </w:rPr>
        <w:t xml:space="preserve"> в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DE5B08">
        <w:rPr>
          <w:rFonts w:ascii="Times New Roman" w:hAnsi="Times New Roman" w:cs="Times New Roman"/>
          <w:i/>
          <w:sz w:val="28"/>
          <w:szCs w:val="28"/>
        </w:rPr>
        <w:t>форме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DE5B08">
        <w:rPr>
          <w:rFonts w:ascii="Times New Roman" w:hAnsi="Times New Roman" w:cs="Times New Roman"/>
          <w:i/>
          <w:sz w:val="28"/>
          <w:szCs w:val="28"/>
        </w:rPr>
        <w:t>субсиди</w:t>
      </w:r>
      <w:r>
        <w:rPr>
          <w:rFonts w:ascii="Times New Roman" w:hAnsi="Times New Roman" w:cs="Times New Roman"/>
          <w:i/>
          <w:sz w:val="28"/>
          <w:szCs w:val="28"/>
        </w:rPr>
        <w:t>й</w:t>
      </w:r>
      <w:r w:rsidRPr="004944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B08">
        <w:rPr>
          <w:rFonts w:ascii="Times New Roman" w:hAnsi="Times New Roman" w:cs="Times New Roman"/>
          <w:i/>
          <w:sz w:val="28"/>
          <w:szCs w:val="28"/>
        </w:rPr>
        <w:t>некоммерческ</w:t>
      </w:r>
      <w:r>
        <w:rPr>
          <w:rFonts w:ascii="Times New Roman" w:hAnsi="Times New Roman" w:cs="Times New Roman"/>
          <w:i/>
          <w:sz w:val="28"/>
          <w:szCs w:val="28"/>
        </w:rPr>
        <w:t>им</w:t>
      </w:r>
      <w:r w:rsidRPr="00DE5B08">
        <w:rPr>
          <w:rFonts w:ascii="Times New Roman" w:hAnsi="Times New Roman" w:cs="Times New Roman"/>
          <w:i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i/>
          <w:sz w:val="28"/>
          <w:szCs w:val="28"/>
        </w:rPr>
        <w:t>ям</w:t>
      </w:r>
      <w:r w:rsidRPr="00DE5B08">
        <w:rPr>
          <w:rFonts w:ascii="Times New Roman" w:hAnsi="Times New Roman" w:cs="Times New Roman"/>
          <w:i/>
          <w:sz w:val="28"/>
          <w:szCs w:val="28"/>
        </w:rPr>
        <w:t xml:space="preserve"> на реализацию проект</w:t>
      </w:r>
      <w:r>
        <w:rPr>
          <w:rFonts w:ascii="Times New Roman" w:hAnsi="Times New Roman" w:cs="Times New Roman"/>
          <w:i/>
          <w:sz w:val="28"/>
          <w:szCs w:val="28"/>
        </w:rPr>
        <w:t>ов</w:t>
      </w:r>
      <w:r w:rsidRPr="00DE5B08">
        <w:rPr>
          <w:rFonts w:ascii="Times New Roman" w:hAnsi="Times New Roman" w:cs="Times New Roman"/>
          <w:i/>
          <w:sz w:val="28"/>
          <w:szCs w:val="28"/>
        </w:rPr>
        <w:t xml:space="preserve"> по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DE5B08">
        <w:rPr>
          <w:rFonts w:ascii="Times New Roman" w:hAnsi="Times New Roman" w:cs="Times New Roman"/>
          <w:i/>
          <w:sz w:val="28"/>
          <w:szCs w:val="28"/>
        </w:rPr>
        <w:t>размещению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A460C0">
        <w:rPr>
          <w:rFonts w:ascii="Times New Roman" w:hAnsi="Times New Roman" w:cs="Times New Roman"/>
          <w:i/>
          <w:sz w:val="28"/>
          <w:szCs w:val="28"/>
        </w:rPr>
        <w:t>муниципальных нормативн</w:t>
      </w:r>
      <w:r>
        <w:rPr>
          <w:rFonts w:ascii="Times New Roman" w:hAnsi="Times New Roman" w:cs="Times New Roman"/>
          <w:i/>
          <w:sz w:val="28"/>
          <w:szCs w:val="28"/>
        </w:rPr>
        <w:t xml:space="preserve">ых </w:t>
      </w:r>
      <w:r w:rsidRPr="00A460C0">
        <w:rPr>
          <w:rFonts w:ascii="Times New Roman" w:hAnsi="Times New Roman" w:cs="Times New Roman"/>
          <w:i/>
          <w:sz w:val="28"/>
          <w:szCs w:val="28"/>
        </w:rPr>
        <w:t>правовых актов, иной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A460C0">
        <w:rPr>
          <w:rFonts w:ascii="Times New Roman" w:hAnsi="Times New Roman" w:cs="Times New Roman"/>
          <w:i/>
          <w:sz w:val="28"/>
          <w:szCs w:val="28"/>
        </w:rPr>
        <w:t>официальной информации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5B08">
        <w:rPr>
          <w:rFonts w:ascii="Times New Roman" w:hAnsi="Times New Roman" w:cs="Times New Roman"/>
          <w:i/>
          <w:iCs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i/>
          <w:iCs/>
          <w:sz w:val="28"/>
          <w:szCs w:val="28"/>
        </w:rPr>
        <w:t>Таборинского муниципального района</w:t>
      </w:r>
      <w:r w:rsidRPr="00DE5B08">
        <w:rPr>
          <w:rFonts w:ascii="Times New Roman" w:hAnsi="Times New Roman" w:cs="Times New Roman"/>
          <w:i/>
          <w:iCs/>
          <w:sz w:val="28"/>
          <w:szCs w:val="28"/>
        </w:rPr>
        <w:t xml:space="preserve"> в периодическ</w:t>
      </w:r>
      <w:r>
        <w:rPr>
          <w:rFonts w:ascii="Times New Roman" w:hAnsi="Times New Roman" w:cs="Times New Roman"/>
          <w:i/>
          <w:iCs/>
          <w:sz w:val="28"/>
          <w:szCs w:val="28"/>
        </w:rPr>
        <w:t>их</w:t>
      </w:r>
      <w:r w:rsidRPr="00DE5B08">
        <w:rPr>
          <w:rFonts w:ascii="Times New Roman" w:hAnsi="Times New Roman" w:cs="Times New Roman"/>
          <w:i/>
          <w:iCs/>
          <w:sz w:val="28"/>
          <w:szCs w:val="28"/>
        </w:rPr>
        <w:t xml:space="preserve"> печатн</w:t>
      </w:r>
      <w:r>
        <w:rPr>
          <w:rFonts w:ascii="Times New Roman" w:hAnsi="Times New Roman" w:cs="Times New Roman"/>
          <w:i/>
          <w:iCs/>
          <w:sz w:val="28"/>
          <w:szCs w:val="28"/>
        </w:rPr>
        <w:t>ых</w:t>
      </w:r>
      <w:r w:rsidRPr="00DE5B08">
        <w:rPr>
          <w:rFonts w:ascii="Times New Roman" w:hAnsi="Times New Roman" w:cs="Times New Roman"/>
          <w:i/>
          <w:iCs/>
          <w:sz w:val="28"/>
          <w:szCs w:val="28"/>
        </w:rPr>
        <w:t xml:space="preserve"> издани</w:t>
      </w:r>
      <w:r>
        <w:rPr>
          <w:rFonts w:ascii="Times New Roman" w:hAnsi="Times New Roman" w:cs="Times New Roman"/>
          <w:i/>
          <w:iCs/>
          <w:sz w:val="28"/>
          <w:szCs w:val="28"/>
        </w:rPr>
        <w:t>ях</w:t>
      </w:r>
      <w:r w:rsidRPr="00DE5B08">
        <w:rPr>
          <w:rFonts w:ascii="Times New Roman" w:hAnsi="Times New Roman" w:cs="Times New Roman"/>
          <w:i/>
          <w:iCs/>
          <w:sz w:val="28"/>
          <w:szCs w:val="28"/>
        </w:rPr>
        <w:t>, распространяем</w:t>
      </w:r>
      <w:r>
        <w:rPr>
          <w:rFonts w:ascii="Times New Roman" w:hAnsi="Times New Roman" w:cs="Times New Roman"/>
          <w:i/>
          <w:iCs/>
          <w:sz w:val="28"/>
          <w:szCs w:val="28"/>
        </w:rPr>
        <w:t>ых</w:t>
      </w:r>
      <w:r w:rsidRPr="00DE5B08">
        <w:rPr>
          <w:rFonts w:ascii="Times New Roman" w:hAnsi="Times New Roman" w:cs="Times New Roman"/>
          <w:i/>
          <w:iCs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i/>
          <w:iCs/>
          <w:sz w:val="28"/>
          <w:szCs w:val="28"/>
        </w:rPr>
        <w:t>Таборинского муниципального района</w:t>
      </w:r>
      <w:r w:rsidRPr="00064AD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 2020 году</w:t>
      </w:r>
    </w:p>
    <w:p w:rsidR="008A1E4A" w:rsidRPr="00FF30AC" w:rsidRDefault="008A1E4A" w:rsidP="00F2087E">
      <w:pPr>
        <w:jc w:val="center"/>
        <w:rPr>
          <w:b/>
          <w:sz w:val="28"/>
          <w:szCs w:val="28"/>
        </w:rPr>
      </w:pPr>
    </w:p>
    <w:p w:rsidR="008A1E4A" w:rsidRPr="00FF30AC" w:rsidRDefault="008A1E4A" w:rsidP="002F18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решения комиссии по проведению конкурса на предоставления грантов в форме субсидий некоммерческим организациям</w:t>
      </w:r>
      <w:r w:rsidRPr="003A050E">
        <w:rPr>
          <w:sz w:val="28"/>
          <w:szCs w:val="28"/>
        </w:rPr>
        <w:t xml:space="preserve"> </w:t>
      </w:r>
      <w:r w:rsidRPr="00A460C0">
        <w:rPr>
          <w:sz w:val="28"/>
          <w:szCs w:val="28"/>
        </w:rPr>
        <w:t>на реализацию проект</w:t>
      </w:r>
      <w:r>
        <w:rPr>
          <w:sz w:val="28"/>
          <w:szCs w:val="28"/>
        </w:rPr>
        <w:t>ов</w:t>
      </w:r>
      <w:r w:rsidRPr="00A460C0">
        <w:rPr>
          <w:sz w:val="28"/>
          <w:szCs w:val="28"/>
        </w:rPr>
        <w:t xml:space="preserve"> по размещению муниципальных нормативных правовых актов, иной официальной информации органов местного самоуправления Таборинского муниципального района в периодических печатных изданиях, распространяемых на территории Таборинского муниципального района</w:t>
      </w:r>
      <w:r w:rsidRPr="00170321">
        <w:rPr>
          <w:sz w:val="28"/>
          <w:szCs w:val="28"/>
        </w:rPr>
        <w:t xml:space="preserve"> </w:t>
      </w:r>
      <w:r>
        <w:rPr>
          <w:sz w:val="28"/>
          <w:szCs w:val="28"/>
        </w:rPr>
        <w:t>в 2020 году</w:t>
      </w:r>
      <w:r w:rsidRPr="003A050E">
        <w:rPr>
          <w:sz w:val="28"/>
          <w:szCs w:val="28"/>
        </w:rPr>
        <w:t>, в соответствии с Порядк</w:t>
      </w:r>
      <w:r>
        <w:rPr>
          <w:sz w:val="28"/>
          <w:szCs w:val="28"/>
        </w:rPr>
        <w:t>ом</w:t>
      </w:r>
      <w:r w:rsidRPr="003A050E">
        <w:rPr>
          <w:sz w:val="28"/>
          <w:szCs w:val="28"/>
        </w:rPr>
        <w:t xml:space="preserve"> предоставления грантов в форме субсидий некоммерческим организациям на реализацию проектов по размещению муниципальных нормативных правовых актов, иной официальной информации органов местного самоуправления Таборинского муниципального района в периодических печатных изданиях, распространяемых на территории Таборинского муниципального района</w:t>
      </w:r>
      <w:r>
        <w:rPr>
          <w:sz w:val="28"/>
          <w:szCs w:val="28"/>
        </w:rPr>
        <w:t xml:space="preserve">, утверждённым </w:t>
      </w:r>
      <w:r w:rsidRPr="003A050E">
        <w:rPr>
          <w:sz w:val="28"/>
          <w:szCs w:val="28"/>
        </w:rPr>
        <w:t xml:space="preserve">постановлением главы Таборинского муниципального района от 05.11.2014 </w:t>
      </w:r>
      <w:r>
        <w:rPr>
          <w:sz w:val="28"/>
          <w:szCs w:val="28"/>
        </w:rPr>
        <w:t>№ </w:t>
      </w:r>
      <w:r w:rsidRPr="003A050E">
        <w:rPr>
          <w:sz w:val="28"/>
          <w:szCs w:val="28"/>
        </w:rPr>
        <w:t xml:space="preserve">660, </w:t>
      </w:r>
      <w:r w:rsidRPr="00FF30AC">
        <w:rPr>
          <w:sz w:val="28"/>
          <w:szCs w:val="28"/>
        </w:rPr>
        <w:t>руководствуясь статьёй 30 Устава Таборинского муниципального района,</w:t>
      </w:r>
    </w:p>
    <w:p w:rsidR="008A1E4A" w:rsidRPr="00FF30AC" w:rsidRDefault="008A1E4A" w:rsidP="00601676">
      <w:pPr>
        <w:spacing w:before="120" w:after="120"/>
        <w:rPr>
          <w:b/>
          <w:sz w:val="28"/>
          <w:szCs w:val="28"/>
        </w:rPr>
      </w:pPr>
      <w:r w:rsidRPr="00FF30AC">
        <w:rPr>
          <w:b/>
          <w:sz w:val="28"/>
          <w:szCs w:val="28"/>
        </w:rPr>
        <w:t>ПОСТАНОВЛЯЮ:</w:t>
      </w:r>
    </w:p>
    <w:p w:rsidR="008A1E4A" w:rsidRDefault="008A1E4A" w:rsidP="004944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09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 Утвердить итоги конкурса на </w:t>
      </w:r>
      <w:r w:rsidRPr="00A460C0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460C0">
        <w:rPr>
          <w:rFonts w:ascii="Times New Roman" w:hAnsi="Times New Roman" w:cs="Times New Roman"/>
          <w:sz w:val="28"/>
          <w:szCs w:val="28"/>
        </w:rPr>
        <w:t xml:space="preserve"> грант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460C0">
        <w:rPr>
          <w:rFonts w:ascii="Times New Roman" w:hAnsi="Times New Roman" w:cs="Times New Roman"/>
          <w:sz w:val="28"/>
          <w:szCs w:val="28"/>
        </w:rPr>
        <w:t xml:space="preserve"> в форме субсидий некоммерческ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460C0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A460C0">
        <w:rPr>
          <w:rFonts w:ascii="Times New Roman" w:hAnsi="Times New Roman" w:cs="Times New Roman"/>
          <w:sz w:val="28"/>
          <w:szCs w:val="28"/>
        </w:rPr>
        <w:t xml:space="preserve"> на реализацию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460C0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460C0">
        <w:rPr>
          <w:rFonts w:ascii="Times New Roman" w:hAnsi="Times New Roman" w:cs="Times New Roman"/>
          <w:sz w:val="28"/>
          <w:szCs w:val="28"/>
        </w:rPr>
        <w:t xml:space="preserve">размещению муниципальных нормативных правовых актов, иной официальной информации органов местного самоуправления Таборинского муниципального района в периодических печатных изданиях, распространяемых на территории </w:t>
      </w:r>
      <w:r w:rsidRPr="00510FD9">
        <w:rPr>
          <w:rFonts w:ascii="Times New Roman" w:hAnsi="Times New Roman" w:cs="Times New Roman"/>
          <w:sz w:val="28"/>
          <w:szCs w:val="28"/>
        </w:rPr>
        <w:t>Таборинского муниципального района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10FD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0FD9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 – Грант)</w:t>
      </w:r>
      <w:r w:rsidRPr="00510FD9">
        <w:rPr>
          <w:rFonts w:ascii="Times New Roman" w:hAnsi="Times New Roman" w:cs="Times New Roman"/>
          <w:sz w:val="28"/>
          <w:szCs w:val="28"/>
        </w:rPr>
        <w:t>.</w:t>
      </w:r>
    </w:p>
    <w:p w:rsidR="008A1E4A" w:rsidRPr="00510FD9" w:rsidRDefault="008A1E4A" w:rsidP="004944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Объявить победителем конкурса на предоставление Гранта – государственное автономное учреждение печати Свердловской области «Редакция газеты «Призыв».</w:t>
      </w:r>
    </w:p>
    <w:p w:rsidR="008A1E4A" w:rsidRPr="005B6591" w:rsidRDefault="008A1E4A" w:rsidP="0049442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Главному специалисту администрации Таборинского муниципального района (Михайловой О.В.) подготовить и разместить на официальном сайте Таборинского муниципального района в сети Интернет информацию об итогах конкурса на предоставление Гранта.</w:t>
      </w:r>
    </w:p>
    <w:p w:rsidR="008A1E4A" w:rsidRPr="00494420" w:rsidRDefault="008A1E4A" w:rsidP="0049442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Главному специалисту администрации Таборинского </w:t>
      </w:r>
      <w:r w:rsidRPr="00494420">
        <w:rPr>
          <w:sz w:val="28"/>
          <w:szCs w:val="28"/>
        </w:rPr>
        <w:t>муниципального района (Князеву А.Е.) подготовить соглашение о</w:t>
      </w:r>
      <w:r>
        <w:rPr>
          <w:sz w:val="28"/>
          <w:szCs w:val="28"/>
          <w:lang w:val="en-US"/>
        </w:rPr>
        <w:t> </w:t>
      </w:r>
      <w:r w:rsidRPr="00494420">
        <w:rPr>
          <w:sz w:val="28"/>
          <w:szCs w:val="28"/>
        </w:rPr>
        <w:t>предоставлении Гранта.</w:t>
      </w:r>
    </w:p>
    <w:p w:rsidR="008A1E4A" w:rsidRPr="00494420" w:rsidRDefault="008A1E4A" w:rsidP="000A60F0">
      <w:pPr>
        <w:pStyle w:val="BodyText"/>
        <w:ind w:firstLine="709"/>
        <w:jc w:val="both"/>
        <w:rPr>
          <w:b/>
          <w:i/>
          <w:color w:val="auto"/>
          <w:sz w:val="28"/>
          <w:szCs w:val="28"/>
        </w:rPr>
      </w:pPr>
      <w:r w:rsidRPr="00494420">
        <w:rPr>
          <w:color w:val="auto"/>
          <w:sz w:val="28"/>
          <w:szCs w:val="28"/>
        </w:rPr>
        <w:t>4. Настоящее постановление разместить на официальном сайте Таборинского муниципального района (http://tabory.midural.ru/).</w:t>
      </w:r>
    </w:p>
    <w:p w:rsidR="008A1E4A" w:rsidRPr="00494420" w:rsidRDefault="008A1E4A" w:rsidP="000A60F0">
      <w:pPr>
        <w:ind w:firstLine="709"/>
        <w:jc w:val="both"/>
        <w:rPr>
          <w:sz w:val="28"/>
          <w:szCs w:val="28"/>
        </w:rPr>
      </w:pPr>
      <w:r w:rsidRPr="00494420">
        <w:rPr>
          <w:sz w:val="28"/>
          <w:szCs w:val="28"/>
        </w:rPr>
        <w:t>5. Контроль за исполнением настоящего постановления оставляю за собой.</w:t>
      </w:r>
    </w:p>
    <w:p w:rsidR="008A1E4A" w:rsidRPr="00494420" w:rsidRDefault="008A1E4A" w:rsidP="005F55A8">
      <w:pPr>
        <w:spacing w:line="240" w:lineRule="exact"/>
        <w:ind w:firstLine="709"/>
        <w:jc w:val="both"/>
        <w:rPr>
          <w:sz w:val="28"/>
          <w:szCs w:val="28"/>
        </w:rPr>
      </w:pPr>
    </w:p>
    <w:p w:rsidR="008A1E4A" w:rsidRPr="00FF30AC" w:rsidRDefault="008A1E4A" w:rsidP="005F55A8">
      <w:pPr>
        <w:spacing w:line="240" w:lineRule="exact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66"/>
        <w:gridCol w:w="4704"/>
      </w:tblGrid>
      <w:tr w:rsidR="008A1E4A" w:rsidRPr="00FF30AC" w:rsidTr="000E608B">
        <w:tc>
          <w:tcPr>
            <w:tcW w:w="4926" w:type="dxa"/>
          </w:tcPr>
          <w:p w:rsidR="008A1E4A" w:rsidRPr="00FF30AC" w:rsidRDefault="008A1E4A" w:rsidP="00774F09">
            <w:pPr>
              <w:spacing w:line="240" w:lineRule="exact"/>
              <w:rPr>
                <w:sz w:val="28"/>
                <w:szCs w:val="28"/>
              </w:rPr>
            </w:pPr>
            <w:r w:rsidRPr="00FF30AC">
              <w:rPr>
                <w:sz w:val="28"/>
                <w:szCs w:val="28"/>
              </w:rPr>
              <w:t>Глава администрации Таборинского муниципального района</w:t>
            </w:r>
          </w:p>
        </w:tc>
        <w:tc>
          <w:tcPr>
            <w:tcW w:w="4927" w:type="dxa"/>
            <w:vAlign w:val="bottom"/>
          </w:tcPr>
          <w:p w:rsidR="008A1E4A" w:rsidRPr="00FF30AC" w:rsidRDefault="008A1E4A" w:rsidP="000E608B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FF30AC">
              <w:rPr>
                <w:sz w:val="28"/>
                <w:szCs w:val="28"/>
              </w:rPr>
              <w:t>В.А. Роененко</w:t>
            </w:r>
          </w:p>
        </w:tc>
      </w:tr>
    </w:tbl>
    <w:p w:rsidR="008A1E4A" w:rsidRPr="00494420" w:rsidRDefault="008A1E4A" w:rsidP="00494420">
      <w:pPr>
        <w:jc w:val="both"/>
        <w:rPr>
          <w:lang w:val="en-US"/>
        </w:rPr>
      </w:pPr>
    </w:p>
    <w:sectPr w:rsidR="008A1E4A" w:rsidRPr="00494420" w:rsidSect="005F55A8">
      <w:headerReference w:type="even" r:id="rId8"/>
      <w:headerReference w:type="default" r:id="rId9"/>
      <w:pgSz w:w="11906" w:h="16838" w:code="9"/>
      <w:pgMar w:top="851" w:right="851" w:bottom="851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E4A" w:rsidRDefault="008A1E4A">
      <w:r>
        <w:separator/>
      </w:r>
    </w:p>
  </w:endnote>
  <w:endnote w:type="continuationSeparator" w:id="0">
    <w:p w:rsidR="008A1E4A" w:rsidRDefault="008A1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E4A" w:rsidRDefault="008A1E4A">
      <w:r>
        <w:separator/>
      </w:r>
    </w:p>
  </w:footnote>
  <w:footnote w:type="continuationSeparator" w:id="0">
    <w:p w:rsidR="008A1E4A" w:rsidRDefault="008A1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E4A" w:rsidRDefault="008A1E4A" w:rsidP="00C27E1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1E4A" w:rsidRDefault="008A1E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E4A" w:rsidRPr="00745E13" w:rsidRDefault="008A1E4A" w:rsidP="00C00A9B">
    <w:pPr>
      <w:pStyle w:val="Header"/>
      <w:framePr w:wrap="around" w:vAnchor="text" w:hAnchor="margin" w:xAlign="center" w:y="1"/>
      <w:rPr>
        <w:rStyle w:val="PageNumber"/>
        <w:sz w:val="20"/>
        <w:szCs w:val="20"/>
      </w:rPr>
    </w:pPr>
    <w:r w:rsidRPr="00745E13">
      <w:rPr>
        <w:rStyle w:val="PageNumber"/>
        <w:sz w:val="20"/>
        <w:szCs w:val="20"/>
      </w:rPr>
      <w:fldChar w:fldCharType="begin"/>
    </w:r>
    <w:r w:rsidRPr="00745E13">
      <w:rPr>
        <w:rStyle w:val="PageNumber"/>
        <w:sz w:val="20"/>
        <w:szCs w:val="20"/>
      </w:rPr>
      <w:instrText xml:space="preserve">PAGE  </w:instrText>
    </w:r>
    <w:r w:rsidRPr="00745E13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745E13">
      <w:rPr>
        <w:rStyle w:val="PageNumber"/>
        <w:sz w:val="20"/>
        <w:szCs w:val="20"/>
      </w:rPr>
      <w:fldChar w:fldCharType="end"/>
    </w:r>
  </w:p>
  <w:p w:rsidR="008A1E4A" w:rsidRPr="00745E13" w:rsidRDefault="008A1E4A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2" o:title=""/>
      </v:shape>
    </w:pict>
  </w:numPicBullet>
  <w:numPicBullet w:numPicBulletId="2">
    <w:pict>
      <v:shape id="_x0000_i1027" type="#_x0000_t75" style="width:3in;height:3in" o:bullet="t">
        <v:imagedata r:id="rId2" o:title=""/>
      </v:shape>
    </w:pict>
  </w:numPicBullet>
  <w:numPicBullet w:numPicBulletId="3">
    <w:pict>
      <v:shape id="_x0000_i1028" type="#_x0000_t75" style="width:3in;height:3in" o:bullet="t">
        <v:imagedata r:id="rId2" o:title=""/>
      </v:shape>
    </w:pict>
  </w:numPicBullet>
  <w:numPicBullet w:numPicBulletId="4">
    <w:pict>
      <v:shape id="_x0000_i1029" type="#_x0000_t75" style="width:3in;height:3in" o:bullet="t">
        <v:imagedata r:id="rId2" o:title=""/>
      </v:shape>
    </w:pict>
  </w:numPicBullet>
  <w:numPicBullet w:numPicBulletId="5">
    <w:pict>
      <v:shape id="_x0000_i1030" type="#_x0000_t75" style="width:3in;height:3in" o:bullet="t">
        <v:imagedata r:id="rId2" o:title=""/>
      </v:shape>
    </w:pict>
  </w:numPicBullet>
  <w:abstractNum w:abstractNumId="0">
    <w:nsid w:val="02AC3A71"/>
    <w:multiLevelType w:val="hybridMultilevel"/>
    <w:tmpl w:val="A5125212"/>
    <w:lvl w:ilvl="0" w:tplc="050AA6AE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938B0"/>
    <w:multiLevelType w:val="hybridMultilevel"/>
    <w:tmpl w:val="F0DA6C6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291746"/>
    <w:multiLevelType w:val="hybridMultilevel"/>
    <w:tmpl w:val="D6563556"/>
    <w:lvl w:ilvl="0" w:tplc="92A8B1EA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0DD7E0E"/>
    <w:multiLevelType w:val="hybridMultilevel"/>
    <w:tmpl w:val="862233AC"/>
    <w:lvl w:ilvl="0" w:tplc="9EDA8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D54E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080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E6CB4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1C4AD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7FA1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0ACC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4D0F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3765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21E63EA6"/>
    <w:multiLevelType w:val="hybridMultilevel"/>
    <w:tmpl w:val="56F2137A"/>
    <w:lvl w:ilvl="0" w:tplc="9C5AB704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5242016"/>
    <w:multiLevelType w:val="multilevel"/>
    <w:tmpl w:val="675231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cs="Times New Roman" w:hint="default"/>
      </w:rPr>
    </w:lvl>
  </w:abstractNum>
  <w:abstractNum w:abstractNumId="6">
    <w:nsid w:val="28667AEF"/>
    <w:multiLevelType w:val="hybridMultilevel"/>
    <w:tmpl w:val="D1263D9C"/>
    <w:lvl w:ilvl="0" w:tplc="B89CEB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AD026B4"/>
    <w:multiLevelType w:val="multilevel"/>
    <w:tmpl w:val="0CA8D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EB2426"/>
    <w:multiLevelType w:val="hybridMultilevel"/>
    <w:tmpl w:val="ACBC16F0"/>
    <w:lvl w:ilvl="0" w:tplc="6E90FF6C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4D57B28"/>
    <w:multiLevelType w:val="hybridMultilevel"/>
    <w:tmpl w:val="0E3096C4"/>
    <w:lvl w:ilvl="0" w:tplc="57C6B366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8AE2170"/>
    <w:multiLevelType w:val="multilevel"/>
    <w:tmpl w:val="D7A8D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B527A6"/>
    <w:multiLevelType w:val="hybridMultilevel"/>
    <w:tmpl w:val="153E57BA"/>
    <w:lvl w:ilvl="0" w:tplc="07D0F164">
      <w:start w:val="1"/>
      <w:numFmt w:val="decimal"/>
      <w:lvlText w:val="%1."/>
      <w:lvlJc w:val="left"/>
      <w:pPr>
        <w:tabs>
          <w:tab w:val="num" w:pos="345"/>
        </w:tabs>
        <w:ind w:left="34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21D23B1"/>
    <w:multiLevelType w:val="hybridMultilevel"/>
    <w:tmpl w:val="1862A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A9663D"/>
    <w:multiLevelType w:val="hybridMultilevel"/>
    <w:tmpl w:val="2954C796"/>
    <w:lvl w:ilvl="0" w:tplc="C938181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0CB3E85"/>
    <w:multiLevelType w:val="hybridMultilevel"/>
    <w:tmpl w:val="BE5094F6"/>
    <w:lvl w:ilvl="0" w:tplc="E9CCD99C">
      <w:start w:val="1"/>
      <w:numFmt w:val="decimal"/>
      <w:lvlText w:val="%1)"/>
      <w:lvlJc w:val="left"/>
      <w:pPr>
        <w:tabs>
          <w:tab w:val="num" w:pos="345"/>
        </w:tabs>
        <w:ind w:left="34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9C02DF"/>
    <w:multiLevelType w:val="multilevel"/>
    <w:tmpl w:val="C1A4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69075E"/>
    <w:multiLevelType w:val="hybridMultilevel"/>
    <w:tmpl w:val="0A221BAE"/>
    <w:lvl w:ilvl="0" w:tplc="4A8E7A4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B032DEE"/>
    <w:multiLevelType w:val="multilevel"/>
    <w:tmpl w:val="95485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7530E7"/>
    <w:multiLevelType w:val="hybridMultilevel"/>
    <w:tmpl w:val="836419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3A43406"/>
    <w:multiLevelType w:val="hybridMultilevel"/>
    <w:tmpl w:val="025CE25E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0">
    <w:nsid w:val="795200FB"/>
    <w:multiLevelType w:val="hybridMultilevel"/>
    <w:tmpl w:val="7F6CCF98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>
    <w:nsid w:val="7BC056B6"/>
    <w:multiLevelType w:val="hybridMultilevel"/>
    <w:tmpl w:val="605AB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D783F44"/>
    <w:multiLevelType w:val="hybridMultilevel"/>
    <w:tmpl w:val="C0FAF058"/>
    <w:lvl w:ilvl="0" w:tplc="00868FD0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/>
        <w:color w:val="auto"/>
        <w:sz w:val="32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7E223DC2"/>
    <w:multiLevelType w:val="hybridMultilevel"/>
    <w:tmpl w:val="0E4E09C2"/>
    <w:lvl w:ilvl="0" w:tplc="0419000F">
      <w:start w:val="1"/>
      <w:numFmt w:val="decimal"/>
      <w:lvlText w:val="%1."/>
      <w:lvlJc w:val="left"/>
      <w:pPr>
        <w:tabs>
          <w:tab w:val="num" w:pos="1424"/>
        </w:tabs>
        <w:ind w:left="142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44"/>
        </w:tabs>
        <w:ind w:left="2144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  <w:rPr>
        <w:rFonts w:cs="Times New Roman"/>
      </w:r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17"/>
  </w:num>
  <w:num w:numId="5">
    <w:abstractNumId w:val="15"/>
  </w:num>
  <w:num w:numId="6">
    <w:abstractNumId w:val="6"/>
  </w:num>
  <w:num w:numId="7">
    <w:abstractNumId w:val="1"/>
  </w:num>
  <w:num w:numId="8">
    <w:abstractNumId w:val="20"/>
  </w:num>
  <w:num w:numId="9">
    <w:abstractNumId w:val="19"/>
  </w:num>
  <w:num w:numId="10">
    <w:abstractNumId w:val="4"/>
  </w:num>
  <w:num w:numId="11">
    <w:abstractNumId w:val="8"/>
  </w:num>
  <w:num w:numId="12">
    <w:abstractNumId w:val="2"/>
  </w:num>
  <w:num w:numId="13">
    <w:abstractNumId w:val="22"/>
  </w:num>
  <w:num w:numId="14">
    <w:abstractNumId w:val="9"/>
  </w:num>
  <w:num w:numId="15">
    <w:abstractNumId w:val="0"/>
  </w:num>
  <w:num w:numId="16">
    <w:abstractNumId w:val="23"/>
  </w:num>
  <w:num w:numId="17">
    <w:abstractNumId w:val="12"/>
  </w:num>
  <w:num w:numId="18">
    <w:abstractNumId w:val="1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78BE"/>
    <w:rsid w:val="000056DB"/>
    <w:rsid w:val="000070A8"/>
    <w:rsid w:val="00010535"/>
    <w:rsid w:val="0001206D"/>
    <w:rsid w:val="00014B8F"/>
    <w:rsid w:val="0002034A"/>
    <w:rsid w:val="00022B2C"/>
    <w:rsid w:val="000236E1"/>
    <w:rsid w:val="0002670A"/>
    <w:rsid w:val="00026FE5"/>
    <w:rsid w:val="000356CD"/>
    <w:rsid w:val="00035893"/>
    <w:rsid w:val="00035AB7"/>
    <w:rsid w:val="0003606E"/>
    <w:rsid w:val="000360C2"/>
    <w:rsid w:val="00036A35"/>
    <w:rsid w:val="00036ED3"/>
    <w:rsid w:val="00044767"/>
    <w:rsid w:val="00050226"/>
    <w:rsid w:val="000513B2"/>
    <w:rsid w:val="00051442"/>
    <w:rsid w:val="00053F4D"/>
    <w:rsid w:val="00054C97"/>
    <w:rsid w:val="00055D32"/>
    <w:rsid w:val="0006080B"/>
    <w:rsid w:val="00060881"/>
    <w:rsid w:val="00062C6F"/>
    <w:rsid w:val="00064ADE"/>
    <w:rsid w:val="00073300"/>
    <w:rsid w:val="000741A8"/>
    <w:rsid w:val="00074A08"/>
    <w:rsid w:val="00076BAC"/>
    <w:rsid w:val="00085376"/>
    <w:rsid w:val="00086A03"/>
    <w:rsid w:val="00092C9C"/>
    <w:rsid w:val="000A3737"/>
    <w:rsid w:val="000A575A"/>
    <w:rsid w:val="000A60F0"/>
    <w:rsid w:val="000A6C4B"/>
    <w:rsid w:val="000B057F"/>
    <w:rsid w:val="000B26DD"/>
    <w:rsid w:val="000C0337"/>
    <w:rsid w:val="000C513C"/>
    <w:rsid w:val="000D1D30"/>
    <w:rsid w:val="000D7E6B"/>
    <w:rsid w:val="000E316B"/>
    <w:rsid w:val="000E608B"/>
    <w:rsid w:val="000E6A85"/>
    <w:rsid w:val="000E7812"/>
    <w:rsid w:val="000E7993"/>
    <w:rsid w:val="000E7B3C"/>
    <w:rsid w:val="000F037F"/>
    <w:rsid w:val="000F4907"/>
    <w:rsid w:val="00103F60"/>
    <w:rsid w:val="00104CAB"/>
    <w:rsid w:val="0010662B"/>
    <w:rsid w:val="00107DF1"/>
    <w:rsid w:val="00107F43"/>
    <w:rsid w:val="00110EDB"/>
    <w:rsid w:val="00120D99"/>
    <w:rsid w:val="001225D9"/>
    <w:rsid w:val="00122DB3"/>
    <w:rsid w:val="00125464"/>
    <w:rsid w:val="00133D47"/>
    <w:rsid w:val="001402D9"/>
    <w:rsid w:val="001428C1"/>
    <w:rsid w:val="0014367D"/>
    <w:rsid w:val="00146112"/>
    <w:rsid w:val="00146569"/>
    <w:rsid w:val="00146D31"/>
    <w:rsid w:val="001551A1"/>
    <w:rsid w:val="001566B4"/>
    <w:rsid w:val="00161E81"/>
    <w:rsid w:val="00162001"/>
    <w:rsid w:val="00163380"/>
    <w:rsid w:val="001646C4"/>
    <w:rsid w:val="00165D5C"/>
    <w:rsid w:val="001663FF"/>
    <w:rsid w:val="00167083"/>
    <w:rsid w:val="00170321"/>
    <w:rsid w:val="00173A98"/>
    <w:rsid w:val="00183943"/>
    <w:rsid w:val="00185354"/>
    <w:rsid w:val="0019145D"/>
    <w:rsid w:val="00191ADE"/>
    <w:rsid w:val="00191D22"/>
    <w:rsid w:val="00195194"/>
    <w:rsid w:val="001954B7"/>
    <w:rsid w:val="001A1A23"/>
    <w:rsid w:val="001A2EF9"/>
    <w:rsid w:val="001A622B"/>
    <w:rsid w:val="001B08D7"/>
    <w:rsid w:val="001C504B"/>
    <w:rsid w:val="001D13FE"/>
    <w:rsid w:val="001D205D"/>
    <w:rsid w:val="001E170D"/>
    <w:rsid w:val="001E2881"/>
    <w:rsid w:val="001E3BFC"/>
    <w:rsid w:val="001E50B8"/>
    <w:rsid w:val="001F0850"/>
    <w:rsid w:val="001F0B26"/>
    <w:rsid w:val="001F0D02"/>
    <w:rsid w:val="001F784C"/>
    <w:rsid w:val="0020267A"/>
    <w:rsid w:val="00203C23"/>
    <w:rsid w:val="00207A16"/>
    <w:rsid w:val="00213049"/>
    <w:rsid w:val="0021389E"/>
    <w:rsid w:val="00215130"/>
    <w:rsid w:val="002151C8"/>
    <w:rsid w:val="00216FF8"/>
    <w:rsid w:val="00224221"/>
    <w:rsid w:val="0022441B"/>
    <w:rsid w:val="0023028D"/>
    <w:rsid w:val="00231DD7"/>
    <w:rsid w:val="0023689E"/>
    <w:rsid w:val="00236B33"/>
    <w:rsid w:val="00241F1A"/>
    <w:rsid w:val="00246BC1"/>
    <w:rsid w:val="00264F8B"/>
    <w:rsid w:val="00266C4C"/>
    <w:rsid w:val="00273BF6"/>
    <w:rsid w:val="00281E0A"/>
    <w:rsid w:val="00282C51"/>
    <w:rsid w:val="00283F38"/>
    <w:rsid w:val="00284066"/>
    <w:rsid w:val="0028782A"/>
    <w:rsid w:val="00290C0E"/>
    <w:rsid w:val="00291373"/>
    <w:rsid w:val="00294E45"/>
    <w:rsid w:val="002954D3"/>
    <w:rsid w:val="00297B45"/>
    <w:rsid w:val="002A364F"/>
    <w:rsid w:val="002A4036"/>
    <w:rsid w:val="002A62DA"/>
    <w:rsid w:val="002B0FC7"/>
    <w:rsid w:val="002B477C"/>
    <w:rsid w:val="002B65C3"/>
    <w:rsid w:val="002C26EE"/>
    <w:rsid w:val="002D2560"/>
    <w:rsid w:val="002D32B8"/>
    <w:rsid w:val="002D489D"/>
    <w:rsid w:val="002D77E8"/>
    <w:rsid w:val="002E5128"/>
    <w:rsid w:val="002E5518"/>
    <w:rsid w:val="002E5A38"/>
    <w:rsid w:val="002F18EF"/>
    <w:rsid w:val="002F6874"/>
    <w:rsid w:val="00300B29"/>
    <w:rsid w:val="00300B62"/>
    <w:rsid w:val="003041E7"/>
    <w:rsid w:val="00312069"/>
    <w:rsid w:val="00312249"/>
    <w:rsid w:val="0031628A"/>
    <w:rsid w:val="003232ED"/>
    <w:rsid w:val="00324FBB"/>
    <w:rsid w:val="00325F34"/>
    <w:rsid w:val="0032713F"/>
    <w:rsid w:val="003302A3"/>
    <w:rsid w:val="003340B7"/>
    <w:rsid w:val="00334251"/>
    <w:rsid w:val="003370D6"/>
    <w:rsid w:val="00340C0F"/>
    <w:rsid w:val="003469A5"/>
    <w:rsid w:val="00353BFD"/>
    <w:rsid w:val="0036207E"/>
    <w:rsid w:val="00362BDB"/>
    <w:rsid w:val="0036492F"/>
    <w:rsid w:val="00371636"/>
    <w:rsid w:val="003738B4"/>
    <w:rsid w:val="00373E02"/>
    <w:rsid w:val="003777DA"/>
    <w:rsid w:val="0038012A"/>
    <w:rsid w:val="0038505B"/>
    <w:rsid w:val="00393592"/>
    <w:rsid w:val="00394640"/>
    <w:rsid w:val="00396501"/>
    <w:rsid w:val="003A050E"/>
    <w:rsid w:val="003A05A7"/>
    <w:rsid w:val="003A1F34"/>
    <w:rsid w:val="003A24B7"/>
    <w:rsid w:val="003B2FA9"/>
    <w:rsid w:val="003B36A1"/>
    <w:rsid w:val="003B5C81"/>
    <w:rsid w:val="003C5A22"/>
    <w:rsid w:val="003D33F9"/>
    <w:rsid w:val="003E62FE"/>
    <w:rsid w:val="003E643B"/>
    <w:rsid w:val="003E6550"/>
    <w:rsid w:val="003F4D84"/>
    <w:rsid w:val="00400717"/>
    <w:rsid w:val="00402F47"/>
    <w:rsid w:val="00405362"/>
    <w:rsid w:val="004123DB"/>
    <w:rsid w:val="004161F9"/>
    <w:rsid w:val="00417DBA"/>
    <w:rsid w:val="0042273D"/>
    <w:rsid w:val="00424276"/>
    <w:rsid w:val="00426E41"/>
    <w:rsid w:val="00427FE7"/>
    <w:rsid w:val="00430BDF"/>
    <w:rsid w:val="004311CF"/>
    <w:rsid w:val="0043532E"/>
    <w:rsid w:val="004360B9"/>
    <w:rsid w:val="00443A7F"/>
    <w:rsid w:val="00443E81"/>
    <w:rsid w:val="00451574"/>
    <w:rsid w:val="00455739"/>
    <w:rsid w:val="0045584A"/>
    <w:rsid w:val="0046345A"/>
    <w:rsid w:val="004638BE"/>
    <w:rsid w:val="00474287"/>
    <w:rsid w:val="0047509B"/>
    <w:rsid w:val="0047536A"/>
    <w:rsid w:val="0048152A"/>
    <w:rsid w:val="00486B6E"/>
    <w:rsid w:val="00490F1E"/>
    <w:rsid w:val="00494420"/>
    <w:rsid w:val="00496BD5"/>
    <w:rsid w:val="004A264E"/>
    <w:rsid w:val="004B0C31"/>
    <w:rsid w:val="004B26E7"/>
    <w:rsid w:val="004B40C1"/>
    <w:rsid w:val="004C0856"/>
    <w:rsid w:val="004C58F6"/>
    <w:rsid w:val="004C6777"/>
    <w:rsid w:val="004D101E"/>
    <w:rsid w:val="004D62B2"/>
    <w:rsid w:val="004E180D"/>
    <w:rsid w:val="004E286B"/>
    <w:rsid w:val="004F2B4C"/>
    <w:rsid w:val="004F330D"/>
    <w:rsid w:val="004F4C7C"/>
    <w:rsid w:val="004F5AF6"/>
    <w:rsid w:val="004F5FAC"/>
    <w:rsid w:val="004F6A1C"/>
    <w:rsid w:val="00501ED6"/>
    <w:rsid w:val="0050363E"/>
    <w:rsid w:val="00504E8C"/>
    <w:rsid w:val="00510FD9"/>
    <w:rsid w:val="00511C52"/>
    <w:rsid w:val="00513EBF"/>
    <w:rsid w:val="005204F1"/>
    <w:rsid w:val="00520782"/>
    <w:rsid w:val="00521380"/>
    <w:rsid w:val="00531D5B"/>
    <w:rsid w:val="00551CF7"/>
    <w:rsid w:val="00554E70"/>
    <w:rsid w:val="00557CB8"/>
    <w:rsid w:val="0056421B"/>
    <w:rsid w:val="005645B7"/>
    <w:rsid w:val="00564C1E"/>
    <w:rsid w:val="00565D43"/>
    <w:rsid w:val="00565D53"/>
    <w:rsid w:val="0057328E"/>
    <w:rsid w:val="00580859"/>
    <w:rsid w:val="005961F6"/>
    <w:rsid w:val="00597B4D"/>
    <w:rsid w:val="00597E14"/>
    <w:rsid w:val="005B084C"/>
    <w:rsid w:val="005B1582"/>
    <w:rsid w:val="005B6591"/>
    <w:rsid w:val="005B6F42"/>
    <w:rsid w:val="005C4270"/>
    <w:rsid w:val="005D2A79"/>
    <w:rsid w:val="005D6C29"/>
    <w:rsid w:val="005E0E5F"/>
    <w:rsid w:val="005E1BED"/>
    <w:rsid w:val="005E33A1"/>
    <w:rsid w:val="005E48ED"/>
    <w:rsid w:val="005F09CB"/>
    <w:rsid w:val="005F13E5"/>
    <w:rsid w:val="005F1EB6"/>
    <w:rsid w:val="005F55A8"/>
    <w:rsid w:val="005F575D"/>
    <w:rsid w:val="00600183"/>
    <w:rsid w:val="00601676"/>
    <w:rsid w:val="0060397C"/>
    <w:rsid w:val="00614299"/>
    <w:rsid w:val="00631FF5"/>
    <w:rsid w:val="00634160"/>
    <w:rsid w:val="00646392"/>
    <w:rsid w:val="006509AD"/>
    <w:rsid w:val="00651E4E"/>
    <w:rsid w:val="0066103F"/>
    <w:rsid w:val="00663305"/>
    <w:rsid w:val="00663740"/>
    <w:rsid w:val="00663E75"/>
    <w:rsid w:val="00664407"/>
    <w:rsid w:val="00664F4A"/>
    <w:rsid w:val="006651C6"/>
    <w:rsid w:val="0067125B"/>
    <w:rsid w:val="00672095"/>
    <w:rsid w:val="00672D0F"/>
    <w:rsid w:val="00674B46"/>
    <w:rsid w:val="00676044"/>
    <w:rsid w:val="00676852"/>
    <w:rsid w:val="00683D32"/>
    <w:rsid w:val="00692F8D"/>
    <w:rsid w:val="00694E80"/>
    <w:rsid w:val="00696412"/>
    <w:rsid w:val="006A0379"/>
    <w:rsid w:val="006A3FB1"/>
    <w:rsid w:val="006A78C8"/>
    <w:rsid w:val="006B1138"/>
    <w:rsid w:val="006B52E6"/>
    <w:rsid w:val="006B5BFC"/>
    <w:rsid w:val="006B6BD7"/>
    <w:rsid w:val="006C48DB"/>
    <w:rsid w:val="006C7B70"/>
    <w:rsid w:val="006D21D9"/>
    <w:rsid w:val="006E11A9"/>
    <w:rsid w:val="006F33EA"/>
    <w:rsid w:val="006F462A"/>
    <w:rsid w:val="006F710E"/>
    <w:rsid w:val="006F711C"/>
    <w:rsid w:val="007047E5"/>
    <w:rsid w:val="00725A81"/>
    <w:rsid w:val="00726625"/>
    <w:rsid w:val="00733454"/>
    <w:rsid w:val="007339A5"/>
    <w:rsid w:val="00741730"/>
    <w:rsid w:val="0074405C"/>
    <w:rsid w:val="00745DA4"/>
    <w:rsid w:val="00745E13"/>
    <w:rsid w:val="00745E5C"/>
    <w:rsid w:val="00750E49"/>
    <w:rsid w:val="00753CAF"/>
    <w:rsid w:val="007605FF"/>
    <w:rsid w:val="00764109"/>
    <w:rsid w:val="00767249"/>
    <w:rsid w:val="007707C1"/>
    <w:rsid w:val="00770D0D"/>
    <w:rsid w:val="00772468"/>
    <w:rsid w:val="00774F09"/>
    <w:rsid w:val="00776CF6"/>
    <w:rsid w:val="007814F5"/>
    <w:rsid w:val="0078356D"/>
    <w:rsid w:val="00791AC7"/>
    <w:rsid w:val="00793CD2"/>
    <w:rsid w:val="00795976"/>
    <w:rsid w:val="007A25BD"/>
    <w:rsid w:val="007A4381"/>
    <w:rsid w:val="007B34A8"/>
    <w:rsid w:val="007B3571"/>
    <w:rsid w:val="007B6FCE"/>
    <w:rsid w:val="007B7EA2"/>
    <w:rsid w:val="007C1825"/>
    <w:rsid w:val="007C4D40"/>
    <w:rsid w:val="007D25BB"/>
    <w:rsid w:val="007D3E83"/>
    <w:rsid w:val="007D6BD8"/>
    <w:rsid w:val="007E1541"/>
    <w:rsid w:val="007E3A35"/>
    <w:rsid w:val="007E5A5A"/>
    <w:rsid w:val="007F04A4"/>
    <w:rsid w:val="007F0973"/>
    <w:rsid w:val="007F3519"/>
    <w:rsid w:val="007F48FF"/>
    <w:rsid w:val="007F4E1C"/>
    <w:rsid w:val="00802392"/>
    <w:rsid w:val="00804C4A"/>
    <w:rsid w:val="00806116"/>
    <w:rsid w:val="008065A7"/>
    <w:rsid w:val="00814030"/>
    <w:rsid w:val="00815409"/>
    <w:rsid w:val="00815613"/>
    <w:rsid w:val="00817D6F"/>
    <w:rsid w:val="00820BBF"/>
    <w:rsid w:val="00825FE5"/>
    <w:rsid w:val="008264A1"/>
    <w:rsid w:val="0082668C"/>
    <w:rsid w:val="00837319"/>
    <w:rsid w:val="00842089"/>
    <w:rsid w:val="00844D15"/>
    <w:rsid w:val="008461F9"/>
    <w:rsid w:val="008479BE"/>
    <w:rsid w:val="00847E2F"/>
    <w:rsid w:val="0085230A"/>
    <w:rsid w:val="00852EE4"/>
    <w:rsid w:val="00862317"/>
    <w:rsid w:val="008626B8"/>
    <w:rsid w:val="00863E65"/>
    <w:rsid w:val="00864F4E"/>
    <w:rsid w:val="0086531B"/>
    <w:rsid w:val="0086576B"/>
    <w:rsid w:val="008660CE"/>
    <w:rsid w:val="008677CF"/>
    <w:rsid w:val="00872361"/>
    <w:rsid w:val="008731A9"/>
    <w:rsid w:val="00876C4D"/>
    <w:rsid w:val="008801B2"/>
    <w:rsid w:val="00883B27"/>
    <w:rsid w:val="00883CD7"/>
    <w:rsid w:val="00885139"/>
    <w:rsid w:val="0089035D"/>
    <w:rsid w:val="00890E70"/>
    <w:rsid w:val="00896BF9"/>
    <w:rsid w:val="008978BE"/>
    <w:rsid w:val="008A1E4A"/>
    <w:rsid w:val="008A215A"/>
    <w:rsid w:val="008A53FB"/>
    <w:rsid w:val="008C3656"/>
    <w:rsid w:val="008C60EB"/>
    <w:rsid w:val="008C705E"/>
    <w:rsid w:val="008D2EAA"/>
    <w:rsid w:val="008D77E5"/>
    <w:rsid w:val="008E3CF8"/>
    <w:rsid w:val="008E5EF2"/>
    <w:rsid w:val="008E634C"/>
    <w:rsid w:val="008E66BB"/>
    <w:rsid w:val="008F0289"/>
    <w:rsid w:val="008F491D"/>
    <w:rsid w:val="008F4C8C"/>
    <w:rsid w:val="00901B80"/>
    <w:rsid w:val="00903FEA"/>
    <w:rsid w:val="00907339"/>
    <w:rsid w:val="00910FE3"/>
    <w:rsid w:val="00912396"/>
    <w:rsid w:val="00917664"/>
    <w:rsid w:val="009217B5"/>
    <w:rsid w:val="0093278D"/>
    <w:rsid w:val="00933EF4"/>
    <w:rsid w:val="00934F6F"/>
    <w:rsid w:val="00935D62"/>
    <w:rsid w:val="00947C6C"/>
    <w:rsid w:val="00951509"/>
    <w:rsid w:val="009572DF"/>
    <w:rsid w:val="00957E74"/>
    <w:rsid w:val="009635A6"/>
    <w:rsid w:val="0096631B"/>
    <w:rsid w:val="009674FD"/>
    <w:rsid w:val="00970A8A"/>
    <w:rsid w:val="00976043"/>
    <w:rsid w:val="00976D60"/>
    <w:rsid w:val="00980B78"/>
    <w:rsid w:val="00985833"/>
    <w:rsid w:val="009872A9"/>
    <w:rsid w:val="0099193B"/>
    <w:rsid w:val="00993AE2"/>
    <w:rsid w:val="009A157A"/>
    <w:rsid w:val="009A4C5E"/>
    <w:rsid w:val="009A6E2B"/>
    <w:rsid w:val="009A749E"/>
    <w:rsid w:val="009A768C"/>
    <w:rsid w:val="009D22C3"/>
    <w:rsid w:val="009D25A1"/>
    <w:rsid w:val="009D4FB3"/>
    <w:rsid w:val="009D7D78"/>
    <w:rsid w:val="009E069F"/>
    <w:rsid w:val="009E56F7"/>
    <w:rsid w:val="009E787A"/>
    <w:rsid w:val="009F5C38"/>
    <w:rsid w:val="009F6CD0"/>
    <w:rsid w:val="00A0233A"/>
    <w:rsid w:val="00A03D3F"/>
    <w:rsid w:val="00A04B39"/>
    <w:rsid w:val="00A0624A"/>
    <w:rsid w:val="00A103E4"/>
    <w:rsid w:val="00A10922"/>
    <w:rsid w:val="00A10999"/>
    <w:rsid w:val="00A1116B"/>
    <w:rsid w:val="00A123D6"/>
    <w:rsid w:val="00A233EF"/>
    <w:rsid w:val="00A26F11"/>
    <w:rsid w:val="00A27E18"/>
    <w:rsid w:val="00A35479"/>
    <w:rsid w:val="00A364DE"/>
    <w:rsid w:val="00A375AC"/>
    <w:rsid w:val="00A376A8"/>
    <w:rsid w:val="00A40439"/>
    <w:rsid w:val="00A44418"/>
    <w:rsid w:val="00A444AC"/>
    <w:rsid w:val="00A460C0"/>
    <w:rsid w:val="00A4671D"/>
    <w:rsid w:val="00A511F0"/>
    <w:rsid w:val="00A616DB"/>
    <w:rsid w:val="00A64BD4"/>
    <w:rsid w:val="00A677DF"/>
    <w:rsid w:val="00A7470E"/>
    <w:rsid w:val="00A75935"/>
    <w:rsid w:val="00A75D91"/>
    <w:rsid w:val="00A77D5C"/>
    <w:rsid w:val="00A831CC"/>
    <w:rsid w:val="00A90ED9"/>
    <w:rsid w:val="00AA072E"/>
    <w:rsid w:val="00AA0B17"/>
    <w:rsid w:val="00AA2E2E"/>
    <w:rsid w:val="00AB236B"/>
    <w:rsid w:val="00AB3DC5"/>
    <w:rsid w:val="00AB58CD"/>
    <w:rsid w:val="00AC01C1"/>
    <w:rsid w:val="00AC2AC5"/>
    <w:rsid w:val="00AC39D6"/>
    <w:rsid w:val="00AC5D6C"/>
    <w:rsid w:val="00AC682C"/>
    <w:rsid w:val="00AD0703"/>
    <w:rsid w:val="00AD2A17"/>
    <w:rsid w:val="00AD7ECA"/>
    <w:rsid w:val="00AE23D6"/>
    <w:rsid w:val="00AE6031"/>
    <w:rsid w:val="00AF0160"/>
    <w:rsid w:val="00AF484E"/>
    <w:rsid w:val="00AF5AB5"/>
    <w:rsid w:val="00AF7E19"/>
    <w:rsid w:val="00B00DF8"/>
    <w:rsid w:val="00B02ACB"/>
    <w:rsid w:val="00B126F8"/>
    <w:rsid w:val="00B13930"/>
    <w:rsid w:val="00B167A0"/>
    <w:rsid w:val="00B2043F"/>
    <w:rsid w:val="00B211B4"/>
    <w:rsid w:val="00B21CA1"/>
    <w:rsid w:val="00B24B34"/>
    <w:rsid w:val="00B24DD2"/>
    <w:rsid w:val="00B36924"/>
    <w:rsid w:val="00B37D20"/>
    <w:rsid w:val="00B563C0"/>
    <w:rsid w:val="00B57F88"/>
    <w:rsid w:val="00B604D5"/>
    <w:rsid w:val="00B64A1E"/>
    <w:rsid w:val="00B67E8E"/>
    <w:rsid w:val="00B719EF"/>
    <w:rsid w:val="00B7250E"/>
    <w:rsid w:val="00B8025F"/>
    <w:rsid w:val="00B82E70"/>
    <w:rsid w:val="00B8369D"/>
    <w:rsid w:val="00B83B36"/>
    <w:rsid w:val="00B852A1"/>
    <w:rsid w:val="00B85B37"/>
    <w:rsid w:val="00B860EC"/>
    <w:rsid w:val="00BA02A5"/>
    <w:rsid w:val="00BA0B11"/>
    <w:rsid w:val="00BA58EC"/>
    <w:rsid w:val="00BB1384"/>
    <w:rsid w:val="00BC6564"/>
    <w:rsid w:val="00BC7DA2"/>
    <w:rsid w:val="00BD592C"/>
    <w:rsid w:val="00BE2453"/>
    <w:rsid w:val="00BF4B6B"/>
    <w:rsid w:val="00C00A9B"/>
    <w:rsid w:val="00C072B7"/>
    <w:rsid w:val="00C07A8B"/>
    <w:rsid w:val="00C11284"/>
    <w:rsid w:val="00C1297B"/>
    <w:rsid w:val="00C148EC"/>
    <w:rsid w:val="00C226DF"/>
    <w:rsid w:val="00C27E12"/>
    <w:rsid w:val="00C303E0"/>
    <w:rsid w:val="00C314D2"/>
    <w:rsid w:val="00C41AA1"/>
    <w:rsid w:val="00C45591"/>
    <w:rsid w:val="00C45F8F"/>
    <w:rsid w:val="00C47098"/>
    <w:rsid w:val="00C47E5A"/>
    <w:rsid w:val="00C52740"/>
    <w:rsid w:val="00C57C43"/>
    <w:rsid w:val="00C60AA7"/>
    <w:rsid w:val="00C63EAC"/>
    <w:rsid w:val="00C66D7E"/>
    <w:rsid w:val="00C70C42"/>
    <w:rsid w:val="00C74993"/>
    <w:rsid w:val="00C879E7"/>
    <w:rsid w:val="00C9389A"/>
    <w:rsid w:val="00C9540F"/>
    <w:rsid w:val="00C95ECF"/>
    <w:rsid w:val="00C9738F"/>
    <w:rsid w:val="00C97605"/>
    <w:rsid w:val="00CB40E1"/>
    <w:rsid w:val="00CB72EA"/>
    <w:rsid w:val="00CC0190"/>
    <w:rsid w:val="00CC31C6"/>
    <w:rsid w:val="00CC3C45"/>
    <w:rsid w:val="00CC478D"/>
    <w:rsid w:val="00CC6C48"/>
    <w:rsid w:val="00CC7894"/>
    <w:rsid w:val="00CD0576"/>
    <w:rsid w:val="00CD3B4C"/>
    <w:rsid w:val="00CD45C2"/>
    <w:rsid w:val="00CD4695"/>
    <w:rsid w:val="00CD6A6B"/>
    <w:rsid w:val="00CE3EAB"/>
    <w:rsid w:val="00CE4D72"/>
    <w:rsid w:val="00CE538E"/>
    <w:rsid w:val="00CE5D10"/>
    <w:rsid w:val="00CF2304"/>
    <w:rsid w:val="00CF2313"/>
    <w:rsid w:val="00CF400C"/>
    <w:rsid w:val="00CF4798"/>
    <w:rsid w:val="00CF49D7"/>
    <w:rsid w:val="00CF703F"/>
    <w:rsid w:val="00D03BB6"/>
    <w:rsid w:val="00D07C90"/>
    <w:rsid w:val="00D1031B"/>
    <w:rsid w:val="00D13385"/>
    <w:rsid w:val="00D137F5"/>
    <w:rsid w:val="00D20911"/>
    <w:rsid w:val="00D22FAC"/>
    <w:rsid w:val="00D25885"/>
    <w:rsid w:val="00D25FE5"/>
    <w:rsid w:val="00D307D5"/>
    <w:rsid w:val="00D3179A"/>
    <w:rsid w:val="00D32ECA"/>
    <w:rsid w:val="00D32F2D"/>
    <w:rsid w:val="00D33A82"/>
    <w:rsid w:val="00D4199B"/>
    <w:rsid w:val="00D5171E"/>
    <w:rsid w:val="00D517DD"/>
    <w:rsid w:val="00D55AF8"/>
    <w:rsid w:val="00D560F0"/>
    <w:rsid w:val="00D5612E"/>
    <w:rsid w:val="00D6127D"/>
    <w:rsid w:val="00D626F4"/>
    <w:rsid w:val="00D6622C"/>
    <w:rsid w:val="00D71B32"/>
    <w:rsid w:val="00D81652"/>
    <w:rsid w:val="00D82B2E"/>
    <w:rsid w:val="00D857CC"/>
    <w:rsid w:val="00D87EF8"/>
    <w:rsid w:val="00D90F57"/>
    <w:rsid w:val="00D91202"/>
    <w:rsid w:val="00D92AD4"/>
    <w:rsid w:val="00D94CC5"/>
    <w:rsid w:val="00D965B4"/>
    <w:rsid w:val="00DA19EA"/>
    <w:rsid w:val="00DA2EBC"/>
    <w:rsid w:val="00DA4BF5"/>
    <w:rsid w:val="00DB3787"/>
    <w:rsid w:val="00DB43DA"/>
    <w:rsid w:val="00DB5EEB"/>
    <w:rsid w:val="00DB79E6"/>
    <w:rsid w:val="00DC199B"/>
    <w:rsid w:val="00DC4791"/>
    <w:rsid w:val="00DC5075"/>
    <w:rsid w:val="00DC541B"/>
    <w:rsid w:val="00DD24E8"/>
    <w:rsid w:val="00DD6033"/>
    <w:rsid w:val="00DE5B08"/>
    <w:rsid w:val="00DE67EA"/>
    <w:rsid w:val="00DE7542"/>
    <w:rsid w:val="00DF71B8"/>
    <w:rsid w:val="00E12BF8"/>
    <w:rsid w:val="00E13EFA"/>
    <w:rsid w:val="00E14DBC"/>
    <w:rsid w:val="00E1573B"/>
    <w:rsid w:val="00E16BC4"/>
    <w:rsid w:val="00E16CC6"/>
    <w:rsid w:val="00E203AE"/>
    <w:rsid w:val="00E25C58"/>
    <w:rsid w:val="00E304DA"/>
    <w:rsid w:val="00E33116"/>
    <w:rsid w:val="00E347C2"/>
    <w:rsid w:val="00E3498A"/>
    <w:rsid w:val="00E34CE1"/>
    <w:rsid w:val="00E416F2"/>
    <w:rsid w:val="00E41AE1"/>
    <w:rsid w:val="00E434F7"/>
    <w:rsid w:val="00E50560"/>
    <w:rsid w:val="00E5214E"/>
    <w:rsid w:val="00E52177"/>
    <w:rsid w:val="00E60941"/>
    <w:rsid w:val="00E61A72"/>
    <w:rsid w:val="00E63A66"/>
    <w:rsid w:val="00E6545B"/>
    <w:rsid w:val="00E75555"/>
    <w:rsid w:val="00E81F46"/>
    <w:rsid w:val="00E84ADA"/>
    <w:rsid w:val="00E86D00"/>
    <w:rsid w:val="00E929EE"/>
    <w:rsid w:val="00E94253"/>
    <w:rsid w:val="00E9663D"/>
    <w:rsid w:val="00EA2FD9"/>
    <w:rsid w:val="00EB1912"/>
    <w:rsid w:val="00EB59CC"/>
    <w:rsid w:val="00EB7127"/>
    <w:rsid w:val="00EB7A8E"/>
    <w:rsid w:val="00EC381A"/>
    <w:rsid w:val="00EC4FF0"/>
    <w:rsid w:val="00ED3A1C"/>
    <w:rsid w:val="00ED732E"/>
    <w:rsid w:val="00EE038A"/>
    <w:rsid w:val="00EF17D8"/>
    <w:rsid w:val="00EF3BDC"/>
    <w:rsid w:val="00EF5C2C"/>
    <w:rsid w:val="00EF6D06"/>
    <w:rsid w:val="00EF773D"/>
    <w:rsid w:val="00F02526"/>
    <w:rsid w:val="00F028F0"/>
    <w:rsid w:val="00F2087E"/>
    <w:rsid w:val="00F21522"/>
    <w:rsid w:val="00F30032"/>
    <w:rsid w:val="00F3136F"/>
    <w:rsid w:val="00F317AE"/>
    <w:rsid w:val="00F40587"/>
    <w:rsid w:val="00F5171C"/>
    <w:rsid w:val="00F52D2C"/>
    <w:rsid w:val="00F5347B"/>
    <w:rsid w:val="00F55797"/>
    <w:rsid w:val="00F5704E"/>
    <w:rsid w:val="00F57B7C"/>
    <w:rsid w:val="00F70007"/>
    <w:rsid w:val="00F91E40"/>
    <w:rsid w:val="00F950FE"/>
    <w:rsid w:val="00FA0C97"/>
    <w:rsid w:val="00FA2AD6"/>
    <w:rsid w:val="00FA40F9"/>
    <w:rsid w:val="00FA60B1"/>
    <w:rsid w:val="00FC08CF"/>
    <w:rsid w:val="00FC0F51"/>
    <w:rsid w:val="00FC6752"/>
    <w:rsid w:val="00FC7106"/>
    <w:rsid w:val="00FD156B"/>
    <w:rsid w:val="00FD2CC7"/>
    <w:rsid w:val="00FD5D1D"/>
    <w:rsid w:val="00FE16F7"/>
    <w:rsid w:val="00FE1C9E"/>
    <w:rsid w:val="00FE3A2A"/>
    <w:rsid w:val="00FE59C9"/>
    <w:rsid w:val="00FE6B1B"/>
    <w:rsid w:val="00FF2CDE"/>
    <w:rsid w:val="00FF30AC"/>
    <w:rsid w:val="00FF321C"/>
    <w:rsid w:val="00FF34C6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3179A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0056DB"/>
    <w:pPr>
      <w:spacing w:before="100" w:beforeAutospacing="1" w:after="100" w:afterAutospacing="1"/>
      <w:jc w:val="right"/>
      <w:outlineLvl w:val="0"/>
    </w:pPr>
    <w:rPr>
      <w:b/>
      <w:bCs/>
      <w:color w:val="000000"/>
      <w:kern w:val="36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3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BA58EC"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A58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5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58EC"/>
    <w:pPr>
      <w:keepNext/>
      <w:autoSpaceDE w:val="0"/>
      <w:autoSpaceDN w:val="0"/>
      <w:ind w:firstLine="567"/>
      <w:jc w:val="both"/>
      <w:outlineLvl w:val="5"/>
    </w:pPr>
    <w:rPr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58EC"/>
    <w:pPr>
      <w:keepNext/>
      <w:autoSpaceDE w:val="0"/>
      <w:autoSpaceDN w:val="0"/>
      <w:ind w:firstLine="567"/>
      <w:jc w:val="center"/>
      <w:outlineLvl w:val="6"/>
    </w:pPr>
    <w:rPr>
      <w:b/>
      <w:bCs/>
      <w:i/>
      <w:iCs/>
      <w:sz w:val="36"/>
      <w:szCs w:val="36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58EC"/>
    <w:pPr>
      <w:keepNext/>
      <w:autoSpaceDE w:val="0"/>
      <w:autoSpaceDN w:val="0"/>
      <w:ind w:firstLine="567"/>
      <w:jc w:val="center"/>
      <w:outlineLvl w:val="7"/>
    </w:pPr>
    <w:rPr>
      <w:b/>
      <w:bCs/>
      <w:i/>
      <w:iCs/>
      <w:sz w:val="48"/>
      <w:szCs w:val="48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58EC"/>
    <w:pPr>
      <w:keepNext/>
      <w:autoSpaceDE w:val="0"/>
      <w:autoSpaceDN w:val="0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4B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74B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74B4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74B46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74B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74B46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74B46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74B46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74B46"/>
    <w:rPr>
      <w:rFonts w:ascii="Cambria" w:hAnsi="Cambria" w:cs="Times New Roman"/>
    </w:rPr>
  </w:style>
  <w:style w:type="character" w:customStyle="1" w:styleId="Heading3Char1">
    <w:name w:val="Heading 3 Char1"/>
    <w:link w:val="Heading3"/>
    <w:uiPriority w:val="99"/>
    <w:locked/>
    <w:rsid w:val="00883CD7"/>
    <w:rPr>
      <w:rFonts w:ascii="Arial" w:hAnsi="Arial"/>
      <w:b/>
      <w:sz w:val="26"/>
      <w:lang w:val="ru-RU" w:eastAsia="ru-RU"/>
    </w:rPr>
  </w:style>
  <w:style w:type="character" w:styleId="Hyperlink">
    <w:name w:val="Hyperlink"/>
    <w:basedOn w:val="DefaultParagraphFont"/>
    <w:uiPriority w:val="99"/>
    <w:rsid w:val="000056DB"/>
    <w:rPr>
      <w:rFonts w:cs="Times New Roman"/>
      <w:color w:val="0000FF"/>
      <w:sz w:val="21"/>
      <w:u w:val="single"/>
    </w:rPr>
  </w:style>
  <w:style w:type="paragraph" w:customStyle="1" w:styleId="dsc">
    <w:name w:val="dsc"/>
    <w:basedOn w:val="Normal"/>
    <w:uiPriority w:val="99"/>
    <w:rsid w:val="000056DB"/>
    <w:pPr>
      <w:spacing w:before="75" w:after="75"/>
      <w:ind w:firstLine="225"/>
      <w:jc w:val="both"/>
    </w:pPr>
    <w:rPr>
      <w:color w:val="000000"/>
      <w:sz w:val="21"/>
      <w:szCs w:val="21"/>
    </w:rPr>
  </w:style>
  <w:style w:type="character" w:customStyle="1" w:styleId="dopb1">
    <w:name w:val="dop_b1"/>
    <w:uiPriority w:val="99"/>
    <w:rsid w:val="000056DB"/>
    <w:rPr>
      <w:rFonts w:ascii="Tahoma" w:hAnsi="Tahoma"/>
      <w:b/>
      <w:color w:val="808080"/>
      <w:sz w:val="17"/>
    </w:rPr>
  </w:style>
  <w:style w:type="paragraph" w:styleId="BalloonText">
    <w:name w:val="Balloon Text"/>
    <w:basedOn w:val="Normal"/>
    <w:link w:val="BalloonTextChar"/>
    <w:uiPriority w:val="99"/>
    <w:semiHidden/>
    <w:rsid w:val="009E06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4B46"/>
    <w:rPr>
      <w:rFonts w:cs="Times New Roman"/>
      <w:sz w:val="2"/>
    </w:rPr>
  </w:style>
  <w:style w:type="character" w:styleId="Strong">
    <w:name w:val="Strong"/>
    <w:basedOn w:val="DefaultParagraphFont"/>
    <w:uiPriority w:val="99"/>
    <w:qFormat/>
    <w:rsid w:val="00427FE7"/>
    <w:rPr>
      <w:rFonts w:cs="Times New Roman"/>
      <w:b/>
    </w:rPr>
  </w:style>
  <w:style w:type="paragraph" w:styleId="NormalWeb">
    <w:name w:val="Normal (Web)"/>
    <w:basedOn w:val="Normal"/>
    <w:uiPriority w:val="99"/>
    <w:rsid w:val="00817D6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99"/>
    <w:qFormat/>
    <w:rsid w:val="00817D6F"/>
    <w:rPr>
      <w:rFonts w:cs="Times New Roman"/>
      <w:i/>
    </w:rPr>
  </w:style>
  <w:style w:type="paragraph" w:styleId="BodyText2">
    <w:name w:val="Body Text 2"/>
    <w:basedOn w:val="Normal"/>
    <w:link w:val="BodyText2Char"/>
    <w:uiPriority w:val="99"/>
    <w:rsid w:val="00806116"/>
    <w:pPr>
      <w:ind w:firstLine="567"/>
      <w:jc w:val="both"/>
    </w:pPr>
    <w:rPr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74B4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0611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061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74B46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4D62B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D62B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???????"/>
    <w:uiPriority w:val="99"/>
    <w:rsid w:val="004D62B2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4D62B2"/>
    <w:rPr>
      <w:color w:val="FF000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74B46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4D62B2"/>
    <w:rPr>
      <w:b/>
      <w:color w:val="FF0000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74B46"/>
    <w:rPr>
      <w:rFonts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4D62B2"/>
    <w:pPr>
      <w:ind w:left="-720"/>
      <w:jc w:val="center"/>
    </w:pPr>
    <w:rPr>
      <w:b/>
      <w:bCs/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674B46"/>
    <w:rPr>
      <w:rFonts w:ascii="Cambria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4D62B2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74B46"/>
    <w:rPr>
      <w:rFonts w:cs="Times New Roman"/>
      <w:sz w:val="24"/>
      <w:szCs w:val="24"/>
    </w:rPr>
  </w:style>
  <w:style w:type="character" w:customStyle="1" w:styleId="textfull">
    <w:name w:val="textfull"/>
    <w:basedOn w:val="DefaultParagraphFont"/>
    <w:uiPriority w:val="99"/>
    <w:rsid w:val="00125464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96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74B46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A58E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74B46"/>
    <w:rPr>
      <w:rFonts w:cs="Times New Roman"/>
      <w:sz w:val="24"/>
      <w:szCs w:val="24"/>
    </w:rPr>
  </w:style>
  <w:style w:type="paragraph" w:styleId="List2">
    <w:name w:val="List 2"/>
    <w:basedOn w:val="Normal"/>
    <w:uiPriority w:val="99"/>
    <w:rsid w:val="00BA58EC"/>
    <w:pPr>
      <w:autoSpaceDE w:val="0"/>
      <w:autoSpaceDN w:val="0"/>
      <w:ind w:left="566" w:hanging="283"/>
    </w:pPr>
    <w:rPr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BA58EC"/>
    <w:pPr>
      <w:autoSpaceDE w:val="0"/>
      <w:autoSpaceDN w:val="0"/>
    </w:pPr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74B46"/>
    <w:rPr>
      <w:rFonts w:ascii="Cambria" w:hAnsi="Cambria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BA58EC"/>
    <w:pPr>
      <w:autoSpaceDE w:val="0"/>
      <w:autoSpaceDN w:val="0"/>
      <w:ind w:firstLine="567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74B46"/>
    <w:rPr>
      <w:rFonts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BA58EC"/>
    <w:rPr>
      <w:rFonts w:cs="Times New Roman"/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BA58EC"/>
    <w:pPr>
      <w:pBdr>
        <w:bottom w:val="single" w:sz="6" w:space="1" w:color="auto"/>
      </w:pBdr>
      <w:autoSpaceDE w:val="0"/>
      <w:autoSpaceDN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674B4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A58EC"/>
    <w:pPr>
      <w:pBdr>
        <w:top w:val="single" w:sz="6" w:space="1" w:color="auto"/>
      </w:pBdr>
      <w:autoSpaceDE w:val="0"/>
      <w:autoSpaceDN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674B46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99"/>
    <w:rsid w:val="008065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1F085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1F085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variable">
    <w:name w:val="variable"/>
    <w:basedOn w:val="Normal"/>
    <w:uiPriority w:val="99"/>
    <w:rsid w:val="00883CD7"/>
    <w:rPr>
      <w:b/>
    </w:rPr>
  </w:style>
  <w:style w:type="paragraph" w:styleId="PlainText">
    <w:name w:val="Plain Text"/>
    <w:basedOn w:val="Normal"/>
    <w:link w:val="PlainTextChar1"/>
    <w:uiPriority w:val="99"/>
    <w:rsid w:val="00883CD7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74B46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uiPriority w:val="99"/>
    <w:locked/>
    <w:rsid w:val="00883CD7"/>
    <w:rPr>
      <w:rFonts w:ascii="Courier New" w:hAnsi="Courier New"/>
      <w:lang w:val="ru-RU" w:eastAsia="ru-RU"/>
    </w:rPr>
  </w:style>
  <w:style w:type="paragraph" w:styleId="BodyTextIndent3">
    <w:name w:val="Body Text Indent 3"/>
    <w:basedOn w:val="Normal"/>
    <w:link w:val="BodyTextIndent3Char1"/>
    <w:uiPriority w:val="99"/>
    <w:rsid w:val="00883CD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74B46"/>
    <w:rPr>
      <w:rFonts w:cs="Times New Roman"/>
      <w:sz w:val="16"/>
      <w:szCs w:val="16"/>
    </w:rPr>
  </w:style>
  <w:style w:type="character" w:customStyle="1" w:styleId="BodyTextIndent3Char1">
    <w:name w:val="Body Text Indent 3 Char1"/>
    <w:link w:val="BodyTextIndent3"/>
    <w:uiPriority w:val="99"/>
    <w:locked/>
    <w:rsid w:val="00883CD7"/>
    <w:rPr>
      <w:sz w:val="16"/>
      <w:lang w:val="ru-RU" w:eastAsia="ru-RU"/>
    </w:rPr>
  </w:style>
  <w:style w:type="character" w:customStyle="1" w:styleId="url1">
    <w:name w:val="url1"/>
    <w:uiPriority w:val="99"/>
    <w:rsid w:val="00044767"/>
    <w:rPr>
      <w:color w:val="666666"/>
      <w:sz w:val="17"/>
    </w:rPr>
  </w:style>
  <w:style w:type="paragraph" w:customStyle="1" w:styleId="data1">
    <w:name w:val="data1"/>
    <w:basedOn w:val="Normal"/>
    <w:uiPriority w:val="99"/>
    <w:rsid w:val="00044767"/>
    <w:pPr>
      <w:spacing w:before="100" w:beforeAutospacing="1" w:after="240"/>
    </w:pPr>
    <w:rPr>
      <w:color w:val="999999"/>
      <w:sz w:val="20"/>
      <w:szCs w:val="20"/>
    </w:rPr>
  </w:style>
  <w:style w:type="character" w:customStyle="1" w:styleId="articleseperator">
    <w:name w:val="article_seperator"/>
    <w:basedOn w:val="DefaultParagraphFont"/>
    <w:uiPriority w:val="99"/>
    <w:rsid w:val="00044767"/>
    <w:rPr>
      <w:rFonts w:cs="Times New Roman"/>
    </w:rPr>
  </w:style>
  <w:style w:type="character" w:customStyle="1" w:styleId="y5black">
    <w:name w:val="y5_black"/>
    <w:basedOn w:val="DefaultParagraphFont"/>
    <w:uiPriority w:val="99"/>
    <w:rsid w:val="00725A81"/>
    <w:rPr>
      <w:rFonts w:cs="Times New Roman"/>
    </w:rPr>
  </w:style>
  <w:style w:type="character" w:customStyle="1" w:styleId="y5blacky5bg">
    <w:name w:val="y5_black y5_bg"/>
    <w:basedOn w:val="DefaultParagraphFont"/>
    <w:uiPriority w:val="99"/>
    <w:rsid w:val="00725A81"/>
    <w:rPr>
      <w:rFonts w:cs="Times New Roman"/>
    </w:rPr>
  </w:style>
  <w:style w:type="character" w:customStyle="1" w:styleId="hrd31">
    <w:name w:val="hrd31"/>
    <w:uiPriority w:val="99"/>
    <w:rsid w:val="00725A81"/>
    <w:rPr>
      <w:rFonts w:ascii="Verdana" w:hAnsi="Verdana"/>
      <w:color w:val="0878A6"/>
      <w:sz w:val="15"/>
    </w:rPr>
  </w:style>
  <w:style w:type="character" w:customStyle="1" w:styleId="hrd21">
    <w:name w:val="hrd21"/>
    <w:uiPriority w:val="99"/>
    <w:rsid w:val="00725A81"/>
    <w:rPr>
      <w:rFonts w:ascii="Verdana" w:hAnsi="Verdana"/>
      <w:color w:val="0878A6"/>
      <w:sz w:val="18"/>
    </w:rPr>
  </w:style>
  <w:style w:type="paragraph" w:styleId="FootnoteText">
    <w:name w:val="footnote text"/>
    <w:basedOn w:val="Normal"/>
    <w:link w:val="FootnoteTextChar"/>
    <w:uiPriority w:val="99"/>
    <w:semiHidden/>
    <w:rsid w:val="004227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74B4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2273D"/>
    <w:rPr>
      <w:rFonts w:cs="Times New Roman"/>
      <w:vertAlign w:val="superscript"/>
    </w:rPr>
  </w:style>
  <w:style w:type="character" w:styleId="HTMLCode">
    <w:name w:val="HTML Code"/>
    <w:basedOn w:val="DefaultParagraphFont"/>
    <w:uiPriority w:val="99"/>
    <w:rsid w:val="00FF321C"/>
    <w:rPr>
      <w:rFonts w:ascii="Courier New" w:hAnsi="Courier New" w:cs="Times New Roman"/>
      <w:sz w:val="20"/>
    </w:rPr>
  </w:style>
  <w:style w:type="paragraph" w:customStyle="1" w:styleId="citata">
    <w:name w:val="citata"/>
    <w:basedOn w:val="Normal"/>
    <w:uiPriority w:val="99"/>
    <w:rsid w:val="00312249"/>
    <w:pPr>
      <w:spacing w:before="100" w:beforeAutospacing="1" w:after="100" w:afterAutospacing="1"/>
      <w:ind w:firstLine="240"/>
      <w:jc w:val="both"/>
    </w:pPr>
    <w:rPr>
      <w:i/>
      <w:iCs/>
      <w:sz w:val="20"/>
      <w:szCs w:val="20"/>
    </w:rPr>
  </w:style>
  <w:style w:type="paragraph" w:customStyle="1" w:styleId="copy">
    <w:name w:val="copy"/>
    <w:basedOn w:val="Normal"/>
    <w:uiPriority w:val="99"/>
    <w:rsid w:val="009D7D78"/>
    <w:pPr>
      <w:spacing w:before="100" w:beforeAutospacing="1" w:after="100" w:afterAutospacing="1"/>
    </w:pPr>
    <w:rPr>
      <w:sz w:val="18"/>
      <w:szCs w:val="18"/>
    </w:rPr>
  </w:style>
  <w:style w:type="paragraph" w:customStyle="1" w:styleId="dateblue">
    <w:name w:val="date_blue"/>
    <w:basedOn w:val="Normal"/>
    <w:uiPriority w:val="99"/>
    <w:rsid w:val="00554E70"/>
    <w:pPr>
      <w:spacing w:before="225" w:after="60"/>
    </w:pPr>
    <w:rPr>
      <w:rFonts w:ascii="Verdana" w:hAnsi="Verdana"/>
      <w:b/>
      <w:bCs/>
      <w:sz w:val="15"/>
      <w:szCs w:val="15"/>
    </w:rPr>
  </w:style>
  <w:style w:type="paragraph" w:customStyle="1" w:styleId="dategreen">
    <w:name w:val="date_green"/>
    <w:basedOn w:val="Normal"/>
    <w:uiPriority w:val="99"/>
    <w:rsid w:val="00554E70"/>
    <w:pPr>
      <w:spacing w:before="225" w:after="60"/>
    </w:pPr>
    <w:rPr>
      <w:rFonts w:ascii="Verdana" w:hAnsi="Verdana"/>
      <w:b/>
      <w:bCs/>
      <w:sz w:val="15"/>
      <w:szCs w:val="15"/>
    </w:rPr>
  </w:style>
  <w:style w:type="paragraph" w:customStyle="1" w:styleId="newstitle">
    <w:name w:val="news_title"/>
    <w:basedOn w:val="Normal"/>
    <w:uiPriority w:val="99"/>
    <w:rsid w:val="00554E70"/>
    <w:pPr>
      <w:spacing w:after="30"/>
      <w:ind w:left="-150"/>
    </w:pPr>
    <w:rPr>
      <w:rFonts w:ascii="Verdana" w:hAnsi="Verdana"/>
      <w:b/>
      <w:bCs/>
      <w:color w:val="054566"/>
      <w:sz w:val="18"/>
      <w:szCs w:val="18"/>
    </w:rPr>
  </w:style>
  <w:style w:type="paragraph" w:customStyle="1" w:styleId="news">
    <w:name w:val="news"/>
    <w:basedOn w:val="Normal"/>
    <w:uiPriority w:val="99"/>
    <w:rsid w:val="00554E70"/>
    <w:pPr>
      <w:spacing w:after="135"/>
      <w:ind w:left="-150"/>
      <w:jc w:val="both"/>
    </w:pPr>
    <w:rPr>
      <w:color w:val="054566"/>
      <w:sz w:val="18"/>
      <w:szCs w:val="18"/>
    </w:rPr>
  </w:style>
  <w:style w:type="paragraph" w:customStyle="1" w:styleId="election">
    <w:name w:val="election"/>
    <w:basedOn w:val="Normal"/>
    <w:uiPriority w:val="99"/>
    <w:rsid w:val="00554E70"/>
    <w:pPr>
      <w:spacing w:before="100" w:beforeAutospacing="1" w:after="150"/>
    </w:pPr>
    <w:rPr>
      <w:rFonts w:ascii="Verdana" w:hAnsi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paragraph" w:customStyle="1" w:styleId="newsnoimage">
    <w:name w:val="news_no_image"/>
    <w:basedOn w:val="Normal"/>
    <w:uiPriority w:val="99"/>
    <w:rsid w:val="00554E70"/>
    <w:pPr>
      <w:spacing w:before="100" w:beforeAutospacing="1" w:after="100" w:afterAutospacing="1"/>
    </w:pPr>
    <w:rPr>
      <w:rFonts w:ascii="Arial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Normal"/>
    <w:uiPriority w:val="99"/>
    <w:rsid w:val="00554E70"/>
    <w:pPr>
      <w:spacing w:before="100" w:beforeAutospacing="1" w:after="100" w:afterAutospacing="1"/>
    </w:pPr>
    <w:rPr>
      <w:rFonts w:ascii="Arial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Normal"/>
    <w:uiPriority w:val="99"/>
    <w:rsid w:val="00554E70"/>
    <w:pPr>
      <w:spacing w:before="100" w:beforeAutospacing="1" w:after="100" w:afterAutospacing="1" w:line="330" w:lineRule="atLeast"/>
    </w:pPr>
    <w:rPr>
      <w:rFonts w:ascii="Verdana" w:hAnsi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Normal"/>
    <w:uiPriority w:val="99"/>
    <w:rsid w:val="00554E70"/>
    <w:pPr>
      <w:spacing w:before="100" w:beforeAutospacing="1" w:after="100" w:afterAutospacing="1"/>
    </w:pPr>
    <w:rPr>
      <w:rFonts w:ascii="Verdana" w:hAnsi="Verdana"/>
      <w:caps/>
      <w:sz w:val="18"/>
      <w:szCs w:val="18"/>
    </w:rPr>
  </w:style>
  <w:style w:type="paragraph" w:customStyle="1" w:styleId="buttonheading">
    <w:name w:val="buttonheading"/>
    <w:basedOn w:val="Normal"/>
    <w:uiPriority w:val="99"/>
    <w:rsid w:val="00554E7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contentpaneopen">
    <w:name w:val="contentpaneopen"/>
    <w:basedOn w:val="Normal"/>
    <w:uiPriority w:val="99"/>
    <w:rsid w:val="00554E70"/>
    <w:pPr>
      <w:spacing w:before="100" w:beforeAutospacing="1" w:after="100" w:afterAutospacing="1" w:line="240" w:lineRule="atLeast"/>
    </w:pPr>
    <w:rPr>
      <w:color w:val="5A6167"/>
      <w:sz w:val="18"/>
      <w:szCs w:val="18"/>
    </w:rPr>
  </w:style>
  <w:style w:type="paragraph" w:customStyle="1" w:styleId="message">
    <w:name w:val="message"/>
    <w:basedOn w:val="Normal"/>
    <w:uiPriority w:val="99"/>
    <w:rsid w:val="00554E70"/>
    <w:pPr>
      <w:spacing w:before="100" w:beforeAutospacing="1" w:after="100" w:afterAutospacing="1"/>
      <w:jc w:val="both"/>
    </w:pPr>
    <w:rPr>
      <w:color w:val="5A6167"/>
      <w:sz w:val="18"/>
      <w:szCs w:val="18"/>
    </w:rPr>
  </w:style>
  <w:style w:type="paragraph" w:customStyle="1" w:styleId="inputbox">
    <w:name w:val="inputbox"/>
    <w:basedOn w:val="Normal"/>
    <w:uiPriority w:val="99"/>
    <w:rsid w:val="00554E70"/>
    <w:pPr>
      <w:spacing w:before="100" w:beforeAutospacing="1" w:after="100" w:afterAutospacing="1"/>
    </w:pPr>
    <w:rPr>
      <w:color w:val="5A6167"/>
      <w:sz w:val="18"/>
      <w:szCs w:val="18"/>
    </w:rPr>
  </w:style>
  <w:style w:type="paragraph" w:customStyle="1" w:styleId="sectiontableentry1">
    <w:name w:val="sectiontableentry1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paragraph" w:customStyle="1" w:styleId="btn">
    <w:name w:val="btn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paragraph" w:customStyle="1" w:styleId="color">
    <w:name w:val="color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character" w:customStyle="1" w:styleId="red">
    <w:name w:val="red"/>
    <w:basedOn w:val="DefaultParagraphFont"/>
    <w:uiPriority w:val="99"/>
    <w:rsid w:val="00554E70"/>
    <w:rPr>
      <w:rFonts w:cs="Times New Roman"/>
    </w:rPr>
  </w:style>
  <w:style w:type="character" w:customStyle="1" w:styleId="red1">
    <w:name w:val="red1"/>
    <w:uiPriority w:val="99"/>
    <w:rsid w:val="00554E70"/>
    <w:rPr>
      <w:color w:val="990033"/>
    </w:rPr>
  </w:style>
  <w:style w:type="paragraph" w:customStyle="1" w:styleId="btn1">
    <w:name w:val="btn1"/>
    <w:basedOn w:val="Normal"/>
    <w:uiPriority w:val="99"/>
    <w:rsid w:val="00554E70"/>
    <w:pPr>
      <w:spacing w:before="450" w:after="100" w:afterAutospacing="1"/>
    </w:pPr>
    <w:rPr>
      <w:sz w:val="18"/>
      <w:szCs w:val="18"/>
    </w:rPr>
  </w:style>
  <w:style w:type="paragraph" w:customStyle="1" w:styleId="newstitle1">
    <w:name w:val="news_title1"/>
    <w:basedOn w:val="Normal"/>
    <w:uiPriority w:val="99"/>
    <w:rsid w:val="00554E70"/>
    <w:pPr>
      <w:spacing w:after="30"/>
    </w:pPr>
    <w:rPr>
      <w:rFonts w:ascii="Verdana" w:hAnsi="Verdana"/>
      <w:b/>
      <w:bCs/>
      <w:color w:val="054566"/>
      <w:sz w:val="18"/>
      <w:szCs w:val="18"/>
    </w:rPr>
  </w:style>
  <w:style w:type="paragraph" w:customStyle="1" w:styleId="color1">
    <w:name w:val="color1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character" w:customStyle="1" w:styleId="additional1">
    <w:name w:val="additional1"/>
    <w:uiPriority w:val="99"/>
    <w:rsid w:val="001E50B8"/>
    <w:rPr>
      <w:rFonts w:ascii="Arial" w:hAnsi="Arial"/>
      <w:color w:val="58626B"/>
      <w:sz w:val="16"/>
    </w:rPr>
  </w:style>
  <w:style w:type="character" w:customStyle="1" w:styleId="static">
    <w:name w:val="static"/>
    <w:basedOn w:val="DefaultParagraphFont"/>
    <w:uiPriority w:val="99"/>
    <w:rsid w:val="000A575A"/>
    <w:rPr>
      <w:rFonts w:cs="Times New Roman"/>
    </w:rPr>
  </w:style>
  <w:style w:type="character" w:customStyle="1" w:styleId="company-www">
    <w:name w:val="company-www"/>
    <w:basedOn w:val="DefaultParagraphFont"/>
    <w:uiPriority w:val="99"/>
    <w:rsid w:val="007339A5"/>
    <w:rPr>
      <w:rFonts w:cs="Times New Roman"/>
    </w:rPr>
  </w:style>
  <w:style w:type="paragraph" w:customStyle="1" w:styleId="a0">
    <w:name w:val="Подпись на общем бланке"/>
    <w:basedOn w:val="Signature"/>
    <w:next w:val="BodyText"/>
    <w:uiPriority w:val="99"/>
    <w:rsid w:val="000E316B"/>
    <w:pPr>
      <w:tabs>
        <w:tab w:val="right" w:pos="9639"/>
      </w:tabs>
      <w:suppressAutoHyphens/>
      <w:spacing w:before="480" w:line="240" w:lineRule="exact"/>
      <w:ind w:left="0"/>
    </w:pPr>
    <w:rPr>
      <w:sz w:val="28"/>
      <w:szCs w:val="20"/>
    </w:rPr>
  </w:style>
  <w:style w:type="paragraph" w:customStyle="1" w:styleId="a1">
    <w:name w:val="Без интервала"/>
    <w:basedOn w:val="Normal"/>
    <w:uiPriority w:val="99"/>
    <w:rsid w:val="000E316B"/>
    <w:rPr>
      <w:rFonts w:ascii="Calibri" w:hAnsi="Calibri"/>
      <w:sz w:val="22"/>
      <w:szCs w:val="22"/>
      <w:lang w:val="en-US" w:eastAsia="en-US"/>
    </w:rPr>
  </w:style>
  <w:style w:type="paragraph" w:styleId="Signature">
    <w:name w:val="Signature"/>
    <w:basedOn w:val="Normal"/>
    <w:link w:val="SignatureChar"/>
    <w:uiPriority w:val="99"/>
    <w:rsid w:val="000E316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674B46"/>
    <w:rPr>
      <w:rFonts w:cs="Times New Roman"/>
      <w:sz w:val="24"/>
      <w:szCs w:val="24"/>
    </w:rPr>
  </w:style>
  <w:style w:type="paragraph" w:customStyle="1" w:styleId="rcphdr">
    <w:name w:val="rcphdr"/>
    <w:basedOn w:val="Normal"/>
    <w:uiPriority w:val="99"/>
    <w:rsid w:val="006651C6"/>
    <w:pPr>
      <w:spacing w:before="200"/>
    </w:pPr>
    <w:rPr>
      <w:rFonts w:ascii="Comic Sans MS" w:hAnsi="Comic Sans MS"/>
      <w:color w:val="993300"/>
    </w:rPr>
  </w:style>
  <w:style w:type="paragraph" w:customStyle="1" w:styleId="rcpstru">
    <w:name w:val="rcpstru"/>
    <w:basedOn w:val="Normal"/>
    <w:uiPriority w:val="99"/>
    <w:rsid w:val="006651C6"/>
    <w:pPr>
      <w:ind w:left="225" w:right="225"/>
    </w:pPr>
    <w:rPr>
      <w:b/>
      <w:bCs/>
      <w:sz w:val="20"/>
      <w:szCs w:val="20"/>
    </w:rPr>
  </w:style>
  <w:style w:type="paragraph" w:customStyle="1" w:styleId="rcptxt">
    <w:name w:val="rcptxt"/>
    <w:basedOn w:val="Normal"/>
    <w:uiPriority w:val="99"/>
    <w:rsid w:val="006651C6"/>
    <w:pPr>
      <w:spacing w:before="100" w:beforeAutospacing="1" w:after="240"/>
      <w:jc w:val="both"/>
    </w:pPr>
    <w:rPr>
      <w:sz w:val="20"/>
      <w:szCs w:val="20"/>
    </w:rPr>
  </w:style>
  <w:style w:type="character" w:customStyle="1" w:styleId="mw-headline">
    <w:name w:val="mw-headline"/>
    <w:basedOn w:val="DefaultParagraphFont"/>
    <w:uiPriority w:val="99"/>
    <w:rsid w:val="00D20911"/>
    <w:rPr>
      <w:rFonts w:cs="Times New Roman"/>
    </w:rPr>
  </w:style>
  <w:style w:type="paragraph" w:customStyle="1" w:styleId="ConsPlusTitle">
    <w:name w:val="ConsPlusTitle"/>
    <w:uiPriority w:val="99"/>
    <w:rsid w:val="00C879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Знак Знак2 Знак Знак Знак Знак Знак Знак Знак Знак"/>
    <w:basedOn w:val="Normal"/>
    <w:uiPriority w:val="99"/>
    <w:rsid w:val="00820B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64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64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64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564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295">
                      <w:marLeft w:val="3675"/>
                      <w:marRight w:val="3675"/>
                      <w:marTop w:val="75"/>
                      <w:marBottom w:val="75"/>
                      <w:divBdr>
                        <w:top w:val="none" w:sz="0" w:space="0" w:color="auto"/>
                        <w:left w:val="single" w:sz="6" w:space="8" w:color="FFB48F"/>
                        <w:bottom w:val="none" w:sz="0" w:space="0" w:color="auto"/>
                        <w:right w:val="single" w:sz="6" w:space="8" w:color="FFB48F"/>
                      </w:divBdr>
                    </w:div>
                  </w:divsChild>
                </w:div>
              </w:divsChild>
            </w:div>
          </w:divsChild>
        </w:div>
      </w:divsChild>
    </w:div>
    <w:div w:id="138564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64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048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91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5051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3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3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3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4126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4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3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3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64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5232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3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5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3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3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3341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3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4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2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6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505">
              <w:marLeft w:val="0"/>
              <w:marRight w:val="105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6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79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66C588"/>
                            <w:left w:val="single" w:sz="6" w:space="0" w:color="66C588"/>
                            <w:bottom w:val="single" w:sz="2" w:space="0" w:color="66C588"/>
                            <w:right w:val="single" w:sz="6" w:space="0" w:color="66C588"/>
                          </w:divBdr>
                          <w:divsChild>
                            <w:div w:id="138564327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4363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4404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564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B9D0DC"/>
                            <w:left w:val="single" w:sz="6" w:space="0" w:color="B9D0DC"/>
                            <w:bottom w:val="single" w:sz="2" w:space="0" w:color="B9D0DC"/>
                            <w:right w:val="single" w:sz="6" w:space="0" w:color="B9D0DC"/>
                          </w:divBdr>
                          <w:divsChild>
                            <w:div w:id="1385643223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564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66C588"/>
                            <w:left w:val="single" w:sz="6" w:space="0" w:color="66C588"/>
                            <w:bottom w:val="single" w:sz="2" w:space="0" w:color="66C588"/>
                            <w:right w:val="single" w:sz="6" w:space="0" w:color="66C588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5301">
                          <w:marLeft w:val="5"/>
                          <w:marRight w:val="0"/>
                          <w:marTop w:val="168"/>
                          <w:marBottom w:val="168"/>
                          <w:divBdr>
                            <w:top w:val="single" w:sz="6" w:space="2" w:color="E0E0E0"/>
                            <w:left w:val="single" w:sz="6" w:space="11" w:color="E0E0E0"/>
                            <w:bottom w:val="single" w:sz="6" w:space="2" w:color="E0E0E0"/>
                            <w:right w:val="single" w:sz="6" w:space="11" w:color="E0E0E0"/>
                          </w:divBdr>
                          <w:divsChild>
                            <w:div w:id="138564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44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424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3739">
          <w:marLeft w:val="3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894">
          <w:marLeft w:val="0"/>
          <w:marRight w:val="0"/>
          <w:marTop w:val="75"/>
          <w:marBottom w:val="0"/>
          <w:divBdr>
            <w:top w:val="single" w:sz="6" w:space="0" w:color="497A15"/>
            <w:left w:val="single" w:sz="6" w:space="0" w:color="497A15"/>
            <w:bottom w:val="single" w:sz="6" w:space="0" w:color="497A15"/>
            <w:right w:val="single" w:sz="6" w:space="0" w:color="497A15"/>
          </w:divBdr>
          <w:divsChild>
            <w:div w:id="138564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643903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644197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852">
                  <w:marLeft w:val="0"/>
                  <w:marRight w:val="0"/>
                  <w:marTop w:val="150"/>
                  <w:marBottom w:val="225"/>
                  <w:divBdr>
                    <w:top w:val="single" w:sz="1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2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397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3834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3531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472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56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4207">
                  <w:marLeft w:val="0"/>
                  <w:marRight w:val="150"/>
                  <w:marTop w:val="0"/>
                  <w:marBottom w:val="0"/>
                  <w:divBdr>
                    <w:top w:val="single" w:sz="6" w:space="19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38564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523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44382">
                  <w:marLeft w:val="0"/>
                  <w:marRight w:val="225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4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472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3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0D0D0"/>
                        <w:left w:val="single" w:sz="6" w:space="0" w:color="D0D0D0"/>
                        <w:bottom w:val="single" w:sz="6" w:space="0" w:color="D0D0D0"/>
                        <w:right w:val="single" w:sz="6" w:space="0" w:color="D0D0D0"/>
                      </w:divBdr>
                      <w:divsChild>
                        <w:div w:id="138564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986">
                              <w:marLeft w:val="3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56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418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75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414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5473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0A0A0"/>
            <w:right w:val="none" w:sz="0" w:space="0" w:color="auto"/>
          </w:divBdr>
        </w:div>
        <w:div w:id="1385643437">
          <w:marLeft w:val="15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6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0A0A0"/>
            <w:right w:val="none" w:sz="0" w:space="0" w:color="auto"/>
          </w:divBdr>
        </w:div>
        <w:div w:id="13856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0A0A0"/>
            <w:right w:val="none" w:sz="0" w:space="0" w:color="auto"/>
          </w:divBdr>
        </w:div>
      </w:divsChild>
    </w:div>
    <w:div w:id="13856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5365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4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3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3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4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4584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4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4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4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3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352">
                      <w:marLeft w:val="29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653">
                                  <w:marLeft w:val="0"/>
                                  <w:marRight w:val="36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4057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4785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3221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404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5645397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5643618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4692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564481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5643732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3882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5645080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5644894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379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5644557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564493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4787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5645049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5645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4571">
                                              <w:marLeft w:val="0"/>
                                              <w:marRight w:val="21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4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3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3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800">
          <w:marLeft w:val="0"/>
          <w:marRight w:val="0"/>
          <w:marTop w:val="0"/>
          <w:marBottom w:val="0"/>
          <w:divBdr>
            <w:top w:val="dashed" w:sz="6" w:space="4" w:color="ADADAD"/>
            <w:left w:val="dashed" w:sz="6" w:space="4" w:color="ADADAD"/>
            <w:bottom w:val="dashed" w:sz="6" w:space="4" w:color="ADADAD"/>
            <w:right w:val="dashed" w:sz="6" w:space="4" w:color="ADADAD"/>
          </w:divBdr>
        </w:div>
      </w:divsChild>
    </w:div>
    <w:div w:id="138564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7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3293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333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3401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3550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3850">
                  <w:marLeft w:val="70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3957">
                  <w:marLeft w:val="0"/>
                  <w:marRight w:val="0"/>
                  <w:marTop w:val="0"/>
                  <w:marBottom w:val="0"/>
                  <w:divBdr>
                    <w:top w:val="single" w:sz="12" w:space="1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138564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4106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1385645268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64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5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4591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3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3272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5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5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3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4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59">
      <w:marLeft w:val="28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215">
              <w:marLeft w:val="0"/>
              <w:marRight w:val="0"/>
              <w:marTop w:val="0"/>
              <w:marBottom w:val="0"/>
              <w:divBdr>
                <w:top w:val="double" w:sz="2" w:space="0" w:color="45A245"/>
                <w:left w:val="double" w:sz="2" w:space="0" w:color="45A245"/>
                <w:bottom w:val="double" w:sz="2" w:space="0" w:color="45A245"/>
                <w:right w:val="double" w:sz="2" w:space="0" w:color="45A245"/>
              </w:divBdr>
              <w:divsChild>
                <w:div w:id="1385643459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6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4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64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463">
          <w:marLeft w:val="0"/>
          <w:marRight w:val="0"/>
          <w:marTop w:val="0"/>
          <w:marBottom w:val="0"/>
          <w:divBdr>
            <w:top w:val="single" w:sz="6" w:space="0" w:color="345487"/>
            <w:left w:val="single" w:sz="6" w:space="0" w:color="345487"/>
            <w:bottom w:val="single" w:sz="6" w:space="0" w:color="345487"/>
            <w:right w:val="single" w:sz="6" w:space="0" w:color="345487"/>
          </w:divBdr>
          <w:divsChild>
            <w:div w:id="13856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64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6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79">
      <w:marLeft w:val="45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3385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5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3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4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5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3126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5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4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4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3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5160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4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4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4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4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3068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4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5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3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3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4245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3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4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3440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3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4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3140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5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4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3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4038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3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4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5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4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4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5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3856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3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3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08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2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5289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4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4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4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4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4873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3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3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4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5273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4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44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5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5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43910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4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43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644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645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0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339">
          <w:marLeft w:val="0"/>
          <w:marRight w:val="0"/>
          <w:marTop w:val="75"/>
          <w:marBottom w:val="0"/>
          <w:divBdr>
            <w:top w:val="single" w:sz="6" w:space="0" w:color="497A15"/>
            <w:left w:val="single" w:sz="6" w:space="0" w:color="497A15"/>
            <w:bottom w:val="single" w:sz="6" w:space="0" w:color="497A15"/>
            <w:right w:val="single" w:sz="6" w:space="0" w:color="497A15"/>
          </w:divBdr>
          <w:divsChild>
            <w:div w:id="13856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6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62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4995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524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56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734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388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218">
          <w:marLeft w:val="3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737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6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5066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56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179">
                  <w:marLeft w:val="0"/>
                  <w:marRight w:val="0"/>
                  <w:marTop w:val="150"/>
                  <w:marBottom w:val="225"/>
                  <w:divBdr>
                    <w:top w:val="single" w:sz="1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32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3095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4292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64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643786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645373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564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564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3941">
                  <w:marLeft w:val="0"/>
                  <w:marRight w:val="225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64397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2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0D0D0"/>
                        <w:left w:val="single" w:sz="6" w:space="0" w:color="D0D0D0"/>
                        <w:bottom w:val="single" w:sz="6" w:space="0" w:color="D0D0D0"/>
                        <w:right w:val="single" w:sz="6" w:space="0" w:color="D0D0D0"/>
                      </w:divBdr>
                      <w:divsChild>
                        <w:div w:id="138564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64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977">
                              <w:marLeft w:val="3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644200">
                  <w:marLeft w:val="0"/>
                  <w:marRight w:val="150"/>
                  <w:marTop w:val="0"/>
                  <w:marBottom w:val="0"/>
                  <w:divBdr>
                    <w:top w:val="single" w:sz="6" w:space="19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3856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525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64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374">
          <w:marLeft w:val="0"/>
          <w:marRight w:val="0"/>
          <w:marTop w:val="150"/>
          <w:marBottom w:val="300"/>
          <w:divBdr>
            <w:top w:val="single" w:sz="6" w:space="8" w:color="525252"/>
            <w:left w:val="single" w:sz="6" w:space="9" w:color="525252"/>
            <w:bottom w:val="single" w:sz="6" w:space="8" w:color="525252"/>
            <w:right w:val="single" w:sz="6" w:space="9" w:color="525252"/>
          </w:divBdr>
          <w:divsChild>
            <w:div w:id="138564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532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096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508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824">
              <w:marLeft w:val="0"/>
              <w:marRight w:val="0"/>
              <w:marTop w:val="0"/>
              <w:marBottom w:val="0"/>
              <w:divBdr>
                <w:top w:val="dotted" w:sz="6" w:space="8" w:color="CCCCCC"/>
                <w:left w:val="dotted" w:sz="6" w:space="8" w:color="CCCCCC"/>
                <w:bottom w:val="dotted" w:sz="6" w:space="8" w:color="CCCCCC"/>
                <w:right w:val="dotted" w:sz="6" w:space="8" w:color="CCCCCC"/>
              </w:divBdr>
            </w:div>
          </w:divsChild>
        </w:div>
      </w:divsChild>
    </w:div>
    <w:div w:id="138564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6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442">
              <w:marLeft w:val="24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4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396</Words>
  <Characters>2263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                                                УТВЕРЖДАЮ:</dc:title>
  <dc:subject/>
  <dc:creator>user</dc:creator>
  <cp:keywords/>
  <dc:description/>
  <cp:lastModifiedBy>User</cp:lastModifiedBy>
  <cp:revision>3</cp:revision>
  <cp:lastPrinted>2019-11-07T10:53:00Z</cp:lastPrinted>
  <dcterms:created xsi:type="dcterms:W3CDTF">2020-01-13T09:30:00Z</dcterms:created>
  <dcterms:modified xsi:type="dcterms:W3CDTF">2020-01-13T11:20:00Z</dcterms:modified>
</cp:coreProperties>
</file>