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693" w:rsidRDefault="00901693" w:rsidP="00F2087E">
      <w:pPr>
        <w:pStyle w:val="Title"/>
        <w:ind w:left="0"/>
        <w:rPr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9.85pt;margin-top:-18pt;width:243pt;height:108pt;z-index:251658240" stroked="f">
            <v:textbox>
              <w:txbxContent>
                <w:p w:rsidR="00901693" w:rsidRPr="00DE7542" w:rsidRDefault="00901693" w:rsidP="0081479C">
                  <w:pPr>
                    <w:rPr>
                      <w:vanish/>
                    </w:rPr>
                  </w:pPr>
                  <w:r>
                    <w:rPr>
                      <w:b/>
                      <w:bCs/>
                      <w:vanish/>
                    </w:rPr>
                    <w:t>Мясникова О.Н.</w:t>
                  </w:r>
                </w:p>
                <w:p w:rsidR="00901693" w:rsidRPr="00DE7542" w:rsidRDefault="00901693" w:rsidP="0081479C">
                  <w:pPr>
                    <w:rPr>
                      <w:vanish/>
                    </w:rPr>
                  </w:pPr>
                  <w:r w:rsidRPr="00DE7542">
                    <w:rPr>
                      <w:vanish/>
                    </w:rPr>
                    <w:t>Князев А.Е.</w:t>
                  </w:r>
                </w:p>
                <w:p w:rsidR="00901693" w:rsidRPr="00DE7542" w:rsidRDefault="00901693" w:rsidP="0081479C">
                  <w:pPr>
                    <w:rPr>
                      <w:vanish/>
                    </w:rPr>
                  </w:pPr>
                </w:p>
                <w:p w:rsidR="00901693" w:rsidRPr="00DE7542" w:rsidRDefault="00901693" w:rsidP="0081479C">
                  <w:pPr>
                    <w:rPr>
                      <w:vanish/>
                    </w:rPr>
                  </w:pPr>
                  <w:r>
                    <w:rPr>
                      <w:vanish/>
                    </w:rPr>
                    <w:t>копии – Мясникова – 1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i1031" type="#_x0000_t75" style="width:41.25pt;height:80.25pt">
            <v:imagedata r:id="rId7" o:title=""/>
          </v:shape>
        </w:pict>
      </w:r>
    </w:p>
    <w:p w:rsidR="00901693" w:rsidRDefault="00901693" w:rsidP="00F2087E">
      <w:pPr>
        <w:pStyle w:val="Title"/>
        <w:ind w:left="0"/>
        <w:rPr>
          <w:szCs w:val="28"/>
        </w:rPr>
      </w:pPr>
    </w:p>
    <w:p w:rsidR="00901693" w:rsidRPr="000D6DC4" w:rsidRDefault="00901693" w:rsidP="007C0012">
      <w:pPr>
        <w:pStyle w:val="Heading1"/>
        <w:widowControl w:val="0"/>
        <w:jc w:val="center"/>
        <w:rPr>
          <w:color w:val="auto"/>
          <w:kern w:val="0"/>
          <w:sz w:val="28"/>
          <w:szCs w:val="28"/>
        </w:rPr>
      </w:pPr>
      <w:r>
        <w:rPr>
          <w:color w:val="auto"/>
          <w:kern w:val="0"/>
          <w:sz w:val="28"/>
          <w:szCs w:val="28"/>
        </w:rPr>
        <w:t>АДМИНИСТРАЦИЯ</w:t>
      </w:r>
      <w:r w:rsidRPr="000D6DC4">
        <w:rPr>
          <w:color w:val="auto"/>
          <w:kern w:val="0"/>
          <w:sz w:val="28"/>
          <w:szCs w:val="28"/>
        </w:rPr>
        <w:t xml:space="preserve"> ТАБОРИНСКОГО МУНИЦИПАЛЬНОГО РАЙОНА</w:t>
      </w:r>
    </w:p>
    <w:p w:rsidR="00901693" w:rsidRDefault="00901693" w:rsidP="00F2087E">
      <w:pPr>
        <w:pStyle w:val="Heading1"/>
        <w:jc w:val="center"/>
        <w:rPr>
          <w:sz w:val="32"/>
        </w:rPr>
      </w:pPr>
      <w:r>
        <w:rPr>
          <w:sz w:val="32"/>
        </w:rPr>
        <w:t>П О С Т А Н О В Л Е Н И Е</w:t>
      </w:r>
    </w:p>
    <w:tbl>
      <w:tblPr>
        <w:tblW w:w="5000" w:type="pct"/>
        <w:tblBorders>
          <w:top w:val="thinThickLargeGap" w:sz="24" w:space="0" w:color="auto"/>
        </w:tblBorders>
        <w:tblLook w:val="0000"/>
      </w:tblPr>
      <w:tblGrid>
        <w:gridCol w:w="9854"/>
      </w:tblGrid>
      <w:tr w:rsidR="00901693" w:rsidTr="00F24E0E">
        <w:trPr>
          <w:trHeight w:val="100"/>
        </w:trPr>
        <w:tc>
          <w:tcPr>
            <w:tcW w:w="5000" w:type="pct"/>
            <w:tcBorders>
              <w:top w:val="thinThickLargeGap" w:sz="24" w:space="0" w:color="auto"/>
              <w:left w:val="nil"/>
              <w:bottom w:val="nil"/>
              <w:right w:val="nil"/>
            </w:tcBorders>
          </w:tcPr>
          <w:p w:rsidR="00901693" w:rsidRDefault="00901693">
            <w:pPr>
              <w:rPr>
                <w:sz w:val="28"/>
              </w:rPr>
            </w:pPr>
            <w:r>
              <w:rPr>
                <w:sz w:val="28"/>
              </w:rPr>
              <w:t xml:space="preserve">от </w:t>
            </w:r>
            <w:r>
              <w:rPr>
                <w:sz w:val="28"/>
                <w:u w:val="single"/>
              </w:rPr>
              <w:t xml:space="preserve"> 13.01.2020г. </w:t>
            </w:r>
            <w:r w:rsidRPr="000F037F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№ </w:t>
            </w:r>
            <w:r>
              <w:rPr>
                <w:sz w:val="28"/>
                <w:u w:val="single"/>
              </w:rPr>
              <w:t xml:space="preserve"> 3 </w:t>
            </w:r>
            <w:r w:rsidRPr="00E16342">
              <w:rPr>
                <w:color w:val="FFFFFF"/>
                <w:sz w:val="28"/>
              </w:rPr>
              <w:t>.</w:t>
            </w:r>
          </w:p>
        </w:tc>
      </w:tr>
    </w:tbl>
    <w:p w:rsidR="00901693" w:rsidRDefault="00901693" w:rsidP="000F037F">
      <w:pPr>
        <w:jc w:val="both"/>
        <w:rPr>
          <w:sz w:val="28"/>
          <w:szCs w:val="28"/>
        </w:rPr>
      </w:pPr>
      <w:r w:rsidRPr="00F24E0E">
        <w:rPr>
          <w:sz w:val="28"/>
          <w:szCs w:val="28"/>
        </w:rPr>
        <w:t>с. Таборы</w:t>
      </w:r>
    </w:p>
    <w:p w:rsidR="00901693" w:rsidRPr="00474E07" w:rsidRDefault="00901693" w:rsidP="00765F9B">
      <w:pPr>
        <w:jc w:val="center"/>
        <w:rPr>
          <w:b/>
          <w:i/>
          <w:sz w:val="28"/>
          <w:szCs w:val="28"/>
        </w:rPr>
      </w:pPr>
    </w:p>
    <w:p w:rsidR="00901693" w:rsidRPr="00474E07" w:rsidRDefault="00901693" w:rsidP="00765F9B">
      <w:pPr>
        <w:jc w:val="center"/>
        <w:rPr>
          <w:b/>
          <w:i/>
          <w:sz w:val="28"/>
          <w:szCs w:val="28"/>
        </w:rPr>
      </w:pPr>
      <w:r w:rsidRPr="00474E07">
        <w:rPr>
          <w:b/>
          <w:i/>
          <w:sz w:val="28"/>
          <w:szCs w:val="28"/>
        </w:rPr>
        <w:t xml:space="preserve">О передаче муниципального имущества в аренду </w:t>
      </w:r>
      <w:r>
        <w:rPr>
          <w:b/>
          <w:i/>
          <w:sz w:val="28"/>
          <w:szCs w:val="28"/>
        </w:rPr>
        <w:t>ИП Бауэр С.И.</w:t>
      </w:r>
    </w:p>
    <w:p w:rsidR="00901693" w:rsidRPr="00474E07" w:rsidRDefault="00901693" w:rsidP="00765F9B">
      <w:pPr>
        <w:jc w:val="center"/>
        <w:rPr>
          <w:b/>
          <w:i/>
          <w:sz w:val="28"/>
          <w:szCs w:val="28"/>
        </w:rPr>
      </w:pPr>
    </w:p>
    <w:p w:rsidR="00901693" w:rsidRPr="00F24E0E" w:rsidRDefault="00901693" w:rsidP="00970A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надлежащим исполнением индивидуальным предпринимателем Бауэр Светланой Ивановной </w:t>
      </w:r>
      <w:r w:rsidRPr="009074DF">
        <w:rPr>
          <w:sz w:val="28"/>
          <w:szCs w:val="28"/>
        </w:rPr>
        <w:t xml:space="preserve">(далее по тексту – </w:t>
      </w:r>
      <w:r>
        <w:rPr>
          <w:sz w:val="28"/>
          <w:szCs w:val="28"/>
        </w:rPr>
        <w:t>ИП Бауэр С.И.</w:t>
      </w:r>
      <w:r w:rsidRPr="009074DF">
        <w:rPr>
          <w:sz w:val="28"/>
          <w:szCs w:val="28"/>
        </w:rPr>
        <w:t>)</w:t>
      </w:r>
      <w:r>
        <w:rPr>
          <w:sz w:val="28"/>
          <w:szCs w:val="28"/>
        </w:rPr>
        <w:t xml:space="preserve"> обязанностей арендатора по договору аренды от 15.01.2015 № 1, заключённым по итогам аукциона, н</w:t>
      </w:r>
      <w:r w:rsidRPr="009074DF">
        <w:rPr>
          <w:sz w:val="28"/>
          <w:szCs w:val="28"/>
        </w:rPr>
        <w:t xml:space="preserve">а основании заявления </w:t>
      </w:r>
      <w:r w:rsidRPr="00423F9F">
        <w:rPr>
          <w:sz w:val="28"/>
          <w:szCs w:val="28"/>
        </w:rPr>
        <w:t>ИП Бауэр С.И.</w:t>
      </w:r>
      <w:r>
        <w:rPr>
          <w:sz w:val="28"/>
          <w:szCs w:val="28"/>
        </w:rPr>
        <w:t xml:space="preserve"> </w:t>
      </w:r>
      <w:r w:rsidRPr="009074DF">
        <w:rPr>
          <w:sz w:val="28"/>
          <w:szCs w:val="28"/>
        </w:rPr>
        <w:t xml:space="preserve">вход. № </w:t>
      </w:r>
      <w:r>
        <w:rPr>
          <w:sz w:val="28"/>
          <w:szCs w:val="28"/>
        </w:rPr>
        <w:t>410</w:t>
      </w:r>
      <w:r w:rsidRPr="009074DF">
        <w:rPr>
          <w:sz w:val="28"/>
          <w:szCs w:val="28"/>
        </w:rPr>
        <w:t xml:space="preserve"> от </w:t>
      </w:r>
      <w:r>
        <w:rPr>
          <w:sz w:val="28"/>
          <w:szCs w:val="28"/>
        </w:rPr>
        <w:t>18.12</w:t>
      </w:r>
      <w:r w:rsidRPr="009074DF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9074DF">
        <w:rPr>
          <w:sz w:val="28"/>
          <w:szCs w:val="28"/>
        </w:rPr>
        <w:t>г.</w:t>
      </w:r>
      <w:r>
        <w:rPr>
          <w:sz w:val="28"/>
          <w:szCs w:val="28"/>
        </w:rPr>
        <w:t>, в соответствии с частью 9 статьи 17.1 Федерального</w:t>
      </w:r>
      <w:r w:rsidRPr="00F35177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F35177">
        <w:rPr>
          <w:sz w:val="28"/>
          <w:szCs w:val="28"/>
        </w:rPr>
        <w:t xml:space="preserve"> от 26.07.2006 </w:t>
      </w:r>
      <w:r>
        <w:rPr>
          <w:sz w:val="28"/>
          <w:szCs w:val="28"/>
        </w:rPr>
        <w:t>№ </w:t>
      </w:r>
      <w:r w:rsidRPr="00F35177">
        <w:rPr>
          <w:sz w:val="28"/>
          <w:szCs w:val="28"/>
        </w:rPr>
        <w:t>135-ФЗ</w:t>
      </w:r>
      <w:r>
        <w:rPr>
          <w:sz w:val="28"/>
          <w:szCs w:val="28"/>
        </w:rPr>
        <w:t xml:space="preserve"> «</w:t>
      </w:r>
      <w:r w:rsidRPr="00F35177">
        <w:rPr>
          <w:sz w:val="28"/>
          <w:szCs w:val="28"/>
        </w:rPr>
        <w:t>О защите конкуренции</w:t>
      </w:r>
      <w:r>
        <w:rPr>
          <w:sz w:val="28"/>
          <w:szCs w:val="28"/>
        </w:rPr>
        <w:t>», Положением о порядке управления и распоряжения имуществом, находящимся в собственности Таборинского муниципального района, утвержденного решением Таборинской районной Думы от 12.08.2009 № 30 (в редакции решения Таборинской районной Думы от 26.04.2013 № 19),</w:t>
      </w:r>
      <w:r w:rsidRPr="00473AA6">
        <w:rPr>
          <w:sz w:val="28"/>
          <w:szCs w:val="28"/>
        </w:rPr>
        <w:t xml:space="preserve"> </w:t>
      </w:r>
      <w:r w:rsidRPr="000E3846">
        <w:rPr>
          <w:sz w:val="28"/>
          <w:szCs w:val="28"/>
        </w:rPr>
        <w:t xml:space="preserve">руководствуясь </w:t>
      </w:r>
      <w:r>
        <w:rPr>
          <w:sz w:val="28"/>
          <w:szCs w:val="28"/>
        </w:rPr>
        <w:t>статьёй 30 Устава Таборинского муниципального района</w:t>
      </w:r>
      <w:r w:rsidRPr="00F24E0E">
        <w:rPr>
          <w:sz w:val="28"/>
          <w:szCs w:val="28"/>
        </w:rPr>
        <w:t>,</w:t>
      </w:r>
    </w:p>
    <w:p w:rsidR="00901693" w:rsidRPr="00F24E0E" w:rsidRDefault="00901693" w:rsidP="00352DE2">
      <w:pPr>
        <w:spacing w:before="120" w:after="120"/>
        <w:rPr>
          <w:b/>
          <w:sz w:val="28"/>
          <w:szCs w:val="28"/>
        </w:rPr>
      </w:pPr>
      <w:r w:rsidRPr="00F24E0E">
        <w:rPr>
          <w:b/>
          <w:sz w:val="28"/>
          <w:szCs w:val="28"/>
        </w:rPr>
        <w:t>ПОСТАНОВЛЯЮ:</w:t>
      </w:r>
    </w:p>
    <w:p w:rsidR="00901693" w:rsidRPr="008D63B6" w:rsidRDefault="00901693" w:rsidP="005A0775">
      <w:pPr>
        <w:ind w:firstLine="709"/>
        <w:jc w:val="both"/>
        <w:rPr>
          <w:sz w:val="28"/>
          <w:szCs w:val="28"/>
        </w:rPr>
      </w:pPr>
      <w:r w:rsidRPr="00D73ED6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1A7290">
        <w:rPr>
          <w:sz w:val="28"/>
          <w:szCs w:val="28"/>
        </w:rPr>
        <w:t xml:space="preserve">Предоставить </w:t>
      </w:r>
      <w:r>
        <w:rPr>
          <w:sz w:val="28"/>
          <w:szCs w:val="28"/>
        </w:rPr>
        <w:t xml:space="preserve">ИП Бауэр С.И. </w:t>
      </w:r>
      <w:r w:rsidRPr="00E072E7">
        <w:rPr>
          <w:sz w:val="28"/>
          <w:szCs w:val="28"/>
        </w:rPr>
        <w:t xml:space="preserve">в аренду </w:t>
      </w:r>
      <w:r>
        <w:rPr>
          <w:sz w:val="28"/>
          <w:szCs w:val="28"/>
        </w:rPr>
        <w:t>сроком на 5 лет, с 15.01.2020г</w:t>
      </w:r>
      <w:r w:rsidRPr="007E5EED">
        <w:rPr>
          <w:sz w:val="28"/>
          <w:szCs w:val="28"/>
        </w:rPr>
        <w:t>.</w:t>
      </w:r>
      <w:r>
        <w:rPr>
          <w:sz w:val="28"/>
          <w:szCs w:val="28"/>
        </w:rPr>
        <w:t xml:space="preserve"> по 14.01.2025г.,</w:t>
      </w:r>
      <w:r w:rsidRPr="00E072E7">
        <w:rPr>
          <w:sz w:val="28"/>
          <w:szCs w:val="28"/>
        </w:rPr>
        <w:t xml:space="preserve"> муниципальное имущество</w:t>
      </w:r>
      <w:r>
        <w:rPr>
          <w:sz w:val="28"/>
          <w:szCs w:val="28"/>
        </w:rPr>
        <w:t xml:space="preserve">: нежилое здание, магазин, площадью </w:t>
      </w:r>
      <w:r w:rsidRPr="00306DF3">
        <w:rPr>
          <w:sz w:val="28"/>
          <w:szCs w:val="28"/>
        </w:rPr>
        <w:t xml:space="preserve">44,3 </w:t>
      </w:r>
      <w:r>
        <w:rPr>
          <w:sz w:val="28"/>
          <w:szCs w:val="28"/>
        </w:rPr>
        <w:t xml:space="preserve">кв.м., расположенное по адресу: </w:t>
      </w:r>
      <w:r w:rsidRPr="00306DF3">
        <w:rPr>
          <w:sz w:val="28"/>
          <w:szCs w:val="28"/>
        </w:rPr>
        <w:t xml:space="preserve">Свердловская область, Таборинский р-н, </w:t>
      </w:r>
      <w:r>
        <w:rPr>
          <w:sz w:val="28"/>
          <w:szCs w:val="28"/>
        </w:rPr>
        <w:t>д. Мягково, ул. Мягковская, д. 17, этаж: 1, кадастровый номер 66:26:1701001:107</w:t>
      </w:r>
      <w:r w:rsidRPr="00E072E7">
        <w:rPr>
          <w:sz w:val="28"/>
          <w:szCs w:val="28"/>
        </w:rPr>
        <w:t xml:space="preserve">, </w:t>
      </w:r>
      <w:r>
        <w:rPr>
          <w:sz w:val="28"/>
          <w:szCs w:val="28"/>
        </w:rPr>
        <w:t>целевое назначение –</w:t>
      </w:r>
      <w:r w:rsidRPr="00E072E7">
        <w:rPr>
          <w:sz w:val="28"/>
          <w:szCs w:val="28"/>
        </w:rPr>
        <w:t xml:space="preserve"> </w:t>
      </w:r>
      <w:r>
        <w:rPr>
          <w:sz w:val="28"/>
          <w:szCs w:val="28"/>
        </w:rPr>
        <w:t>магазин,</w:t>
      </w:r>
      <w:r w:rsidRPr="008D63B6">
        <w:rPr>
          <w:sz w:val="28"/>
          <w:szCs w:val="28"/>
        </w:rPr>
        <w:t xml:space="preserve"> общей балансовой стоимостью </w:t>
      </w:r>
      <w:r>
        <w:rPr>
          <w:sz w:val="28"/>
          <w:szCs w:val="28"/>
        </w:rPr>
        <w:t xml:space="preserve">60 559 </w:t>
      </w:r>
      <w:r w:rsidRPr="008A5C8C">
        <w:rPr>
          <w:sz w:val="28"/>
          <w:szCs w:val="28"/>
        </w:rPr>
        <w:t>(</w:t>
      </w:r>
      <w:r>
        <w:rPr>
          <w:sz w:val="28"/>
          <w:szCs w:val="28"/>
        </w:rPr>
        <w:t>шестьдесят тысяч пятьсот пятьдесят девять</w:t>
      </w:r>
      <w:r w:rsidRPr="008A5C8C">
        <w:rPr>
          <w:sz w:val="28"/>
          <w:szCs w:val="28"/>
        </w:rPr>
        <w:t>) рубл</w:t>
      </w:r>
      <w:r>
        <w:rPr>
          <w:sz w:val="28"/>
          <w:szCs w:val="28"/>
        </w:rPr>
        <w:t xml:space="preserve">ей </w:t>
      </w:r>
      <w:r w:rsidRPr="008A5C8C">
        <w:rPr>
          <w:sz w:val="28"/>
          <w:szCs w:val="28"/>
        </w:rPr>
        <w:t>00</w:t>
      </w:r>
      <w:r>
        <w:rPr>
          <w:sz w:val="28"/>
          <w:szCs w:val="28"/>
        </w:rPr>
        <w:t> </w:t>
      </w:r>
      <w:r w:rsidRPr="008A5C8C">
        <w:rPr>
          <w:sz w:val="28"/>
          <w:szCs w:val="28"/>
        </w:rPr>
        <w:t>копеек.</w:t>
      </w:r>
    </w:p>
    <w:p w:rsidR="00901693" w:rsidRDefault="00901693" w:rsidP="005A07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7236C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A7236C">
        <w:rPr>
          <w:sz w:val="28"/>
          <w:szCs w:val="28"/>
        </w:rPr>
        <w:t>Главному специалисту администрации Таборинского муниципального района (Мясниковой О.Н.)</w:t>
      </w:r>
      <w:r>
        <w:rPr>
          <w:sz w:val="28"/>
          <w:szCs w:val="28"/>
        </w:rPr>
        <w:t>:</w:t>
      </w:r>
    </w:p>
    <w:p w:rsidR="00901693" w:rsidRDefault="00901693" w:rsidP="005A07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 п</w:t>
      </w:r>
      <w:r w:rsidRPr="00A7236C">
        <w:rPr>
          <w:sz w:val="28"/>
          <w:szCs w:val="28"/>
        </w:rPr>
        <w:t xml:space="preserve">одготовить договор </w:t>
      </w:r>
      <w:r>
        <w:rPr>
          <w:sz w:val="28"/>
          <w:szCs w:val="28"/>
        </w:rPr>
        <w:t>аренды муниципального имущества</w:t>
      </w:r>
      <w:r w:rsidRPr="00A723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</w:t>
      </w:r>
      <w:r w:rsidRPr="00572FBD">
        <w:rPr>
          <w:sz w:val="28"/>
          <w:szCs w:val="28"/>
        </w:rPr>
        <w:t>ИП Бауэр</w:t>
      </w:r>
      <w:r>
        <w:rPr>
          <w:sz w:val="28"/>
          <w:szCs w:val="28"/>
        </w:rPr>
        <w:t> </w:t>
      </w:r>
      <w:r w:rsidRPr="00572FBD">
        <w:rPr>
          <w:sz w:val="28"/>
          <w:szCs w:val="28"/>
        </w:rPr>
        <w:t xml:space="preserve">С.И. </w:t>
      </w:r>
      <w:r>
        <w:rPr>
          <w:sz w:val="28"/>
          <w:szCs w:val="28"/>
        </w:rPr>
        <w:t>и акт приёма-передачи имущества;</w:t>
      </w:r>
    </w:p>
    <w:p w:rsidR="00901693" w:rsidRPr="00A7236C" w:rsidRDefault="00901693" w:rsidP="00352D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7236C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A7236C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A7236C">
        <w:rPr>
          <w:sz w:val="28"/>
          <w:szCs w:val="28"/>
        </w:rPr>
        <w:t>внести соответствующие изменения в Реестр муниципальной собственности Таборинского муниципального района</w:t>
      </w:r>
      <w:r>
        <w:rPr>
          <w:sz w:val="28"/>
          <w:szCs w:val="28"/>
        </w:rPr>
        <w:t>.</w:t>
      </w:r>
    </w:p>
    <w:p w:rsidR="00901693" w:rsidRPr="00A7236C" w:rsidRDefault="00901693" w:rsidP="005A07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7236C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A7236C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901693" w:rsidRPr="00F24E0E" w:rsidRDefault="00901693" w:rsidP="00C27E12">
      <w:pPr>
        <w:spacing w:line="240" w:lineRule="exact"/>
        <w:jc w:val="both"/>
        <w:rPr>
          <w:sz w:val="28"/>
          <w:szCs w:val="28"/>
        </w:rPr>
      </w:pPr>
    </w:p>
    <w:p w:rsidR="00901693" w:rsidRPr="00F24E0E" w:rsidRDefault="00901693" w:rsidP="00C27E12">
      <w:pPr>
        <w:spacing w:line="240" w:lineRule="exact"/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926"/>
        <w:gridCol w:w="4927"/>
      </w:tblGrid>
      <w:tr w:rsidR="00901693" w:rsidRPr="00F24E0E" w:rsidTr="00C14F72">
        <w:tc>
          <w:tcPr>
            <w:tcW w:w="4926" w:type="dxa"/>
          </w:tcPr>
          <w:p w:rsidR="00901693" w:rsidRPr="00F24E0E" w:rsidRDefault="00901693" w:rsidP="009457E0">
            <w:pPr>
              <w:spacing w:line="240" w:lineRule="exact"/>
              <w:rPr>
                <w:sz w:val="28"/>
                <w:szCs w:val="28"/>
              </w:rPr>
            </w:pPr>
            <w:r w:rsidRPr="00F24E0E"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 xml:space="preserve">администрации </w:t>
            </w:r>
            <w:r w:rsidRPr="00F24E0E">
              <w:rPr>
                <w:sz w:val="28"/>
                <w:szCs w:val="28"/>
              </w:rPr>
              <w:t>Таборинского</w:t>
            </w:r>
            <w:r>
              <w:rPr>
                <w:sz w:val="28"/>
                <w:szCs w:val="28"/>
              </w:rPr>
              <w:t> </w:t>
            </w:r>
            <w:r w:rsidRPr="00F24E0E">
              <w:rPr>
                <w:sz w:val="28"/>
                <w:szCs w:val="28"/>
              </w:rPr>
              <w:t>муниципального района</w:t>
            </w:r>
          </w:p>
        </w:tc>
        <w:tc>
          <w:tcPr>
            <w:tcW w:w="4927" w:type="dxa"/>
            <w:vAlign w:val="bottom"/>
          </w:tcPr>
          <w:p w:rsidR="00901693" w:rsidRPr="00F24E0E" w:rsidRDefault="00901693" w:rsidP="00C14F72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F24E0E">
              <w:rPr>
                <w:sz w:val="28"/>
                <w:szCs w:val="28"/>
              </w:rPr>
              <w:t>В.А. Роененко</w:t>
            </w:r>
          </w:p>
        </w:tc>
      </w:tr>
    </w:tbl>
    <w:p w:rsidR="00901693" w:rsidRPr="00352DE2" w:rsidRDefault="00901693" w:rsidP="00C27E12">
      <w:pPr>
        <w:jc w:val="both"/>
        <w:rPr>
          <w:sz w:val="2"/>
          <w:szCs w:val="2"/>
        </w:rPr>
      </w:pPr>
    </w:p>
    <w:sectPr w:rsidR="00901693" w:rsidRPr="00352DE2" w:rsidSect="00C27E12">
      <w:headerReference w:type="even" r:id="rId8"/>
      <w:headerReference w:type="default" r:id="rId9"/>
      <w:pgSz w:w="11906" w:h="16838"/>
      <w:pgMar w:top="851" w:right="567" w:bottom="851" w:left="1701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1693" w:rsidRDefault="00901693">
      <w:r>
        <w:separator/>
      </w:r>
    </w:p>
  </w:endnote>
  <w:endnote w:type="continuationSeparator" w:id="0">
    <w:p w:rsidR="00901693" w:rsidRDefault="009016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1693" w:rsidRDefault="00901693">
      <w:r>
        <w:separator/>
      </w:r>
    </w:p>
  </w:footnote>
  <w:footnote w:type="continuationSeparator" w:id="0">
    <w:p w:rsidR="00901693" w:rsidRDefault="009016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693" w:rsidRDefault="00901693" w:rsidP="00C27E1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01693" w:rsidRDefault="0090169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693" w:rsidRDefault="00901693" w:rsidP="00C00A9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01693" w:rsidRDefault="0090169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3in;height:3in" o:bullet="t">
        <v:imagedata r:id="rId1" o:title=""/>
      </v:shape>
    </w:pict>
  </w:numPicBullet>
  <w:numPicBullet w:numPicBulletId="1">
    <w:pict>
      <v:shape id="_x0000_i1026" type="#_x0000_t75" style="width:3in;height:3in" o:bullet="t">
        <v:imagedata r:id="rId2" o:title=""/>
      </v:shape>
    </w:pict>
  </w:numPicBullet>
  <w:numPicBullet w:numPicBulletId="2">
    <w:pict>
      <v:shape id="_x0000_i1027" type="#_x0000_t75" style="width:3in;height:3in" o:bullet="t">
        <v:imagedata r:id="rId3" o:title=""/>
      </v:shape>
    </w:pict>
  </w:numPicBullet>
  <w:numPicBullet w:numPicBulletId="3">
    <w:pict>
      <v:shape id="_x0000_i1028" type="#_x0000_t75" style="width:3in;height:3in" o:bullet="t">
        <v:imagedata r:id="rId3" o:title=""/>
      </v:shape>
    </w:pict>
  </w:numPicBullet>
  <w:numPicBullet w:numPicBulletId="4">
    <w:pict>
      <v:shape id="_x0000_i1029" type="#_x0000_t75" style="width:3in;height:3in" o:bullet="t">
        <v:imagedata r:id="rId3" o:title=""/>
      </v:shape>
    </w:pict>
  </w:numPicBullet>
  <w:numPicBullet w:numPicBulletId="5">
    <w:pict>
      <v:shape id="_x0000_i1030" type="#_x0000_t75" style="width:3in;height:3in" o:bullet="t">
        <v:imagedata r:id="rId3" o:title=""/>
      </v:shape>
    </w:pict>
  </w:numPicBullet>
  <w:abstractNum w:abstractNumId="0">
    <w:nsid w:val="02AC3A71"/>
    <w:multiLevelType w:val="hybridMultilevel"/>
    <w:tmpl w:val="A5125212"/>
    <w:lvl w:ilvl="0" w:tplc="050AA6AE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2938B0"/>
    <w:multiLevelType w:val="hybridMultilevel"/>
    <w:tmpl w:val="F0DA6C66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1B291746"/>
    <w:multiLevelType w:val="hybridMultilevel"/>
    <w:tmpl w:val="D6563556"/>
    <w:lvl w:ilvl="0" w:tplc="92A8B1EA">
      <w:start w:val="1"/>
      <w:numFmt w:val="bullet"/>
      <w:lvlText w:val="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b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20DD7E0E"/>
    <w:multiLevelType w:val="hybridMultilevel"/>
    <w:tmpl w:val="862233AC"/>
    <w:lvl w:ilvl="0" w:tplc="9EDA83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D54EC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50804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E6CB4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1C4AD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7FA10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0ACC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4D0F5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37651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21E63EA6"/>
    <w:multiLevelType w:val="hybridMultilevel"/>
    <w:tmpl w:val="56F2137A"/>
    <w:lvl w:ilvl="0" w:tplc="9C5AB704">
      <w:start w:val="1"/>
      <w:numFmt w:val="bullet"/>
      <w:lvlText w:val="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b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25242016"/>
    <w:multiLevelType w:val="multilevel"/>
    <w:tmpl w:val="6752312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3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40"/>
        </w:tabs>
        <w:ind w:left="5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"/>
        </w:tabs>
        <w:ind w:left="5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"/>
        </w:tabs>
        <w:ind w:left="720" w:hanging="2160"/>
      </w:pPr>
      <w:rPr>
        <w:rFonts w:cs="Times New Roman" w:hint="default"/>
      </w:rPr>
    </w:lvl>
  </w:abstractNum>
  <w:abstractNum w:abstractNumId="6">
    <w:nsid w:val="28667AEF"/>
    <w:multiLevelType w:val="hybridMultilevel"/>
    <w:tmpl w:val="D1263D9C"/>
    <w:lvl w:ilvl="0" w:tplc="B89CEBA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AD026B4"/>
    <w:multiLevelType w:val="multilevel"/>
    <w:tmpl w:val="0CA8D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BEB2426"/>
    <w:multiLevelType w:val="hybridMultilevel"/>
    <w:tmpl w:val="ACBC16F0"/>
    <w:lvl w:ilvl="0" w:tplc="6E90FF6C">
      <w:start w:val="1"/>
      <w:numFmt w:val="bullet"/>
      <w:lvlText w:val="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b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4D57B28"/>
    <w:multiLevelType w:val="hybridMultilevel"/>
    <w:tmpl w:val="0E3096C4"/>
    <w:lvl w:ilvl="0" w:tplc="57C6B366">
      <w:start w:val="1"/>
      <w:numFmt w:val="bullet"/>
      <w:lvlText w:val="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b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38AE2170"/>
    <w:multiLevelType w:val="multilevel"/>
    <w:tmpl w:val="D7A8D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8B527A6"/>
    <w:multiLevelType w:val="hybridMultilevel"/>
    <w:tmpl w:val="153E57BA"/>
    <w:lvl w:ilvl="0" w:tplc="07D0F164">
      <w:start w:val="1"/>
      <w:numFmt w:val="decimal"/>
      <w:lvlText w:val="%1."/>
      <w:lvlJc w:val="left"/>
      <w:pPr>
        <w:tabs>
          <w:tab w:val="num" w:pos="345"/>
        </w:tabs>
        <w:ind w:left="345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21D23B1"/>
    <w:multiLevelType w:val="hybridMultilevel"/>
    <w:tmpl w:val="1862A8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BA9663D"/>
    <w:multiLevelType w:val="hybridMultilevel"/>
    <w:tmpl w:val="2954C796"/>
    <w:lvl w:ilvl="0" w:tplc="C938181C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0CB3E85"/>
    <w:multiLevelType w:val="hybridMultilevel"/>
    <w:tmpl w:val="BE5094F6"/>
    <w:lvl w:ilvl="0" w:tplc="E9CCD99C">
      <w:start w:val="1"/>
      <w:numFmt w:val="decimal"/>
      <w:lvlText w:val="%1)"/>
      <w:lvlJc w:val="left"/>
      <w:pPr>
        <w:tabs>
          <w:tab w:val="num" w:pos="345"/>
        </w:tabs>
        <w:ind w:left="345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59C02DF"/>
    <w:multiLevelType w:val="multilevel"/>
    <w:tmpl w:val="C1A42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F69075E"/>
    <w:multiLevelType w:val="hybridMultilevel"/>
    <w:tmpl w:val="0A221BAE"/>
    <w:lvl w:ilvl="0" w:tplc="4A8E7A4A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6B032DEE"/>
    <w:multiLevelType w:val="multilevel"/>
    <w:tmpl w:val="95485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37530E7"/>
    <w:multiLevelType w:val="hybridMultilevel"/>
    <w:tmpl w:val="836419C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3A43406"/>
    <w:multiLevelType w:val="hybridMultilevel"/>
    <w:tmpl w:val="025CE25E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0">
    <w:nsid w:val="795200FB"/>
    <w:multiLevelType w:val="hybridMultilevel"/>
    <w:tmpl w:val="7F6CCF98"/>
    <w:lvl w:ilvl="0" w:tplc="04190001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21">
    <w:nsid w:val="7BC056B6"/>
    <w:multiLevelType w:val="hybridMultilevel"/>
    <w:tmpl w:val="605ABD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7D783F44"/>
    <w:multiLevelType w:val="hybridMultilevel"/>
    <w:tmpl w:val="C0FAF058"/>
    <w:lvl w:ilvl="0" w:tplc="00868FD0">
      <w:start w:val="1"/>
      <w:numFmt w:val="bullet"/>
      <w:lvlText w:val="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b/>
        <w:color w:val="auto"/>
        <w:sz w:val="28"/>
      </w:rPr>
    </w:lvl>
    <w:lvl w:ilvl="1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b/>
        <w:color w:val="auto"/>
        <w:sz w:val="32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7E223DC2"/>
    <w:multiLevelType w:val="hybridMultilevel"/>
    <w:tmpl w:val="0E4E09C2"/>
    <w:lvl w:ilvl="0" w:tplc="0419000F">
      <w:start w:val="1"/>
      <w:numFmt w:val="decimal"/>
      <w:lvlText w:val="%1."/>
      <w:lvlJc w:val="left"/>
      <w:pPr>
        <w:tabs>
          <w:tab w:val="num" w:pos="1424"/>
        </w:tabs>
        <w:ind w:left="1424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2144"/>
        </w:tabs>
        <w:ind w:left="2144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4"/>
        </w:tabs>
        <w:ind w:left="35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4"/>
        </w:tabs>
        <w:ind w:left="43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4"/>
        </w:tabs>
        <w:ind w:left="50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4"/>
        </w:tabs>
        <w:ind w:left="57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4"/>
        </w:tabs>
        <w:ind w:left="64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4"/>
        </w:tabs>
        <w:ind w:left="7184" w:hanging="180"/>
      </w:pPr>
      <w:rPr>
        <w:rFonts w:cs="Times New Roman"/>
      </w:rPr>
    </w:lvl>
  </w:abstractNum>
  <w:num w:numId="1">
    <w:abstractNumId w:val="3"/>
  </w:num>
  <w:num w:numId="2">
    <w:abstractNumId w:val="18"/>
  </w:num>
  <w:num w:numId="3">
    <w:abstractNumId w:val="7"/>
  </w:num>
  <w:num w:numId="4">
    <w:abstractNumId w:val="17"/>
  </w:num>
  <w:num w:numId="5">
    <w:abstractNumId w:val="15"/>
  </w:num>
  <w:num w:numId="6">
    <w:abstractNumId w:val="6"/>
  </w:num>
  <w:num w:numId="7">
    <w:abstractNumId w:val="1"/>
  </w:num>
  <w:num w:numId="8">
    <w:abstractNumId w:val="20"/>
  </w:num>
  <w:num w:numId="9">
    <w:abstractNumId w:val="19"/>
  </w:num>
  <w:num w:numId="10">
    <w:abstractNumId w:val="4"/>
  </w:num>
  <w:num w:numId="11">
    <w:abstractNumId w:val="8"/>
  </w:num>
  <w:num w:numId="12">
    <w:abstractNumId w:val="2"/>
  </w:num>
  <w:num w:numId="13">
    <w:abstractNumId w:val="22"/>
  </w:num>
  <w:num w:numId="14">
    <w:abstractNumId w:val="9"/>
  </w:num>
  <w:num w:numId="15">
    <w:abstractNumId w:val="0"/>
  </w:num>
  <w:num w:numId="16">
    <w:abstractNumId w:val="23"/>
  </w:num>
  <w:num w:numId="17">
    <w:abstractNumId w:val="12"/>
  </w:num>
  <w:num w:numId="18">
    <w:abstractNumId w:val="10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stylePaneFormatFilter w:val="3F01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78BE"/>
    <w:rsid w:val="000018FD"/>
    <w:rsid w:val="000056DB"/>
    <w:rsid w:val="000070A8"/>
    <w:rsid w:val="0001206D"/>
    <w:rsid w:val="0002034A"/>
    <w:rsid w:val="00022E5B"/>
    <w:rsid w:val="000236E1"/>
    <w:rsid w:val="0002670A"/>
    <w:rsid w:val="00026FE5"/>
    <w:rsid w:val="000356CD"/>
    <w:rsid w:val="00035893"/>
    <w:rsid w:val="00035AB7"/>
    <w:rsid w:val="000360C2"/>
    <w:rsid w:val="00036A35"/>
    <w:rsid w:val="00036ED3"/>
    <w:rsid w:val="00044767"/>
    <w:rsid w:val="000513B2"/>
    <w:rsid w:val="00051442"/>
    <w:rsid w:val="00053F4D"/>
    <w:rsid w:val="00055D32"/>
    <w:rsid w:val="00057ECE"/>
    <w:rsid w:val="0006080B"/>
    <w:rsid w:val="00060881"/>
    <w:rsid w:val="000741A8"/>
    <w:rsid w:val="00074A08"/>
    <w:rsid w:val="00076BAC"/>
    <w:rsid w:val="00085376"/>
    <w:rsid w:val="00086A03"/>
    <w:rsid w:val="00092C9C"/>
    <w:rsid w:val="000A3737"/>
    <w:rsid w:val="000A575A"/>
    <w:rsid w:val="000A6C4B"/>
    <w:rsid w:val="000B26DD"/>
    <w:rsid w:val="000C0337"/>
    <w:rsid w:val="000C513C"/>
    <w:rsid w:val="000D1D30"/>
    <w:rsid w:val="000D6DC4"/>
    <w:rsid w:val="000D7E6B"/>
    <w:rsid w:val="000E316B"/>
    <w:rsid w:val="000E3846"/>
    <w:rsid w:val="000E6A85"/>
    <w:rsid w:val="000E7812"/>
    <w:rsid w:val="000E7993"/>
    <w:rsid w:val="000E7B3C"/>
    <w:rsid w:val="000F037F"/>
    <w:rsid w:val="000F4907"/>
    <w:rsid w:val="00103F60"/>
    <w:rsid w:val="00104CAB"/>
    <w:rsid w:val="0010662B"/>
    <w:rsid w:val="00107DF1"/>
    <w:rsid w:val="00110EDB"/>
    <w:rsid w:val="00120D99"/>
    <w:rsid w:val="00122DB3"/>
    <w:rsid w:val="00125464"/>
    <w:rsid w:val="00126102"/>
    <w:rsid w:val="00133D47"/>
    <w:rsid w:val="001402D9"/>
    <w:rsid w:val="001428C1"/>
    <w:rsid w:val="0014367D"/>
    <w:rsid w:val="00146569"/>
    <w:rsid w:val="00146D31"/>
    <w:rsid w:val="001551A1"/>
    <w:rsid w:val="001566B4"/>
    <w:rsid w:val="00161E81"/>
    <w:rsid w:val="00162001"/>
    <w:rsid w:val="00163380"/>
    <w:rsid w:val="001646C4"/>
    <w:rsid w:val="00165D5C"/>
    <w:rsid w:val="00167083"/>
    <w:rsid w:val="00173A98"/>
    <w:rsid w:val="00183943"/>
    <w:rsid w:val="00185354"/>
    <w:rsid w:val="0019145D"/>
    <w:rsid w:val="00191ADE"/>
    <w:rsid w:val="00191D22"/>
    <w:rsid w:val="00195194"/>
    <w:rsid w:val="001954B7"/>
    <w:rsid w:val="001A1A23"/>
    <w:rsid w:val="001A2EF9"/>
    <w:rsid w:val="001A4D5A"/>
    <w:rsid w:val="001A622B"/>
    <w:rsid w:val="001A7290"/>
    <w:rsid w:val="001B105F"/>
    <w:rsid w:val="001C504B"/>
    <w:rsid w:val="001D0782"/>
    <w:rsid w:val="001D13FE"/>
    <w:rsid w:val="001D205D"/>
    <w:rsid w:val="001E170D"/>
    <w:rsid w:val="001E2881"/>
    <w:rsid w:val="001E3BFC"/>
    <w:rsid w:val="001E50B8"/>
    <w:rsid w:val="001F0850"/>
    <w:rsid w:val="001F0B26"/>
    <w:rsid w:val="001F784C"/>
    <w:rsid w:val="0020267A"/>
    <w:rsid w:val="00203C23"/>
    <w:rsid w:val="00213049"/>
    <w:rsid w:val="0021389E"/>
    <w:rsid w:val="00215130"/>
    <w:rsid w:val="002151C8"/>
    <w:rsid w:val="00224221"/>
    <w:rsid w:val="0022441B"/>
    <w:rsid w:val="0023028D"/>
    <w:rsid w:val="0023689E"/>
    <w:rsid w:val="00241F1A"/>
    <w:rsid w:val="00246BC1"/>
    <w:rsid w:val="00264F8B"/>
    <w:rsid w:val="00266C4C"/>
    <w:rsid w:val="00273BF6"/>
    <w:rsid w:val="00282C51"/>
    <w:rsid w:val="00283F38"/>
    <w:rsid w:val="00284066"/>
    <w:rsid w:val="00290C0E"/>
    <w:rsid w:val="00291373"/>
    <w:rsid w:val="00294E45"/>
    <w:rsid w:val="002954D3"/>
    <w:rsid w:val="002A364F"/>
    <w:rsid w:val="002A4036"/>
    <w:rsid w:val="002A62DA"/>
    <w:rsid w:val="002B0FC7"/>
    <w:rsid w:val="002B477C"/>
    <w:rsid w:val="002B65C3"/>
    <w:rsid w:val="002C26EE"/>
    <w:rsid w:val="002C3786"/>
    <w:rsid w:val="002D2560"/>
    <w:rsid w:val="002D32B8"/>
    <w:rsid w:val="002D489D"/>
    <w:rsid w:val="002E5128"/>
    <w:rsid w:val="002E5518"/>
    <w:rsid w:val="002E5A38"/>
    <w:rsid w:val="002F0FB1"/>
    <w:rsid w:val="00300B29"/>
    <w:rsid w:val="00300B62"/>
    <w:rsid w:val="00302CC7"/>
    <w:rsid w:val="003041E7"/>
    <w:rsid w:val="00306DF3"/>
    <w:rsid w:val="00312069"/>
    <w:rsid w:val="00312249"/>
    <w:rsid w:val="0031628A"/>
    <w:rsid w:val="00322A6B"/>
    <w:rsid w:val="003232ED"/>
    <w:rsid w:val="00324FBB"/>
    <w:rsid w:val="00325F34"/>
    <w:rsid w:val="00327570"/>
    <w:rsid w:val="003302A3"/>
    <w:rsid w:val="003340B7"/>
    <w:rsid w:val="00334251"/>
    <w:rsid w:val="003352F1"/>
    <w:rsid w:val="003370D6"/>
    <w:rsid w:val="00340C0F"/>
    <w:rsid w:val="00352DE2"/>
    <w:rsid w:val="00353BFD"/>
    <w:rsid w:val="0036207E"/>
    <w:rsid w:val="00362BDB"/>
    <w:rsid w:val="0036492F"/>
    <w:rsid w:val="00371BB5"/>
    <w:rsid w:val="003738B4"/>
    <w:rsid w:val="00373E02"/>
    <w:rsid w:val="003777DA"/>
    <w:rsid w:val="00377842"/>
    <w:rsid w:val="0038012A"/>
    <w:rsid w:val="00385992"/>
    <w:rsid w:val="00393592"/>
    <w:rsid w:val="00394640"/>
    <w:rsid w:val="00396501"/>
    <w:rsid w:val="00396580"/>
    <w:rsid w:val="003A05A7"/>
    <w:rsid w:val="003A24B7"/>
    <w:rsid w:val="003B2943"/>
    <w:rsid w:val="003B36A1"/>
    <w:rsid w:val="003B5C81"/>
    <w:rsid w:val="003C5A22"/>
    <w:rsid w:val="003D33F9"/>
    <w:rsid w:val="003E62FE"/>
    <w:rsid w:val="003E643B"/>
    <w:rsid w:val="003E6550"/>
    <w:rsid w:val="003F4D84"/>
    <w:rsid w:val="004123DB"/>
    <w:rsid w:val="004161F9"/>
    <w:rsid w:val="00417DBA"/>
    <w:rsid w:val="0042027C"/>
    <w:rsid w:val="0042273D"/>
    <w:rsid w:val="00423F9F"/>
    <w:rsid w:val="00424276"/>
    <w:rsid w:val="0042493D"/>
    <w:rsid w:val="00426E41"/>
    <w:rsid w:val="00427FE7"/>
    <w:rsid w:val="00430784"/>
    <w:rsid w:val="004311CF"/>
    <w:rsid w:val="00432603"/>
    <w:rsid w:val="004360B9"/>
    <w:rsid w:val="00442A8A"/>
    <w:rsid w:val="00443E81"/>
    <w:rsid w:val="00451574"/>
    <w:rsid w:val="00455739"/>
    <w:rsid w:val="0045584A"/>
    <w:rsid w:val="004638BE"/>
    <w:rsid w:val="00473AA6"/>
    <w:rsid w:val="00474E07"/>
    <w:rsid w:val="0047536A"/>
    <w:rsid w:val="0048152A"/>
    <w:rsid w:val="00486B6E"/>
    <w:rsid w:val="00490F1E"/>
    <w:rsid w:val="00491DAC"/>
    <w:rsid w:val="00496BD5"/>
    <w:rsid w:val="004A41E0"/>
    <w:rsid w:val="004B0C31"/>
    <w:rsid w:val="004B26E7"/>
    <w:rsid w:val="004B40C1"/>
    <w:rsid w:val="004C58F6"/>
    <w:rsid w:val="004C6777"/>
    <w:rsid w:val="004D101E"/>
    <w:rsid w:val="004D62B2"/>
    <w:rsid w:val="004E286B"/>
    <w:rsid w:val="004F05F4"/>
    <w:rsid w:val="004F2B4C"/>
    <w:rsid w:val="004F330D"/>
    <w:rsid w:val="004F4C7C"/>
    <w:rsid w:val="004F5AF6"/>
    <w:rsid w:val="004F5E4E"/>
    <w:rsid w:val="004F5FAC"/>
    <w:rsid w:val="004F6A1C"/>
    <w:rsid w:val="00501ED6"/>
    <w:rsid w:val="00502D8E"/>
    <w:rsid w:val="00504E8C"/>
    <w:rsid w:val="00511C52"/>
    <w:rsid w:val="00513EBF"/>
    <w:rsid w:val="00520782"/>
    <w:rsid w:val="00521380"/>
    <w:rsid w:val="005277EA"/>
    <w:rsid w:val="00531D5B"/>
    <w:rsid w:val="0054649D"/>
    <w:rsid w:val="00551CF7"/>
    <w:rsid w:val="00554E70"/>
    <w:rsid w:val="00555B99"/>
    <w:rsid w:val="00557CB8"/>
    <w:rsid w:val="0056421B"/>
    <w:rsid w:val="00564C1E"/>
    <w:rsid w:val="00565D43"/>
    <w:rsid w:val="00565D53"/>
    <w:rsid w:val="00572FBD"/>
    <w:rsid w:val="0057328E"/>
    <w:rsid w:val="00580859"/>
    <w:rsid w:val="005961F6"/>
    <w:rsid w:val="00597B4D"/>
    <w:rsid w:val="00597E14"/>
    <w:rsid w:val="005A0775"/>
    <w:rsid w:val="005B084C"/>
    <w:rsid w:val="005B1582"/>
    <w:rsid w:val="005B6F42"/>
    <w:rsid w:val="005C10F4"/>
    <w:rsid w:val="005D12EE"/>
    <w:rsid w:val="005D2A79"/>
    <w:rsid w:val="005D6C29"/>
    <w:rsid w:val="005E0E5F"/>
    <w:rsid w:val="005E33A1"/>
    <w:rsid w:val="005E48ED"/>
    <w:rsid w:val="005F09CB"/>
    <w:rsid w:val="005F13E5"/>
    <w:rsid w:val="005F1EB6"/>
    <w:rsid w:val="005F575D"/>
    <w:rsid w:val="00600183"/>
    <w:rsid w:val="0060397C"/>
    <w:rsid w:val="00603CF7"/>
    <w:rsid w:val="00614299"/>
    <w:rsid w:val="00620495"/>
    <w:rsid w:val="00631FF5"/>
    <w:rsid w:val="00634160"/>
    <w:rsid w:val="0063466E"/>
    <w:rsid w:val="00635D5B"/>
    <w:rsid w:val="00646392"/>
    <w:rsid w:val="006509AD"/>
    <w:rsid w:val="00651E4E"/>
    <w:rsid w:val="0066103F"/>
    <w:rsid w:val="00663305"/>
    <w:rsid w:val="00663E75"/>
    <w:rsid w:val="00664407"/>
    <w:rsid w:val="00664F4A"/>
    <w:rsid w:val="006651C6"/>
    <w:rsid w:val="00672D0F"/>
    <w:rsid w:val="00676044"/>
    <w:rsid w:val="00676852"/>
    <w:rsid w:val="00683D32"/>
    <w:rsid w:val="00687869"/>
    <w:rsid w:val="006A3FB1"/>
    <w:rsid w:val="006A78C8"/>
    <w:rsid w:val="006B1138"/>
    <w:rsid w:val="006B52E6"/>
    <w:rsid w:val="006B5BFC"/>
    <w:rsid w:val="006B6BD7"/>
    <w:rsid w:val="006C48DB"/>
    <w:rsid w:val="006C7B70"/>
    <w:rsid w:val="006D21D9"/>
    <w:rsid w:val="006E11A9"/>
    <w:rsid w:val="006F33EA"/>
    <w:rsid w:val="006F462A"/>
    <w:rsid w:val="006F710E"/>
    <w:rsid w:val="006F711C"/>
    <w:rsid w:val="007047E5"/>
    <w:rsid w:val="00721DE9"/>
    <w:rsid w:val="00725A81"/>
    <w:rsid w:val="00726625"/>
    <w:rsid w:val="00733454"/>
    <w:rsid w:val="007339A5"/>
    <w:rsid w:val="00741730"/>
    <w:rsid w:val="0074405C"/>
    <w:rsid w:val="00745DA4"/>
    <w:rsid w:val="00745E5C"/>
    <w:rsid w:val="00750E49"/>
    <w:rsid w:val="00753CAF"/>
    <w:rsid w:val="007605FF"/>
    <w:rsid w:val="00764109"/>
    <w:rsid w:val="00765F9B"/>
    <w:rsid w:val="00766F95"/>
    <w:rsid w:val="00767249"/>
    <w:rsid w:val="007707C1"/>
    <w:rsid w:val="00770D0D"/>
    <w:rsid w:val="00776CF6"/>
    <w:rsid w:val="007814F5"/>
    <w:rsid w:val="00791AC7"/>
    <w:rsid w:val="00793CD2"/>
    <w:rsid w:val="00795976"/>
    <w:rsid w:val="007A25BD"/>
    <w:rsid w:val="007B3DBE"/>
    <w:rsid w:val="007B7EA2"/>
    <w:rsid w:val="007C0012"/>
    <w:rsid w:val="007C1825"/>
    <w:rsid w:val="007C4D40"/>
    <w:rsid w:val="007D25BB"/>
    <w:rsid w:val="007D3E83"/>
    <w:rsid w:val="007E1541"/>
    <w:rsid w:val="007E3A35"/>
    <w:rsid w:val="007E5A5A"/>
    <w:rsid w:val="007E5EED"/>
    <w:rsid w:val="007F04A4"/>
    <w:rsid w:val="007F0973"/>
    <w:rsid w:val="007F3519"/>
    <w:rsid w:val="007F48FF"/>
    <w:rsid w:val="007F4E1C"/>
    <w:rsid w:val="00802392"/>
    <w:rsid w:val="00804C4A"/>
    <w:rsid w:val="00806116"/>
    <w:rsid w:val="008065A7"/>
    <w:rsid w:val="00814030"/>
    <w:rsid w:val="0081479C"/>
    <w:rsid w:val="00815613"/>
    <w:rsid w:val="00817D6F"/>
    <w:rsid w:val="00820BBF"/>
    <w:rsid w:val="00825FE5"/>
    <w:rsid w:val="008264A1"/>
    <w:rsid w:val="0082668C"/>
    <w:rsid w:val="00844D15"/>
    <w:rsid w:val="008479BE"/>
    <w:rsid w:val="00847E2F"/>
    <w:rsid w:val="00852EE4"/>
    <w:rsid w:val="00862317"/>
    <w:rsid w:val="008626B8"/>
    <w:rsid w:val="00863E65"/>
    <w:rsid w:val="00864F4E"/>
    <w:rsid w:val="0086531B"/>
    <w:rsid w:val="0086576B"/>
    <w:rsid w:val="008677CF"/>
    <w:rsid w:val="008731A9"/>
    <w:rsid w:val="008757E1"/>
    <w:rsid w:val="00876C4D"/>
    <w:rsid w:val="008801B2"/>
    <w:rsid w:val="00883CD7"/>
    <w:rsid w:val="00885139"/>
    <w:rsid w:val="0089035D"/>
    <w:rsid w:val="00890E70"/>
    <w:rsid w:val="00896BF9"/>
    <w:rsid w:val="008978BE"/>
    <w:rsid w:val="008A215A"/>
    <w:rsid w:val="008A5C8C"/>
    <w:rsid w:val="008C60EB"/>
    <w:rsid w:val="008C705E"/>
    <w:rsid w:val="008D63B6"/>
    <w:rsid w:val="008D77E5"/>
    <w:rsid w:val="008E3CF8"/>
    <w:rsid w:val="008E5EF2"/>
    <w:rsid w:val="008E6820"/>
    <w:rsid w:val="008F0289"/>
    <w:rsid w:val="008F491D"/>
    <w:rsid w:val="008F4C8C"/>
    <w:rsid w:val="00901693"/>
    <w:rsid w:val="00901958"/>
    <w:rsid w:val="00901B80"/>
    <w:rsid w:val="00903FEA"/>
    <w:rsid w:val="00907339"/>
    <w:rsid w:val="009074DF"/>
    <w:rsid w:val="00910FE3"/>
    <w:rsid w:val="00912396"/>
    <w:rsid w:val="009142C2"/>
    <w:rsid w:val="00917664"/>
    <w:rsid w:val="009217B5"/>
    <w:rsid w:val="0093278D"/>
    <w:rsid w:val="009457E0"/>
    <w:rsid w:val="00947C6C"/>
    <w:rsid w:val="00951509"/>
    <w:rsid w:val="00957E74"/>
    <w:rsid w:val="009635A6"/>
    <w:rsid w:val="00965C05"/>
    <w:rsid w:val="0096631B"/>
    <w:rsid w:val="009674FD"/>
    <w:rsid w:val="00970A8A"/>
    <w:rsid w:val="00976043"/>
    <w:rsid w:val="00976D60"/>
    <w:rsid w:val="00985833"/>
    <w:rsid w:val="00986E71"/>
    <w:rsid w:val="009872A9"/>
    <w:rsid w:val="00987F50"/>
    <w:rsid w:val="0099193B"/>
    <w:rsid w:val="00993AE2"/>
    <w:rsid w:val="009A4C5E"/>
    <w:rsid w:val="009A6E2B"/>
    <w:rsid w:val="009A749E"/>
    <w:rsid w:val="009A768C"/>
    <w:rsid w:val="009B63A9"/>
    <w:rsid w:val="009D22C3"/>
    <w:rsid w:val="009D25A1"/>
    <w:rsid w:val="009D4FB3"/>
    <w:rsid w:val="009D7D78"/>
    <w:rsid w:val="009E069F"/>
    <w:rsid w:val="009E56F7"/>
    <w:rsid w:val="009E787A"/>
    <w:rsid w:val="009E7F9E"/>
    <w:rsid w:val="009F5C38"/>
    <w:rsid w:val="009F6CD0"/>
    <w:rsid w:val="00A0233A"/>
    <w:rsid w:val="00A03D3F"/>
    <w:rsid w:val="00A04B39"/>
    <w:rsid w:val="00A0624A"/>
    <w:rsid w:val="00A10922"/>
    <w:rsid w:val="00A10999"/>
    <w:rsid w:val="00A123D6"/>
    <w:rsid w:val="00A233EF"/>
    <w:rsid w:val="00A26F11"/>
    <w:rsid w:val="00A27E18"/>
    <w:rsid w:val="00A35479"/>
    <w:rsid w:val="00A376A8"/>
    <w:rsid w:val="00A40439"/>
    <w:rsid w:val="00A44418"/>
    <w:rsid w:val="00A444AC"/>
    <w:rsid w:val="00A4671D"/>
    <w:rsid w:val="00A616DB"/>
    <w:rsid w:val="00A64BD4"/>
    <w:rsid w:val="00A677DF"/>
    <w:rsid w:val="00A7236C"/>
    <w:rsid w:val="00A7470E"/>
    <w:rsid w:val="00A75935"/>
    <w:rsid w:val="00A75D91"/>
    <w:rsid w:val="00A831CC"/>
    <w:rsid w:val="00AA072E"/>
    <w:rsid w:val="00AA0B17"/>
    <w:rsid w:val="00AA1992"/>
    <w:rsid w:val="00AA2E2E"/>
    <w:rsid w:val="00AB236B"/>
    <w:rsid w:val="00AB3DC5"/>
    <w:rsid w:val="00AB58CD"/>
    <w:rsid w:val="00AC01C1"/>
    <w:rsid w:val="00AC2AC5"/>
    <w:rsid w:val="00AC39D6"/>
    <w:rsid w:val="00AC5D6C"/>
    <w:rsid w:val="00AC682C"/>
    <w:rsid w:val="00AD0703"/>
    <w:rsid w:val="00AD2A17"/>
    <w:rsid w:val="00AD7ECA"/>
    <w:rsid w:val="00AE001D"/>
    <w:rsid w:val="00AE261D"/>
    <w:rsid w:val="00AE6031"/>
    <w:rsid w:val="00AF484E"/>
    <w:rsid w:val="00AF5AB5"/>
    <w:rsid w:val="00AF7E19"/>
    <w:rsid w:val="00B00DF8"/>
    <w:rsid w:val="00B13930"/>
    <w:rsid w:val="00B167A0"/>
    <w:rsid w:val="00B2043F"/>
    <w:rsid w:val="00B211B4"/>
    <w:rsid w:val="00B21CA1"/>
    <w:rsid w:val="00B24B34"/>
    <w:rsid w:val="00B24DD2"/>
    <w:rsid w:val="00B36924"/>
    <w:rsid w:val="00B37D20"/>
    <w:rsid w:val="00B40BB2"/>
    <w:rsid w:val="00B563C0"/>
    <w:rsid w:val="00B57F88"/>
    <w:rsid w:val="00B60139"/>
    <w:rsid w:val="00B604D5"/>
    <w:rsid w:val="00B64A1E"/>
    <w:rsid w:val="00B67E8E"/>
    <w:rsid w:val="00B719EF"/>
    <w:rsid w:val="00B7250E"/>
    <w:rsid w:val="00B82E70"/>
    <w:rsid w:val="00B8369D"/>
    <w:rsid w:val="00B852A1"/>
    <w:rsid w:val="00B85B37"/>
    <w:rsid w:val="00B860EC"/>
    <w:rsid w:val="00B87CA7"/>
    <w:rsid w:val="00BA0B11"/>
    <w:rsid w:val="00BA58EC"/>
    <w:rsid w:val="00BB1384"/>
    <w:rsid w:val="00BC6564"/>
    <w:rsid w:val="00BC7DA2"/>
    <w:rsid w:val="00BD592C"/>
    <w:rsid w:val="00BE69E5"/>
    <w:rsid w:val="00BF0D42"/>
    <w:rsid w:val="00C00A9B"/>
    <w:rsid w:val="00C070D7"/>
    <w:rsid w:val="00C072B7"/>
    <w:rsid w:val="00C07A8B"/>
    <w:rsid w:val="00C11284"/>
    <w:rsid w:val="00C1297B"/>
    <w:rsid w:val="00C13369"/>
    <w:rsid w:val="00C148EC"/>
    <w:rsid w:val="00C14F72"/>
    <w:rsid w:val="00C27E12"/>
    <w:rsid w:val="00C314D2"/>
    <w:rsid w:val="00C319F7"/>
    <w:rsid w:val="00C41AA1"/>
    <w:rsid w:val="00C45591"/>
    <w:rsid w:val="00C45F8F"/>
    <w:rsid w:val="00C47E5A"/>
    <w:rsid w:val="00C52740"/>
    <w:rsid w:val="00C60AA7"/>
    <w:rsid w:val="00C63EAC"/>
    <w:rsid w:val="00C66D7E"/>
    <w:rsid w:val="00C70C42"/>
    <w:rsid w:val="00C71C4C"/>
    <w:rsid w:val="00C879E7"/>
    <w:rsid w:val="00C90E80"/>
    <w:rsid w:val="00C9389A"/>
    <w:rsid w:val="00C9540F"/>
    <w:rsid w:val="00C96B87"/>
    <w:rsid w:val="00C9738F"/>
    <w:rsid w:val="00C97605"/>
    <w:rsid w:val="00CB40E1"/>
    <w:rsid w:val="00CB72EA"/>
    <w:rsid w:val="00CC0190"/>
    <w:rsid w:val="00CC31C6"/>
    <w:rsid w:val="00CC3C45"/>
    <w:rsid w:val="00CC478D"/>
    <w:rsid w:val="00CC6C48"/>
    <w:rsid w:val="00CC7894"/>
    <w:rsid w:val="00CD3B4C"/>
    <w:rsid w:val="00CD45C2"/>
    <w:rsid w:val="00CD4695"/>
    <w:rsid w:val="00CD6A6B"/>
    <w:rsid w:val="00CE538E"/>
    <w:rsid w:val="00CE5D10"/>
    <w:rsid w:val="00CE78D4"/>
    <w:rsid w:val="00CF2304"/>
    <w:rsid w:val="00CF400C"/>
    <w:rsid w:val="00CF4798"/>
    <w:rsid w:val="00CF49D7"/>
    <w:rsid w:val="00CF703F"/>
    <w:rsid w:val="00D0014E"/>
    <w:rsid w:val="00D03BB6"/>
    <w:rsid w:val="00D07C90"/>
    <w:rsid w:val="00D07E98"/>
    <w:rsid w:val="00D13385"/>
    <w:rsid w:val="00D137F5"/>
    <w:rsid w:val="00D177C7"/>
    <w:rsid w:val="00D20911"/>
    <w:rsid w:val="00D22FAC"/>
    <w:rsid w:val="00D25885"/>
    <w:rsid w:val="00D25FE5"/>
    <w:rsid w:val="00D307D5"/>
    <w:rsid w:val="00D32ECA"/>
    <w:rsid w:val="00D32F2D"/>
    <w:rsid w:val="00D33267"/>
    <w:rsid w:val="00D33A82"/>
    <w:rsid w:val="00D4199B"/>
    <w:rsid w:val="00D55AF8"/>
    <w:rsid w:val="00D560F0"/>
    <w:rsid w:val="00D5612E"/>
    <w:rsid w:val="00D6127D"/>
    <w:rsid w:val="00D626F4"/>
    <w:rsid w:val="00D65B3C"/>
    <w:rsid w:val="00D6622C"/>
    <w:rsid w:val="00D71B32"/>
    <w:rsid w:val="00D73ED6"/>
    <w:rsid w:val="00D81652"/>
    <w:rsid w:val="00D82B2E"/>
    <w:rsid w:val="00D857CC"/>
    <w:rsid w:val="00D87EF8"/>
    <w:rsid w:val="00D90F57"/>
    <w:rsid w:val="00D91202"/>
    <w:rsid w:val="00D94CC5"/>
    <w:rsid w:val="00D965B4"/>
    <w:rsid w:val="00DA19EA"/>
    <w:rsid w:val="00DA2EBC"/>
    <w:rsid w:val="00DB3787"/>
    <w:rsid w:val="00DB43DA"/>
    <w:rsid w:val="00DB4831"/>
    <w:rsid w:val="00DB5EEB"/>
    <w:rsid w:val="00DB79E6"/>
    <w:rsid w:val="00DC199B"/>
    <w:rsid w:val="00DC4791"/>
    <w:rsid w:val="00DC5075"/>
    <w:rsid w:val="00DC541B"/>
    <w:rsid w:val="00DD24E8"/>
    <w:rsid w:val="00DD6033"/>
    <w:rsid w:val="00DE67EA"/>
    <w:rsid w:val="00DE7542"/>
    <w:rsid w:val="00DF71B8"/>
    <w:rsid w:val="00E03801"/>
    <w:rsid w:val="00E072E7"/>
    <w:rsid w:val="00E126F0"/>
    <w:rsid w:val="00E12BF8"/>
    <w:rsid w:val="00E13EFA"/>
    <w:rsid w:val="00E1573B"/>
    <w:rsid w:val="00E16342"/>
    <w:rsid w:val="00E16BC4"/>
    <w:rsid w:val="00E16CC6"/>
    <w:rsid w:val="00E203AE"/>
    <w:rsid w:val="00E304DA"/>
    <w:rsid w:val="00E33116"/>
    <w:rsid w:val="00E347C2"/>
    <w:rsid w:val="00E3498A"/>
    <w:rsid w:val="00E34CE1"/>
    <w:rsid w:val="00E406EF"/>
    <w:rsid w:val="00E416F2"/>
    <w:rsid w:val="00E41AE1"/>
    <w:rsid w:val="00E434F7"/>
    <w:rsid w:val="00E4688D"/>
    <w:rsid w:val="00E50560"/>
    <w:rsid w:val="00E5214E"/>
    <w:rsid w:val="00E52177"/>
    <w:rsid w:val="00E60941"/>
    <w:rsid w:val="00E61A72"/>
    <w:rsid w:val="00E6545B"/>
    <w:rsid w:val="00E75555"/>
    <w:rsid w:val="00E81F46"/>
    <w:rsid w:val="00E83A5A"/>
    <w:rsid w:val="00E84ADA"/>
    <w:rsid w:val="00E86D00"/>
    <w:rsid w:val="00E929EE"/>
    <w:rsid w:val="00E94253"/>
    <w:rsid w:val="00E9663D"/>
    <w:rsid w:val="00EA2FD9"/>
    <w:rsid w:val="00EB59CC"/>
    <w:rsid w:val="00EB7127"/>
    <w:rsid w:val="00EC381A"/>
    <w:rsid w:val="00EC4FF0"/>
    <w:rsid w:val="00ED732E"/>
    <w:rsid w:val="00EF17D8"/>
    <w:rsid w:val="00EF3BDC"/>
    <w:rsid w:val="00EF5C2C"/>
    <w:rsid w:val="00EF6D06"/>
    <w:rsid w:val="00EF773D"/>
    <w:rsid w:val="00F02526"/>
    <w:rsid w:val="00F028F0"/>
    <w:rsid w:val="00F1010D"/>
    <w:rsid w:val="00F2087E"/>
    <w:rsid w:val="00F21522"/>
    <w:rsid w:val="00F24E0E"/>
    <w:rsid w:val="00F30032"/>
    <w:rsid w:val="00F3136F"/>
    <w:rsid w:val="00F317AE"/>
    <w:rsid w:val="00F35177"/>
    <w:rsid w:val="00F40587"/>
    <w:rsid w:val="00F47716"/>
    <w:rsid w:val="00F5171C"/>
    <w:rsid w:val="00F5347B"/>
    <w:rsid w:val="00F55797"/>
    <w:rsid w:val="00F5704E"/>
    <w:rsid w:val="00F57B7C"/>
    <w:rsid w:val="00F70007"/>
    <w:rsid w:val="00F91E40"/>
    <w:rsid w:val="00F950FE"/>
    <w:rsid w:val="00FA0C97"/>
    <w:rsid w:val="00FA2AD6"/>
    <w:rsid w:val="00FA40F9"/>
    <w:rsid w:val="00FA60B1"/>
    <w:rsid w:val="00FC0F51"/>
    <w:rsid w:val="00FC6752"/>
    <w:rsid w:val="00FC7106"/>
    <w:rsid w:val="00FD156B"/>
    <w:rsid w:val="00FD2CC7"/>
    <w:rsid w:val="00FD5D1D"/>
    <w:rsid w:val="00FE16F7"/>
    <w:rsid w:val="00FE6B1B"/>
    <w:rsid w:val="00FF2D24"/>
    <w:rsid w:val="00FF321C"/>
    <w:rsid w:val="00FF34C6"/>
    <w:rsid w:val="00FF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0056DB"/>
    <w:pPr>
      <w:spacing w:before="100" w:beforeAutospacing="1" w:after="100" w:afterAutospacing="1"/>
      <w:jc w:val="right"/>
      <w:outlineLvl w:val="0"/>
    </w:pPr>
    <w:rPr>
      <w:b/>
      <w:bCs/>
      <w:color w:val="000000"/>
      <w:kern w:val="36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232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1"/>
    <w:uiPriority w:val="99"/>
    <w:qFormat/>
    <w:rsid w:val="00BA58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A58E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A58E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A58EC"/>
    <w:pPr>
      <w:keepNext/>
      <w:autoSpaceDE w:val="0"/>
      <w:autoSpaceDN w:val="0"/>
      <w:ind w:firstLine="567"/>
      <w:jc w:val="both"/>
      <w:outlineLvl w:val="5"/>
    </w:pPr>
    <w:rPr>
      <w:sz w:val="28"/>
      <w:szCs w:val="28"/>
      <w:lang w:val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A58EC"/>
    <w:pPr>
      <w:keepNext/>
      <w:autoSpaceDE w:val="0"/>
      <w:autoSpaceDN w:val="0"/>
      <w:ind w:firstLine="567"/>
      <w:jc w:val="center"/>
      <w:outlineLvl w:val="6"/>
    </w:pPr>
    <w:rPr>
      <w:b/>
      <w:bCs/>
      <w:i/>
      <w:iCs/>
      <w:sz w:val="36"/>
      <w:szCs w:val="36"/>
      <w:lang w:val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A58EC"/>
    <w:pPr>
      <w:keepNext/>
      <w:autoSpaceDE w:val="0"/>
      <w:autoSpaceDN w:val="0"/>
      <w:ind w:firstLine="567"/>
      <w:jc w:val="center"/>
      <w:outlineLvl w:val="7"/>
    </w:pPr>
    <w:rPr>
      <w:b/>
      <w:bCs/>
      <w:i/>
      <w:iCs/>
      <w:sz w:val="48"/>
      <w:szCs w:val="48"/>
      <w:lang w:val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A58EC"/>
    <w:pPr>
      <w:keepNext/>
      <w:autoSpaceDE w:val="0"/>
      <w:autoSpaceDN w:val="0"/>
      <w:outlineLvl w:val="8"/>
    </w:pPr>
    <w:rPr>
      <w:b/>
      <w:bCs/>
      <w:lang w:val="en-US"/>
    </w:rPr>
  </w:style>
  <w:style w:type="character" w:default="1" w:styleId="DefaultParagraphFont">
    <w:name w:val="Default Paragraph Font"/>
    <w:aliases w:val="Знак Знак2 Знак Знак Знак Знак Знак Знак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32A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F32A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32A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32A6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F32A6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32A6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32A6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32A6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32A6"/>
    <w:rPr>
      <w:rFonts w:asciiTheme="majorHAnsi" w:eastAsiaTheme="majorEastAsia" w:hAnsiTheme="majorHAnsi" w:cstheme="majorBidi"/>
    </w:rPr>
  </w:style>
  <w:style w:type="character" w:customStyle="1" w:styleId="Heading3Char1">
    <w:name w:val="Heading 3 Char1"/>
    <w:link w:val="Heading3"/>
    <w:uiPriority w:val="99"/>
    <w:locked/>
    <w:rsid w:val="00883CD7"/>
    <w:rPr>
      <w:rFonts w:ascii="Arial" w:hAnsi="Arial"/>
      <w:b/>
      <w:sz w:val="26"/>
      <w:lang w:val="ru-RU" w:eastAsia="ru-RU"/>
    </w:rPr>
  </w:style>
  <w:style w:type="character" w:styleId="Hyperlink">
    <w:name w:val="Hyperlink"/>
    <w:basedOn w:val="DefaultParagraphFont"/>
    <w:uiPriority w:val="99"/>
    <w:rsid w:val="000056DB"/>
    <w:rPr>
      <w:color w:val="0000FF"/>
      <w:sz w:val="21"/>
      <w:u w:val="single"/>
    </w:rPr>
  </w:style>
  <w:style w:type="paragraph" w:customStyle="1" w:styleId="dsc">
    <w:name w:val="dsc"/>
    <w:basedOn w:val="Normal"/>
    <w:uiPriority w:val="99"/>
    <w:rsid w:val="000056DB"/>
    <w:pPr>
      <w:spacing w:before="75" w:after="75"/>
      <w:ind w:firstLine="225"/>
      <w:jc w:val="both"/>
    </w:pPr>
    <w:rPr>
      <w:color w:val="000000"/>
      <w:sz w:val="21"/>
      <w:szCs w:val="21"/>
    </w:rPr>
  </w:style>
  <w:style w:type="character" w:customStyle="1" w:styleId="dopb1">
    <w:name w:val="dop_b1"/>
    <w:uiPriority w:val="99"/>
    <w:rsid w:val="000056DB"/>
    <w:rPr>
      <w:rFonts w:ascii="Tahoma" w:hAnsi="Tahoma"/>
      <w:b/>
      <w:color w:val="808080"/>
      <w:sz w:val="17"/>
    </w:rPr>
  </w:style>
  <w:style w:type="paragraph" w:styleId="BalloonText">
    <w:name w:val="Balloon Text"/>
    <w:basedOn w:val="Normal"/>
    <w:link w:val="BalloonTextChar"/>
    <w:uiPriority w:val="99"/>
    <w:semiHidden/>
    <w:rsid w:val="009E06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2A6"/>
    <w:rPr>
      <w:sz w:val="0"/>
      <w:szCs w:val="0"/>
    </w:rPr>
  </w:style>
  <w:style w:type="character" w:styleId="Strong">
    <w:name w:val="Strong"/>
    <w:basedOn w:val="DefaultParagraphFont"/>
    <w:uiPriority w:val="99"/>
    <w:qFormat/>
    <w:rsid w:val="00427FE7"/>
    <w:rPr>
      <w:b/>
    </w:rPr>
  </w:style>
  <w:style w:type="paragraph" w:styleId="NormalWeb">
    <w:name w:val="Normal (Web)"/>
    <w:basedOn w:val="Normal"/>
    <w:uiPriority w:val="99"/>
    <w:rsid w:val="00817D6F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99"/>
    <w:qFormat/>
    <w:rsid w:val="00817D6F"/>
    <w:rPr>
      <w:i/>
    </w:rPr>
  </w:style>
  <w:style w:type="paragraph" w:styleId="BodyText2">
    <w:name w:val="Body Text 2"/>
    <w:basedOn w:val="Normal"/>
    <w:link w:val="BodyText2Char"/>
    <w:uiPriority w:val="99"/>
    <w:rsid w:val="00806116"/>
    <w:pPr>
      <w:ind w:firstLine="567"/>
      <w:jc w:val="both"/>
    </w:pPr>
    <w:rPr>
      <w:sz w:val="28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F32A6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80611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80611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32A6"/>
    <w:rPr>
      <w:sz w:val="24"/>
      <w:szCs w:val="24"/>
    </w:rPr>
  </w:style>
  <w:style w:type="paragraph" w:customStyle="1" w:styleId="ConsPlusNormal">
    <w:name w:val="ConsPlusNormal"/>
    <w:uiPriority w:val="99"/>
    <w:rsid w:val="004D62B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D62B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">
    <w:name w:val="???????"/>
    <w:uiPriority w:val="99"/>
    <w:rsid w:val="004D62B2"/>
    <w:rPr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4D62B2"/>
    <w:rPr>
      <w:color w:val="FF0000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F32A6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rsid w:val="004D62B2"/>
    <w:rPr>
      <w:b/>
      <w:color w:val="FF0000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F32A6"/>
    <w:rPr>
      <w:sz w:val="16"/>
      <w:szCs w:val="16"/>
    </w:rPr>
  </w:style>
  <w:style w:type="paragraph" w:styleId="Title">
    <w:name w:val="Title"/>
    <w:basedOn w:val="Normal"/>
    <w:link w:val="TitleChar"/>
    <w:uiPriority w:val="99"/>
    <w:qFormat/>
    <w:rsid w:val="004D62B2"/>
    <w:pPr>
      <w:ind w:left="-720"/>
      <w:jc w:val="center"/>
    </w:pPr>
    <w:rPr>
      <w:b/>
      <w:bCs/>
      <w:sz w:val="30"/>
    </w:rPr>
  </w:style>
  <w:style w:type="character" w:customStyle="1" w:styleId="TitleChar">
    <w:name w:val="Title Char"/>
    <w:basedOn w:val="DefaultParagraphFont"/>
    <w:link w:val="Title"/>
    <w:uiPriority w:val="10"/>
    <w:rsid w:val="00DF32A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Footer">
    <w:name w:val="footer"/>
    <w:basedOn w:val="Normal"/>
    <w:link w:val="FooterChar"/>
    <w:uiPriority w:val="99"/>
    <w:rsid w:val="004D62B2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F32A6"/>
    <w:rPr>
      <w:sz w:val="24"/>
      <w:szCs w:val="24"/>
    </w:rPr>
  </w:style>
  <w:style w:type="character" w:customStyle="1" w:styleId="textfull">
    <w:name w:val="textfull"/>
    <w:basedOn w:val="DefaultParagraphFont"/>
    <w:uiPriority w:val="99"/>
    <w:rsid w:val="00125464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D96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F32A6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BA58E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F32A6"/>
    <w:rPr>
      <w:sz w:val="24"/>
      <w:szCs w:val="24"/>
    </w:rPr>
  </w:style>
  <w:style w:type="paragraph" w:styleId="List2">
    <w:name w:val="List 2"/>
    <w:basedOn w:val="Normal"/>
    <w:uiPriority w:val="99"/>
    <w:rsid w:val="00BA58EC"/>
    <w:pPr>
      <w:autoSpaceDE w:val="0"/>
      <w:autoSpaceDN w:val="0"/>
      <w:ind w:left="566" w:hanging="283"/>
    </w:pPr>
    <w:rPr>
      <w:sz w:val="28"/>
      <w:szCs w:val="28"/>
    </w:rPr>
  </w:style>
  <w:style w:type="paragraph" w:styleId="Subtitle">
    <w:name w:val="Subtitle"/>
    <w:basedOn w:val="Normal"/>
    <w:link w:val="SubtitleChar"/>
    <w:uiPriority w:val="99"/>
    <w:qFormat/>
    <w:rsid w:val="00BA58EC"/>
    <w:pPr>
      <w:autoSpaceDE w:val="0"/>
      <w:autoSpaceDN w:val="0"/>
    </w:pPr>
    <w:rPr>
      <w:rFonts w:ascii="Arial" w:hAnsi="Arial" w:cs="Arial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F32A6"/>
    <w:rPr>
      <w:rFonts w:asciiTheme="majorHAnsi" w:eastAsiaTheme="majorEastAsia" w:hAnsiTheme="majorHAnsi" w:cstheme="majorBidi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BA58EC"/>
    <w:pPr>
      <w:autoSpaceDE w:val="0"/>
      <w:autoSpaceDN w:val="0"/>
      <w:ind w:firstLine="567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F32A6"/>
    <w:rPr>
      <w:sz w:val="24"/>
      <w:szCs w:val="24"/>
    </w:rPr>
  </w:style>
  <w:style w:type="character" w:styleId="FollowedHyperlink">
    <w:name w:val="FollowedHyperlink"/>
    <w:basedOn w:val="DefaultParagraphFont"/>
    <w:uiPriority w:val="99"/>
    <w:rsid w:val="00BA58EC"/>
    <w:rPr>
      <w:color w:val="0000FF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BA58EC"/>
    <w:pPr>
      <w:pBdr>
        <w:bottom w:val="single" w:sz="6" w:space="1" w:color="auto"/>
      </w:pBdr>
      <w:autoSpaceDE w:val="0"/>
      <w:autoSpaceDN w:val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F32A6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BA58EC"/>
    <w:pPr>
      <w:pBdr>
        <w:top w:val="single" w:sz="6" w:space="1" w:color="auto"/>
      </w:pBdr>
      <w:autoSpaceDE w:val="0"/>
      <w:autoSpaceDN w:val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DF32A6"/>
    <w:rPr>
      <w:rFonts w:ascii="Arial" w:hAnsi="Arial" w:cs="Arial"/>
      <w:vanish/>
      <w:sz w:val="16"/>
      <w:szCs w:val="16"/>
    </w:rPr>
  </w:style>
  <w:style w:type="table" w:styleId="TableGrid">
    <w:name w:val="Table Grid"/>
    <w:basedOn w:val="TableNormal"/>
    <w:uiPriority w:val="99"/>
    <w:rsid w:val="008065A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uiPriority w:val="99"/>
    <w:rsid w:val="001F085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1F085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variable">
    <w:name w:val="variable"/>
    <w:basedOn w:val="Normal"/>
    <w:uiPriority w:val="99"/>
    <w:rsid w:val="00883CD7"/>
    <w:rPr>
      <w:b/>
    </w:rPr>
  </w:style>
  <w:style w:type="paragraph" w:styleId="PlainText">
    <w:name w:val="Plain Text"/>
    <w:basedOn w:val="Normal"/>
    <w:link w:val="PlainTextChar1"/>
    <w:uiPriority w:val="99"/>
    <w:rsid w:val="00883CD7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F32A6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link w:val="PlainText"/>
    <w:uiPriority w:val="99"/>
    <w:locked/>
    <w:rsid w:val="00883CD7"/>
    <w:rPr>
      <w:rFonts w:ascii="Courier New" w:hAnsi="Courier New"/>
      <w:lang w:val="ru-RU" w:eastAsia="ru-RU"/>
    </w:rPr>
  </w:style>
  <w:style w:type="paragraph" w:styleId="BodyTextIndent3">
    <w:name w:val="Body Text Indent 3"/>
    <w:basedOn w:val="Normal"/>
    <w:link w:val="BodyTextIndent3Char1"/>
    <w:uiPriority w:val="99"/>
    <w:rsid w:val="00883CD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F32A6"/>
    <w:rPr>
      <w:sz w:val="16"/>
      <w:szCs w:val="16"/>
    </w:rPr>
  </w:style>
  <w:style w:type="character" w:customStyle="1" w:styleId="BodyTextIndent3Char1">
    <w:name w:val="Body Text Indent 3 Char1"/>
    <w:link w:val="BodyTextIndent3"/>
    <w:uiPriority w:val="99"/>
    <w:locked/>
    <w:rsid w:val="00883CD7"/>
    <w:rPr>
      <w:sz w:val="16"/>
      <w:lang w:val="ru-RU" w:eastAsia="ru-RU"/>
    </w:rPr>
  </w:style>
  <w:style w:type="character" w:customStyle="1" w:styleId="url1">
    <w:name w:val="url1"/>
    <w:uiPriority w:val="99"/>
    <w:rsid w:val="00044767"/>
    <w:rPr>
      <w:color w:val="666666"/>
      <w:sz w:val="17"/>
    </w:rPr>
  </w:style>
  <w:style w:type="paragraph" w:customStyle="1" w:styleId="data1">
    <w:name w:val="data1"/>
    <w:basedOn w:val="Normal"/>
    <w:uiPriority w:val="99"/>
    <w:rsid w:val="00044767"/>
    <w:pPr>
      <w:spacing w:before="100" w:beforeAutospacing="1" w:after="240"/>
    </w:pPr>
    <w:rPr>
      <w:color w:val="999999"/>
      <w:sz w:val="20"/>
      <w:szCs w:val="20"/>
    </w:rPr>
  </w:style>
  <w:style w:type="character" w:customStyle="1" w:styleId="articleseperator">
    <w:name w:val="article_seperator"/>
    <w:basedOn w:val="DefaultParagraphFont"/>
    <w:uiPriority w:val="99"/>
    <w:rsid w:val="00044767"/>
    <w:rPr>
      <w:rFonts w:cs="Times New Roman"/>
    </w:rPr>
  </w:style>
  <w:style w:type="character" w:customStyle="1" w:styleId="y5black">
    <w:name w:val="y5_black"/>
    <w:basedOn w:val="DefaultParagraphFont"/>
    <w:uiPriority w:val="99"/>
    <w:rsid w:val="00725A81"/>
    <w:rPr>
      <w:rFonts w:cs="Times New Roman"/>
    </w:rPr>
  </w:style>
  <w:style w:type="character" w:customStyle="1" w:styleId="y5blacky5bg">
    <w:name w:val="y5_black y5_bg"/>
    <w:basedOn w:val="DefaultParagraphFont"/>
    <w:uiPriority w:val="99"/>
    <w:rsid w:val="00725A81"/>
    <w:rPr>
      <w:rFonts w:cs="Times New Roman"/>
    </w:rPr>
  </w:style>
  <w:style w:type="character" w:customStyle="1" w:styleId="hrd31">
    <w:name w:val="hrd31"/>
    <w:uiPriority w:val="99"/>
    <w:rsid w:val="00725A81"/>
    <w:rPr>
      <w:rFonts w:ascii="Verdana" w:hAnsi="Verdana"/>
      <w:color w:val="0878A6"/>
      <w:sz w:val="15"/>
    </w:rPr>
  </w:style>
  <w:style w:type="character" w:customStyle="1" w:styleId="hrd21">
    <w:name w:val="hrd21"/>
    <w:uiPriority w:val="99"/>
    <w:rsid w:val="00725A81"/>
    <w:rPr>
      <w:rFonts w:ascii="Verdana" w:hAnsi="Verdana"/>
      <w:color w:val="0878A6"/>
      <w:sz w:val="18"/>
    </w:rPr>
  </w:style>
  <w:style w:type="paragraph" w:styleId="FootnoteText">
    <w:name w:val="footnote text"/>
    <w:basedOn w:val="Normal"/>
    <w:link w:val="FootnoteTextChar"/>
    <w:uiPriority w:val="99"/>
    <w:semiHidden/>
    <w:rsid w:val="0042273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F32A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42273D"/>
    <w:rPr>
      <w:vertAlign w:val="superscript"/>
    </w:rPr>
  </w:style>
  <w:style w:type="character" w:styleId="HTMLCode">
    <w:name w:val="HTML Code"/>
    <w:basedOn w:val="DefaultParagraphFont"/>
    <w:uiPriority w:val="99"/>
    <w:rsid w:val="00FF321C"/>
    <w:rPr>
      <w:rFonts w:ascii="Courier New" w:eastAsia="Times New Roman" w:hAnsi="Courier New"/>
      <w:sz w:val="20"/>
    </w:rPr>
  </w:style>
  <w:style w:type="paragraph" w:customStyle="1" w:styleId="citata">
    <w:name w:val="citata"/>
    <w:basedOn w:val="Normal"/>
    <w:uiPriority w:val="99"/>
    <w:rsid w:val="00312249"/>
    <w:pPr>
      <w:spacing w:before="100" w:beforeAutospacing="1" w:after="100" w:afterAutospacing="1"/>
      <w:ind w:firstLine="240"/>
      <w:jc w:val="both"/>
    </w:pPr>
    <w:rPr>
      <w:i/>
      <w:iCs/>
      <w:sz w:val="20"/>
      <w:szCs w:val="20"/>
    </w:rPr>
  </w:style>
  <w:style w:type="paragraph" w:customStyle="1" w:styleId="copy">
    <w:name w:val="copy"/>
    <w:basedOn w:val="Normal"/>
    <w:uiPriority w:val="99"/>
    <w:rsid w:val="009D7D78"/>
    <w:pPr>
      <w:spacing w:before="100" w:beforeAutospacing="1" w:after="100" w:afterAutospacing="1"/>
    </w:pPr>
    <w:rPr>
      <w:sz w:val="18"/>
      <w:szCs w:val="18"/>
    </w:rPr>
  </w:style>
  <w:style w:type="paragraph" w:customStyle="1" w:styleId="dateblue">
    <w:name w:val="date_blue"/>
    <w:basedOn w:val="Normal"/>
    <w:uiPriority w:val="99"/>
    <w:rsid w:val="00554E70"/>
    <w:pPr>
      <w:spacing w:before="225" w:after="60"/>
    </w:pPr>
    <w:rPr>
      <w:rFonts w:ascii="Verdana" w:hAnsi="Verdana"/>
      <w:b/>
      <w:bCs/>
      <w:sz w:val="15"/>
      <w:szCs w:val="15"/>
    </w:rPr>
  </w:style>
  <w:style w:type="paragraph" w:customStyle="1" w:styleId="dategreen">
    <w:name w:val="date_green"/>
    <w:basedOn w:val="Normal"/>
    <w:uiPriority w:val="99"/>
    <w:rsid w:val="00554E70"/>
    <w:pPr>
      <w:spacing w:before="225" w:after="60"/>
    </w:pPr>
    <w:rPr>
      <w:rFonts w:ascii="Verdana" w:hAnsi="Verdana"/>
      <w:b/>
      <w:bCs/>
      <w:sz w:val="15"/>
      <w:szCs w:val="15"/>
    </w:rPr>
  </w:style>
  <w:style w:type="paragraph" w:customStyle="1" w:styleId="newstitle">
    <w:name w:val="news_title"/>
    <w:basedOn w:val="Normal"/>
    <w:uiPriority w:val="99"/>
    <w:rsid w:val="00554E70"/>
    <w:pPr>
      <w:spacing w:after="30"/>
      <w:ind w:left="-150"/>
    </w:pPr>
    <w:rPr>
      <w:rFonts w:ascii="Verdana" w:hAnsi="Verdana"/>
      <w:b/>
      <w:bCs/>
      <w:color w:val="054566"/>
      <w:sz w:val="18"/>
      <w:szCs w:val="18"/>
    </w:rPr>
  </w:style>
  <w:style w:type="paragraph" w:customStyle="1" w:styleId="news">
    <w:name w:val="news"/>
    <w:basedOn w:val="Normal"/>
    <w:uiPriority w:val="99"/>
    <w:rsid w:val="00554E70"/>
    <w:pPr>
      <w:spacing w:after="135"/>
      <w:ind w:left="-150"/>
      <w:jc w:val="both"/>
    </w:pPr>
    <w:rPr>
      <w:color w:val="054566"/>
      <w:sz w:val="18"/>
      <w:szCs w:val="18"/>
    </w:rPr>
  </w:style>
  <w:style w:type="paragraph" w:customStyle="1" w:styleId="election">
    <w:name w:val="election"/>
    <w:basedOn w:val="Normal"/>
    <w:uiPriority w:val="99"/>
    <w:rsid w:val="00554E70"/>
    <w:pPr>
      <w:spacing w:before="100" w:beforeAutospacing="1" w:after="150"/>
    </w:pPr>
    <w:rPr>
      <w:rFonts w:ascii="Verdana" w:hAnsi="Verdana"/>
      <w:b/>
      <w:bCs/>
      <w:color w:val="054566"/>
      <w:sz w:val="18"/>
      <w:szCs w:val="18"/>
    </w:rPr>
  </w:style>
  <w:style w:type="paragraph" w:customStyle="1" w:styleId="rightgradient">
    <w:name w:val="right_gradient"/>
    <w:basedOn w:val="Normal"/>
    <w:uiPriority w:val="99"/>
    <w:rsid w:val="00554E70"/>
    <w:pPr>
      <w:spacing w:before="100" w:beforeAutospacing="1" w:after="100" w:afterAutospacing="1"/>
    </w:pPr>
    <w:rPr>
      <w:sz w:val="18"/>
      <w:szCs w:val="18"/>
    </w:rPr>
  </w:style>
  <w:style w:type="paragraph" w:customStyle="1" w:styleId="newsnoimage">
    <w:name w:val="news_no_image"/>
    <w:basedOn w:val="Normal"/>
    <w:uiPriority w:val="99"/>
    <w:rsid w:val="00554E70"/>
    <w:pPr>
      <w:spacing w:before="100" w:beforeAutospacing="1" w:after="100" w:afterAutospacing="1"/>
    </w:pPr>
    <w:rPr>
      <w:rFonts w:ascii="Arial" w:hAnsi="Arial" w:cs="Arial"/>
      <w:i/>
      <w:iCs/>
      <w:color w:val="009E38"/>
      <w:sz w:val="27"/>
      <w:szCs w:val="27"/>
    </w:rPr>
  </w:style>
  <w:style w:type="paragraph" w:customStyle="1" w:styleId="categnoimage">
    <w:name w:val="categ_no_image"/>
    <w:basedOn w:val="Normal"/>
    <w:uiPriority w:val="99"/>
    <w:rsid w:val="00554E70"/>
    <w:pPr>
      <w:spacing w:before="100" w:beforeAutospacing="1" w:after="100" w:afterAutospacing="1"/>
    </w:pPr>
    <w:rPr>
      <w:rFonts w:ascii="Arial" w:hAnsi="Arial" w:cs="Arial"/>
      <w:i/>
      <w:iCs/>
      <w:color w:val="005BB0"/>
      <w:sz w:val="27"/>
      <w:szCs w:val="27"/>
    </w:rPr>
  </w:style>
  <w:style w:type="paragraph" w:customStyle="1" w:styleId="componentheading">
    <w:name w:val="componentheading"/>
    <w:basedOn w:val="Normal"/>
    <w:uiPriority w:val="99"/>
    <w:rsid w:val="00554E70"/>
    <w:pPr>
      <w:spacing w:before="100" w:beforeAutospacing="1" w:after="100" w:afterAutospacing="1" w:line="330" w:lineRule="atLeast"/>
    </w:pPr>
    <w:rPr>
      <w:rFonts w:ascii="Verdana" w:hAnsi="Verdana"/>
      <w:b/>
      <w:bCs/>
      <w:color w:val="66C588"/>
      <w:sz w:val="21"/>
      <w:szCs w:val="21"/>
    </w:rPr>
  </w:style>
  <w:style w:type="paragraph" w:customStyle="1" w:styleId="contentheading">
    <w:name w:val="contentheading"/>
    <w:basedOn w:val="Normal"/>
    <w:uiPriority w:val="99"/>
    <w:rsid w:val="00554E70"/>
    <w:pPr>
      <w:spacing w:before="100" w:beforeAutospacing="1" w:after="100" w:afterAutospacing="1"/>
    </w:pPr>
    <w:rPr>
      <w:rFonts w:ascii="Verdana" w:hAnsi="Verdana"/>
      <w:caps/>
      <w:sz w:val="18"/>
      <w:szCs w:val="18"/>
    </w:rPr>
  </w:style>
  <w:style w:type="paragraph" w:customStyle="1" w:styleId="buttonheading">
    <w:name w:val="buttonheading"/>
    <w:basedOn w:val="Normal"/>
    <w:uiPriority w:val="99"/>
    <w:rsid w:val="00554E70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contentpaneopen">
    <w:name w:val="contentpaneopen"/>
    <w:basedOn w:val="Normal"/>
    <w:uiPriority w:val="99"/>
    <w:rsid w:val="00554E70"/>
    <w:pPr>
      <w:spacing w:before="100" w:beforeAutospacing="1" w:after="100" w:afterAutospacing="1" w:line="240" w:lineRule="atLeast"/>
    </w:pPr>
    <w:rPr>
      <w:color w:val="5A6167"/>
      <w:sz w:val="18"/>
      <w:szCs w:val="18"/>
    </w:rPr>
  </w:style>
  <w:style w:type="paragraph" w:customStyle="1" w:styleId="message">
    <w:name w:val="message"/>
    <w:basedOn w:val="Normal"/>
    <w:uiPriority w:val="99"/>
    <w:rsid w:val="00554E70"/>
    <w:pPr>
      <w:spacing w:before="100" w:beforeAutospacing="1" w:after="100" w:afterAutospacing="1"/>
      <w:jc w:val="both"/>
    </w:pPr>
    <w:rPr>
      <w:color w:val="5A6167"/>
      <w:sz w:val="18"/>
      <w:szCs w:val="18"/>
    </w:rPr>
  </w:style>
  <w:style w:type="paragraph" w:customStyle="1" w:styleId="inputbox">
    <w:name w:val="inputbox"/>
    <w:basedOn w:val="Normal"/>
    <w:uiPriority w:val="99"/>
    <w:rsid w:val="00554E70"/>
    <w:pPr>
      <w:spacing w:before="100" w:beforeAutospacing="1" w:after="100" w:afterAutospacing="1"/>
    </w:pPr>
    <w:rPr>
      <w:color w:val="5A6167"/>
      <w:sz w:val="18"/>
      <w:szCs w:val="18"/>
    </w:rPr>
  </w:style>
  <w:style w:type="paragraph" w:customStyle="1" w:styleId="sectiontableentry1">
    <w:name w:val="sectiontableentry1"/>
    <w:basedOn w:val="Normal"/>
    <w:uiPriority w:val="99"/>
    <w:rsid w:val="00554E70"/>
    <w:pPr>
      <w:spacing w:before="100" w:beforeAutospacing="1" w:after="100" w:afterAutospacing="1"/>
    </w:pPr>
    <w:rPr>
      <w:sz w:val="18"/>
      <w:szCs w:val="18"/>
    </w:rPr>
  </w:style>
  <w:style w:type="paragraph" w:customStyle="1" w:styleId="btn">
    <w:name w:val="btn"/>
    <w:basedOn w:val="Normal"/>
    <w:uiPriority w:val="99"/>
    <w:rsid w:val="00554E70"/>
    <w:pPr>
      <w:spacing w:before="100" w:beforeAutospacing="1" w:after="100" w:afterAutospacing="1"/>
    </w:pPr>
    <w:rPr>
      <w:sz w:val="18"/>
      <w:szCs w:val="18"/>
    </w:rPr>
  </w:style>
  <w:style w:type="paragraph" w:customStyle="1" w:styleId="color">
    <w:name w:val="color"/>
    <w:basedOn w:val="Normal"/>
    <w:uiPriority w:val="99"/>
    <w:rsid w:val="00554E70"/>
    <w:pPr>
      <w:spacing w:before="100" w:beforeAutospacing="1" w:after="100" w:afterAutospacing="1"/>
    </w:pPr>
    <w:rPr>
      <w:sz w:val="18"/>
      <w:szCs w:val="18"/>
    </w:rPr>
  </w:style>
  <w:style w:type="character" w:customStyle="1" w:styleId="red">
    <w:name w:val="red"/>
    <w:basedOn w:val="DefaultParagraphFont"/>
    <w:uiPriority w:val="99"/>
    <w:rsid w:val="00554E70"/>
    <w:rPr>
      <w:rFonts w:cs="Times New Roman"/>
    </w:rPr>
  </w:style>
  <w:style w:type="character" w:customStyle="1" w:styleId="red1">
    <w:name w:val="red1"/>
    <w:uiPriority w:val="99"/>
    <w:rsid w:val="00554E70"/>
    <w:rPr>
      <w:color w:val="990033"/>
    </w:rPr>
  </w:style>
  <w:style w:type="paragraph" w:customStyle="1" w:styleId="btn1">
    <w:name w:val="btn1"/>
    <w:basedOn w:val="Normal"/>
    <w:uiPriority w:val="99"/>
    <w:rsid w:val="00554E70"/>
    <w:pPr>
      <w:spacing w:before="450" w:after="100" w:afterAutospacing="1"/>
    </w:pPr>
    <w:rPr>
      <w:sz w:val="18"/>
      <w:szCs w:val="18"/>
    </w:rPr>
  </w:style>
  <w:style w:type="paragraph" w:customStyle="1" w:styleId="newstitle1">
    <w:name w:val="news_title1"/>
    <w:basedOn w:val="Normal"/>
    <w:uiPriority w:val="99"/>
    <w:rsid w:val="00554E70"/>
    <w:pPr>
      <w:spacing w:after="30"/>
    </w:pPr>
    <w:rPr>
      <w:rFonts w:ascii="Verdana" w:hAnsi="Verdana"/>
      <w:b/>
      <w:bCs/>
      <w:color w:val="054566"/>
      <w:sz w:val="18"/>
      <w:szCs w:val="18"/>
    </w:rPr>
  </w:style>
  <w:style w:type="paragraph" w:customStyle="1" w:styleId="color1">
    <w:name w:val="color1"/>
    <w:basedOn w:val="Normal"/>
    <w:uiPriority w:val="99"/>
    <w:rsid w:val="00554E70"/>
    <w:pPr>
      <w:spacing w:before="100" w:beforeAutospacing="1" w:after="100" w:afterAutospacing="1"/>
    </w:pPr>
    <w:rPr>
      <w:sz w:val="18"/>
      <w:szCs w:val="18"/>
    </w:rPr>
  </w:style>
  <w:style w:type="character" w:customStyle="1" w:styleId="additional1">
    <w:name w:val="additional1"/>
    <w:uiPriority w:val="99"/>
    <w:rsid w:val="001E50B8"/>
    <w:rPr>
      <w:rFonts w:ascii="Arial" w:hAnsi="Arial"/>
      <w:color w:val="58626B"/>
      <w:sz w:val="16"/>
    </w:rPr>
  </w:style>
  <w:style w:type="character" w:customStyle="1" w:styleId="static">
    <w:name w:val="static"/>
    <w:basedOn w:val="DefaultParagraphFont"/>
    <w:uiPriority w:val="99"/>
    <w:rsid w:val="000A575A"/>
    <w:rPr>
      <w:rFonts w:cs="Times New Roman"/>
    </w:rPr>
  </w:style>
  <w:style w:type="character" w:customStyle="1" w:styleId="company-www">
    <w:name w:val="company-www"/>
    <w:basedOn w:val="DefaultParagraphFont"/>
    <w:uiPriority w:val="99"/>
    <w:rsid w:val="007339A5"/>
    <w:rPr>
      <w:rFonts w:cs="Times New Roman"/>
    </w:rPr>
  </w:style>
  <w:style w:type="paragraph" w:customStyle="1" w:styleId="a0">
    <w:name w:val="Подпись на общем бланке"/>
    <w:basedOn w:val="Signature"/>
    <w:next w:val="BodyText"/>
    <w:uiPriority w:val="99"/>
    <w:rsid w:val="000E316B"/>
    <w:pPr>
      <w:tabs>
        <w:tab w:val="right" w:pos="9639"/>
      </w:tabs>
      <w:suppressAutoHyphens/>
      <w:spacing w:before="480" w:line="240" w:lineRule="exact"/>
      <w:ind w:left="0"/>
    </w:pPr>
    <w:rPr>
      <w:sz w:val="28"/>
      <w:szCs w:val="20"/>
    </w:rPr>
  </w:style>
  <w:style w:type="paragraph" w:customStyle="1" w:styleId="a1">
    <w:name w:val="Без интервала"/>
    <w:basedOn w:val="Normal"/>
    <w:uiPriority w:val="99"/>
    <w:rsid w:val="000E316B"/>
    <w:rPr>
      <w:rFonts w:ascii="Calibri" w:hAnsi="Calibri"/>
      <w:sz w:val="22"/>
      <w:szCs w:val="22"/>
      <w:lang w:val="en-US" w:eastAsia="en-US"/>
    </w:rPr>
  </w:style>
  <w:style w:type="paragraph" w:styleId="Signature">
    <w:name w:val="Signature"/>
    <w:basedOn w:val="Normal"/>
    <w:link w:val="SignatureChar"/>
    <w:uiPriority w:val="99"/>
    <w:rsid w:val="000E316B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F32A6"/>
    <w:rPr>
      <w:sz w:val="24"/>
      <w:szCs w:val="24"/>
    </w:rPr>
  </w:style>
  <w:style w:type="paragraph" w:customStyle="1" w:styleId="rcphdr">
    <w:name w:val="rcphdr"/>
    <w:basedOn w:val="Normal"/>
    <w:uiPriority w:val="99"/>
    <w:rsid w:val="006651C6"/>
    <w:pPr>
      <w:spacing w:before="200"/>
    </w:pPr>
    <w:rPr>
      <w:rFonts w:ascii="Comic Sans MS" w:hAnsi="Comic Sans MS"/>
      <w:color w:val="993300"/>
    </w:rPr>
  </w:style>
  <w:style w:type="paragraph" w:customStyle="1" w:styleId="rcpstru">
    <w:name w:val="rcpstru"/>
    <w:basedOn w:val="Normal"/>
    <w:uiPriority w:val="99"/>
    <w:rsid w:val="006651C6"/>
    <w:pPr>
      <w:ind w:left="225" w:right="225"/>
    </w:pPr>
    <w:rPr>
      <w:b/>
      <w:bCs/>
      <w:sz w:val="20"/>
      <w:szCs w:val="20"/>
    </w:rPr>
  </w:style>
  <w:style w:type="paragraph" w:customStyle="1" w:styleId="rcptxt">
    <w:name w:val="rcptxt"/>
    <w:basedOn w:val="Normal"/>
    <w:uiPriority w:val="99"/>
    <w:rsid w:val="006651C6"/>
    <w:pPr>
      <w:spacing w:before="100" w:beforeAutospacing="1" w:after="240"/>
      <w:jc w:val="both"/>
    </w:pPr>
    <w:rPr>
      <w:sz w:val="20"/>
      <w:szCs w:val="20"/>
    </w:rPr>
  </w:style>
  <w:style w:type="character" w:customStyle="1" w:styleId="mw-headline">
    <w:name w:val="mw-headline"/>
    <w:basedOn w:val="DefaultParagraphFont"/>
    <w:uiPriority w:val="99"/>
    <w:rsid w:val="00D20911"/>
    <w:rPr>
      <w:rFonts w:cs="Times New Roman"/>
    </w:rPr>
  </w:style>
  <w:style w:type="paragraph" w:customStyle="1" w:styleId="ConsPlusTitle">
    <w:name w:val="ConsPlusTitle"/>
    <w:uiPriority w:val="99"/>
    <w:rsid w:val="00C879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">
    <w:name w:val="Знак Знак2 Знак Знак Знак Знак"/>
    <w:basedOn w:val="Normal"/>
    <w:uiPriority w:val="99"/>
    <w:rsid w:val="00820BB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20">
    <w:name w:val="Знак Знак2 Знак Знак"/>
    <w:basedOn w:val="Normal"/>
    <w:uiPriority w:val="99"/>
    <w:rsid w:val="0063466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489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8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49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4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49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49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49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49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49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49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49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048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0489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8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1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9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49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490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490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490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4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491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491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491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491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491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0491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48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89925">
                      <w:marLeft w:val="3675"/>
                      <w:marRight w:val="3675"/>
                      <w:marTop w:val="75"/>
                      <w:marBottom w:val="75"/>
                      <w:divBdr>
                        <w:top w:val="none" w:sz="0" w:space="0" w:color="auto"/>
                        <w:left w:val="single" w:sz="6" w:space="8" w:color="FFB48F"/>
                        <w:bottom w:val="none" w:sz="0" w:space="0" w:color="auto"/>
                        <w:right w:val="single" w:sz="6" w:space="8" w:color="FFB48F"/>
                      </w:divBdr>
                    </w:div>
                  </w:divsChild>
                </w:div>
              </w:divsChild>
            </w:div>
          </w:divsChild>
        </w:div>
      </w:divsChild>
    </w:div>
    <w:div w:id="1460489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0489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9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49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490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489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49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48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1678">
          <w:marLeft w:val="15"/>
          <w:marRight w:val="1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0541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0489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489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0489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8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9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49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49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489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8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9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490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49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491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491681">
                                          <w:marLeft w:val="0"/>
                                          <w:marRight w:val="0"/>
                                          <w:marTop w:val="0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0490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0491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0490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0489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0490756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04911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490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0489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0489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490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8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0490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49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9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491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491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491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491862">
                                          <w:marLeft w:val="0"/>
                                          <w:marRight w:val="0"/>
                                          <w:marTop w:val="0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0489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0491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0489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0490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0489971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04900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490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04915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0492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490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08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29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49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0135">
              <w:marLeft w:val="0"/>
              <w:marRight w:val="105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8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049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042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490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9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66C588"/>
                            <w:left w:val="single" w:sz="6" w:space="0" w:color="66C588"/>
                            <w:bottom w:val="single" w:sz="2" w:space="0" w:color="66C588"/>
                            <w:right w:val="single" w:sz="6" w:space="0" w:color="66C588"/>
                          </w:divBdr>
                          <w:divsChild>
                            <w:div w:id="146048990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0490262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049067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6049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9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B9D0DC"/>
                            <w:left w:val="single" w:sz="6" w:space="0" w:color="B9D0DC"/>
                            <w:bottom w:val="single" w:sz="2" w:space="0" w:color="B9D0DC"/>
                            <w:right w:val="single" w:sz="6" w:space="0" w:color="B9D0DC"/>
                          </w:divBdr>
                          <w:divsChild>
                            <w:div w:id="1460489853">
                              <w:marLeft w:val="0"/>
                              <w:marRight w:val="0"/>
                              <w:marTop w:val="15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60491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90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66C588"/>
                            <w:left w:val="single" w:sz="6" w:space="0" w:color="66C588"/>
                            <w:bottom w:val="single" w:sz="2" w:space="0" w:color="66C588"/>
                            <w:right w:val="single" w:sz="6" w:space="0" w:color="66C588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49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91931">
                          <w:marLeft w:val="5"/>
                          <w:marRight w:val="0"/>
                          <w:marTop w:val="168"/>
                          <w:marBottom w:val="168"/>
                          <w:divBdr>
                            <w:top w:val="single" w:sz="6" w:space="2" w:color="E0E0E0"/>
                            <w:left w:val="single" w:sz="6" w:space="11" w:color="E0E0E0"/>
                            <w:bottom w:val="single" w:sz="6" w:space="2" w:color="E0E0E0"/>
                            <w:right w:val="single" w:sz="6" w:space="11" w:color="E0E0E0"/>
                          </w:divBdr>
                          <w:divsChild>
                            <w:div w:id="1460491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490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0490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74"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0054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0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90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0490369">
          <w:marLeft w:val="30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0524">
          <w:marLeft w:val="0"/>
          <w:marRight w:val="0"/>
          <w:marTop w:val="75"/>
          <w:marBottom w:val="0"/>
          <w:divBdr>
            <w:top w:val="single" w:sz="6" w:space="0" w:color="497A15"/>
            <w:left w:val="single" w:sz="6" w:space="0" w:color="497A15"/>
            <w:bottom w:val="single" w:sz="6" w:space="0" w:color="497A15"/>
            <w:right w:val="single" w:sz="6" w:space="0" w:color="497A15"/>
          </w:divBdr>
          <w:divsChild>
            <w:div w:id="146049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490533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91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049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490827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90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049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482">
                  <w:marLeft w:val="0"/>
                  <w:marRight w:val="0"/>
                  <w:marTop w:val="150"/>
                  <w:marBottom w:val="225"/>
                  <w:divBdr>
                    <w:top w:val="single" w:sz="12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8983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490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490027">
                                  <w:marLeft w:val="225"/>
                                  <w:marRight w:val="4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490464">
                                  <w:marLeft w:val="225"/>
                                  <w:marRight w:val="4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490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490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490161">
                                      <w:marLeft w:val="2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0491102">
                                      <w:marLeft w:val="2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6049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490837">
                  <w:marLeft w:val="0"/>
                  <w:marRight w:val="150"/>
                  <w:marTop w:val="0"/>
                  <w:marBottom w:val="0"/>
                  <w:divBdr>
                    <w:top w:val="single" w:sz="6" w:space="19" w:color="D0D0D0"/>
                    <w:left w:val="single" w:sz="6" w:space="0" w:color="D0D0D0"/>
                    <w:bottom w:val="single" w:sz="6" w:space="0" w:color="D0D0D0"/>
                    <w:right w:val="single" w:sz="6" w:space="0" w:color="D0D0D0"/>
                  </w:divBdr>
                  <w:divsChild>
                    <w:div w:id="146048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9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491863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60491012">
                  <w:marLeft w:val="0"/>
                  <w:marRight w:val="225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9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491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6049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491351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09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0D0D0"/>
                        <w:left w:val="single" w:sz="6" w:space="0" w:color="D0D0D0"/>
                        <w:bottom w:val="single" w:sz="6" w:space="0" w:color="D0D0D0"/>
                        <w:right w:val="single" w:sz="6" w:space="0" w:color="D0D0D0"/>
                      </w:divBdr>
                      <w:divsChild>
                        <w:div w:id="146049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490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490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60491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491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490616">
                              <w:marLeft w:val="375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049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90048">
                          <w:marLeft w:val="43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49138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0490771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0492103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1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91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49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0490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490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490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8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0A0A0"/>
            <w:right w:val="none" w:sz="0" w:space="0" w:color="auto"/>
          </w:divBdr>
        </w:div>
        <w:div w:id="1460490067">
          <w:marLeft w:val="15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49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0A0A0"/>
            <w:right w:val="none" w:sz="0" w:space="0" w:color="auto"/>
          </w:divBdr>
        </w:div>
        <w:div w:id="146049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0A0A0"/>
            <w:right w:val="none" w:sz="0" w:space="0" w:color="auto"/>
          </w:divBdr>
        </w:div>
      </w:divsChild>
    </w:div>
    <w:div w:id="1460490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9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490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492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492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491995">
                                          <w:marLeft w:val="0"/>
                                          <w:marRight w:val="0"/>
                                          <w:marTop w:val="0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0491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0490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04899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04908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0491214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04912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490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0490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0490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49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0982">
                      <w:marLeft w:val="29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91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492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491283">
                                  <w:marLeft w:val="0"/>
                                  <w:marRight w:val="36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491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491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0490687">
                                              <w:marLeft w:val="0"/>
                                              <w:marRight w:val="15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0491415">
                                                  <w:marLeft w:val="0"/>
                                                  <w:marRight w:val="15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0489851">
                                                      <w:marLeft w:val="0"/>
                                                      <w:marRight w:val="15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0490676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0492027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60490248">
                                                      <w:marLeft w:val="0"/>
                                                      <w:marRight w:val="15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0491322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0491443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60490362">
                                                      <w:marLeft w:val="0"/>
                                                      <w:marRight w:val="15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0490512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0491710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60491524">
                                                      <w:marLeft w:val="0"/>
                                                      <w:marRight w:val="15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0490426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0491187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60491569">
                                                      <w:marLeft w:val="0"/>
                                                      <w:marRight w:val="15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0491417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0491679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60492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0491201">
                                              <w:marLeft w:val="0"/>
                                              <w:marRight w:val="21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04914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49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8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049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8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8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8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49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491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491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490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0489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490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490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0490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1430">
          <w:marLeft w:val="0"/>
          <w:marRight w:val="0"/>
          <w:marTop w:val="0"/>
          <w:marBottom w:val="0"/>
          <w:divBdr>
            <w:top w:val="dashed" w:sz="6" w:space="4" w:color="ADADAD"/>
            <w:left w:val="dashed" w:sz="6" w:space="4" w:color="ADADAD"/>
            <w:bottom w:val="dashed" w:sz="6" w:space="4" w:color="ADADAD"/>
            <w:right w:val="dashed" w:sz="6" w:space="4" w:color="ADADAD"/>
          </w:divBdr>
        </w:div>
      </w:divsChild>
    </w:div>
    <w:div w:id="1460490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040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8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489923">
                  <w:marLeft w:val="424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48996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490031">
                  <w:marLeft w:val="424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490180">
                  <w:marLeft w:val="424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490480">
                  <w:marLeft w:val="70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490587">
                  <w:marLeft w:val="0"/>
                  <w:marRight w:val="0"/>
                  <w:marTop w:val="0"/>
                  <w:marBottom w:val="0"/>
                  <w:divBdr>
                    <w:top w:val="single" w:sz="12" w:space="1" w:color="auto"/>
                    <w:left w:val="none" w:sz="0" w:space="0" w:color="auto"/>
                    <w:bottom w:val="single" w:sz="12" w:space="1" w:color="auto"/>
                    <w:right w:val="none" w:sz="0" w:space="0" w:color="auto"/>
                  </w:divBdr>
                </w:div>
                <w:div w:id="146049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49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490736">
                  <w:marLeft w:val="424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49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49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49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49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49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49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49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1" w:color="auto"/>
                    <w:right w:val="none" w:sz="0" w:space="0" w:color="auto"/>
                  </w:divBdr>
                </w:div>
                <w:div w:id="1460491898">
                  <w:marLeft w:val="424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49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490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8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49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49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1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9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491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491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490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491221">
                                          <w:marLeft w:val="0"/>
                                          <w:marRight w:val="0"/>
                                          <w:marTop w:val="0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0490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0490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0492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0489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0489902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0492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491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0490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04908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49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89">
      <w:marLeft w:val="28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89845">
              <w:marLeft w:val="0"/>
              <w:marRight w:val="0"/>
              <w:marTop w:val="0"/>
              <w:marBottom w:val="0"/>
              <w:divBdr>
                <w:top w:val="double" w:sz="2" w:space="0" w:color="45A245"/>
                <w:left w:val="double" w:sz="2" w:space="0" w:color="45A245"/>
                <w:bottom w:val="double" w:sz="2" w:space="0" w:color="45A245"/>
                <w:right w:val="double" w:sz="2" w:space="0" w:color="45A245"/>
              </w:divBdr>
              <w:divsChild>
                <w:div w:id="1460490089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491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04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89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491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49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490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490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8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0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491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49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49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0093">
          <w:marLeft w:val="0"/>
          <w:marRight w:val="0"/>
          <w:marTop w:val="0"/>
          <w:marBottom w:val="0"/>
          <w:divBdr>
            <w:top w:val="single" w:sz="6" w:space="0" w:color="345487"/>
            <w:left w:val="single" w:sz="6" w:space="0" w:color="345487"/>
            <w:bottom w:val="single" w:sz="6" w:space="0" w:color="345487"/>
            <w:right w:val="single" w:sz="6" w:space="0" w:color="345487"/>
          </w:divBdr>
          <w:divsChild>
            <w:div w:id="14604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049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8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9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491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490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49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049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8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49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0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9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049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0491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49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8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491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09">
      <w:marLeft w:val="45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8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8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490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49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491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0491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0491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0491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491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491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8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8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9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489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49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490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490015">
                                          <w:marLeft w:val="0"/>
                                          <w:marRight w:val="0"/>
                                          <w:marTop w:val="0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0491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0490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0491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0491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0489756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04920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4907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0490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0490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491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8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8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89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492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490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490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491790">
                                          <w:marLeft w:val="0"/>
                                          <w:marRight w:val="0"/>
                                          <w:marTop w:val="0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0490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0490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0491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04915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0489698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04906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491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04897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0489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49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1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91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491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490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491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490875">
                                          <w:marLeft w:val="0"/>
                                          <w:marRight w:val="0"/>
                                          <w:marTop w:val="0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0491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0490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0490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0491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0490070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0491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490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04907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0490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49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491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90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49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491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491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489770">
                                          <w:marLeft w:val="0"/>
                                          <w:marRight w:val="0"/>
                                          <w:marTop w:val="0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0492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04916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04906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0490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0490668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04902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491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0491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04916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491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049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49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8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8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8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8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8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8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8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8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8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8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8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8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8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491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89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491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491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490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491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49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8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049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0147">
          <w:marLeft w:val="0"/>
          <w:marRight w:val="0"/>
          <w:marTop w:val="100"/>
          <w:marBottom w:val="100"/>
          <w:divBdr>
            <w:top w:val="single" w:sz="48" w:space="0" w:color="FFFFFF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46049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9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491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491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489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0489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0489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0489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0489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0490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0490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0490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0490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0490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0490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049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0491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0491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0491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0491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0491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0491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0491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0491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0491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0491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0491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0491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0491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0491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0491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0491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0492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0492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491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8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49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9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489719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490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49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190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0491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8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9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489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491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48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491919">
                                          <w:marLeft w:val="0"/>
                                          <w:marRight w:val="0"/>
                                          <w:marTop w:val="0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0491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0491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0490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04914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0491503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04899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490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0490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0491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49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90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490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491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49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491903">
                                          <w:marLeft w:val="0"/>
                                          <w:marRight w:val="0"/>
                                          <w:marTop w:val="0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0490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0491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0491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04919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0490540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04915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4898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0491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04916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49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491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166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0491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89969">
          <w:marLeft w:val="0"/>
          <w:marRight w:val="0"/>
          <w:marTop w:val="75"/>
          <w:marBottom w:val="0"/>
          <w:divBdr>
            <w:top w:val="single" w:sz="6" w:space="0" w:color="497A15"/>
            <w:left w:val="single" w:sz="6" w:space="0" w:color="497A15"/>
            <w:bottom w:val="single" w:sz="6" w:space="0" w:color="497A15"/>
            <w:right w:val="single" w:sz="6" w:space="0" w:color="497A15"/>
          </w:divBdr>
          <w:divsChild>
            <w:div w:id="146049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49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1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90255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491625">
                          <w:marLeft w:val="43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491875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049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0364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91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0490515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8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8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9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049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0848">
          <w:marLeft w:val="30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367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8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0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91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049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49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696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8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90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049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89809">
                  <w:marLeft w:val="0"/>
                  <w:marRight w:val="0"/>
                  <w:marTop w:val="150"/>
                  <w:marBottom w:val="225"/>
                  <w:divBdr>
                    <w:top w:val="single" w:sz="12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9095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491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489725">
                                  <w:marLeft w:val="225"/>
                                  <w:marRight w:val="4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490922">
                                  <w:marLeft w:val="225"/>
                                  <w:marRight w:val="4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490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490416">
                                      <w:marLeft w:val="2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0492003">
                                      <w:marLeft w:val="2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0491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6048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49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490571">
                  <w:marLeft w:val="0"/>
                  <w:marRight w:val="225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9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489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60490602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09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0D0D0"/>
                        <w:left w:val="single" w:sz="6" w:space="0" w:color="D0D0D0"/>
                        <w:bottom w:val="single" w:sz="6" w:space="0" w:color="D0D0D0"/>
                        <w:right w:val="single" w:sz="6" w:space="0" w:color="D0D0D0"/>
                      </w:divBdr>
                      <w:divsChild>
                        <w:div w:id="1460489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491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491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6049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490607">
                              <w:marLeft w:val="375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049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490830">
                  <w:marLeft w:val="0"/>
                  <w:marRight w:val="150"/>
                  <w:marTop w:val="0"/>
                  <w:marBottom w:val="0"/>
                  <w:divBdr>
                    <w:top w:val="single" w:sz="6" w:space="19" w:color="D0D0D0"/>
                    <w:left w:val="single" w:sz="6" w:space="0" w:color="D0D0D0"/>
                    <w:bottom w:val="single" w:sz="6" w:space="0" w:color="D0D0D0"/>
                    <w:right w:val="single" w:sz="6" w:space="0" w:color="D0D0D0"/>
                  </w:divBdr>
                  <w:divsChild>
                    <w:div w:id="1460490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9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491888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491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90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49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49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491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8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049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0491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2004">
          <w:marLeft w:val="0"/>
          <w:marRight w:val="0"/>
          <w:marTop w:val="150"/>
          <w:marBottom w:val="300"/>
          <w:divBdr>
            <w:top w:val="single" w:sz="6" w:space="8" w:color="525252"/>
            <w:left w:val="single" w:sz="6" w:space="9" w:color="525252"/>
            <w:bottom w:val="single" w:sz="6" w:space="8" w:color="525252"/>
            <w:right w:val="single" w:sz="6" w:space="9" w:color="525252"/>
          </w:divBdr>
          <w:divsChild>
            <w:div w:id="146049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0491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8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49195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90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492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1726">
          <w:marLeft w:val="15"/>
          <w:marRight w:val="1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1713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049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8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0454">
              <w:marLeft w:val="0"/>
              <w:marRight w:val="0"/>
              <w:marTop w:val="0"/>
              <w:marBottom w:val="0"/>
              <w:divBdr>
                <w:top w:val="dotted" w:sz="6" w:space="8" w:color="CCCCCC"/>
                <w:left w:val="dotted" w:sz="6" w:space="8" w:color="CCCCCC"/>
                <w:bottom w:val="dotted" w:sz="6" w:space="8" w:color="CCCCCC"/>
                <w:right w:val="dotted" w:sz="6" w:space="8" w:color="CCCCCC"/>
              </w:divBdr>
            </w:div>
          </w:divsChild>
        </w:div>
      </w:divsChild>
    </w:div>
    <w:div w:id="1460492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492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90072">
              <w:marLeft w:val="24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0492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267</Words>
  <Characters>1523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СОГЛАСОВАНО:                                                УТВЕРЖДАЮ:</dc:title>
  <dc:subject/>
  <dc:creator>user</dc:creator>
  <cp:keywords/>
  <dc:description/>
  <cp:lastModifiedBy>User</cp:lastModifiedBy>
  <cp:revision>2</cp:revision>
  <cp:lastPrinted>2018-11-12T05:29:00Z</cp:lastPrinted>
  <dcterms:created xsi:type="dcterms:W3CDTF">2020-01-14T10:49:00Z</dcterms:created>
  <dcterms:modified xsi:type="dcterms:W3CDTF">2020-01-14T10:49:00Z</dcterms:modified>
</cp:coreProperties>
</file>